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1B5" w:rsidRDefault="00E971B5" w:rsidP="00CE4405">
      <w:pPr>
        <w:jc w:val="center"/>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7pt;margin-top:0;width:54pt;height:63pt;z-index:251658240">
            <v:imagedata r:id="rId4" o:title=""/>
            <w10:wrap type="topAndBottom"/>
          </v:shape>
        </w:pict>
      </w:r>
      <w:r>
        <w:rPr>
          <w:sz w:val="28"/>
          <w:szCs w:val="28"/>
        </w:rPr>
        <w:t xml:space="preserve">                                                                                                         </w:t>
      </w:r>
    </w:p>
    <w:p w:rsidR="00E971B5" w:rsidRPr="00B66224" w:rsidRDefault="00E971B5" w:rsidP="00CE4405">
      <w:pPr>
        <w:jc w:val="center"/>
        <w:rPr>
          <w:sz w:val="28"/>
          <w:szCs w:val="28"/>
        </w:rPr>
      </w:pPr>
      <w:r w:rsidRPr="00B66224">
        <w:rPr>
          <w:sz w:val="28"/>
          <w:szCs w:val="28"/>
        </w:rPr>
        <w:t>РОССИЙСКАЯ ФЕДЕРАЦИЯ</w:t>
      </w:r>
    </w:p>
    <w:p w:rsidR="00E971B5" w:rsidRPr="00B66224" w:rsidRDefault="00E971B5" w:rsidP="00CE4405">
      <w:pPr>
        <w:jc w:val="center"/>
        <w:rPr>
          <w:sz w:val="28"/>
          <w:szCs w:val="28"/>
        </w:rPr>
      </w:pPr>
      <w:r w:rsidRPr="00B66224">
        <w:rPr>
          <w:sz w:val="28"/>
          <w:szCs w:val="28"/>
        </w:rPr>
        <w:t>Кемеровская область</w:t>
      </w:r>
    </w:p>
    <w:p w:rsidR="00E971B5" w:rsidRPr="00B66224" w:rsidRDefault="00E971B5" w:rsidP="00CE4405">
      <w:pPr>
        <w:jc w:val="center"/>
        <w:rPr>
          <w:sz w:val="28"/>
          <w:szCs w:val="28"/>
        </w:rPr>
      </w:pPr>
      <w:r w:rsidRPr="00B66224">
        <w:rPr>
          <w:sz w:val="28"/>
          <w:szCs w:val="28"/>
        </w:rPr>
        <w:t>Муниципальное образование – Осинниковский городской округ</w:t>
      </w:r>
    </w:p>
    <w:p w:rsidR="00E971B5" w:rsidRPr="00B66224" w:rsidRDefault="00E971B5" w:rsidP="00CE4405">
      <w:pPr>
        <w:jc w:val="center"/>
        <w:rPr>
          <w:sz w:val="28"/>
          <w:szCs w:val="28"/>
        </w:rPr>
      </w:pPr>
      <w:r w:rsidRPr="00B66224">
        <w:rPr>
          <w:sz w:val="28"/>
          <w:szCs w:val="28"/>
        </w:rPr>
        <w:t>Администрация Осинниковского городского округа</w:t>
      </w:r>
    </w:p>
    <w:p w:rsidR="00E971B5" w:rsidRDefault="00E971B5" w:rsidP="00CE4405">
      <w:pPr>
        <w:jc w:val="center"/>
      </w:pPr>
    </w:p>
    <w:p w:rsidR="00E971B5" w:rsidRPr="00B66224" w:rsidRDefault="00E971B5" w:rsidP="00CE4405">
      <w:pPr>
        <w:jc w:val="center"/>
        <w:rPr>
          <w:sz w:val="28"/>
          <w:szCs w:val="28"/>
        </w:rPr>
      </w:pPr>
      <w:r w:rsidRPr="00B66224">
        <w:rPr>
          <w:sz w:val="28"/>
          <w:szCs w:val="28"/>
        </w:rPr>
        <w:t>ПОСТАНОВЛЕНИЕ</w:t>
      </w:r>
    </w:p>
    <w:p w:rsidR="00E971B5" w:rsidRPr="00B66224" w:rsidRDefault="00E971B5" w:rsidP="00CE4405">
      <w:pPr>
        <w:jc w:val="both"/>
      </w:pPr>
    </w:p>
    <w:p w:rsidR="00E971B5" w:rsidRDefault="00E971B5" w:rsidP="00CE4405">
      <w:pPr>
        <w:jc w:val="both"/>
      </w:pPr>
      <w:r>
        <w:t>___________________                                                              № ______________________</w:t>
      </w:r>
    </w:p>
    <w:p w:rsidR="00E971B5" w:rsidRPr="00B66224" w:rsidRDefault="00E971B5" w:rsidP="00CE4405">
      <w:pPr>
        <w:jc w:val="both"/>
      </w:pPr>
      <w:r w:rsidRPr="00B66224">
        <w:tab/>
      </w:r>
    </w:p>
    <w:p w:rsidR="00E971B5" w:rsidRPr="00B66224" w:rsidRDefault="00E971B5" w:rsidP="00CE4405">
      <w:pPr>
        <w:jc w:val="both"/>
      </w:pPr>
      <w:r w:rsidRPr="00B66224">
        <w:t>Об утверждении административного регламента «</w:t>
      </w:r>
      <w:r w:rsidRPr="0090041E">
        <w:t xml:space="preserve">Прием заявлений и выдача согласия органа опеки и попечительства на совершение </w:t>
      </w:r>
      <w:r>
        <w:t>сделок с имуществом подопечных»</w:t>
      </w:r>
    </w:p>
    <w:p w:rsidR="00E971B5" w:rsidRPr="00B66224" w:rsidRDefault="00E971B5" w:rsidP="00CE4405">
      <w:pPr>
        <w:ind w:firstLine="709"/>
        <w:jc w:val="both"/>
      </w:pPr>
    </w:p>
    <w:p w:rsidR="00E971B5" w:rsidRPr="00B66224" w:rsidRDefault="00E971B5" w:rsidP="00CE4405">
      <w:pPr>
        <w:ind w:firstLine="720"/>
        <w:jc w:val="both"/>
      </w:pPr>
      <w:r w:rsidRPr="00B66224">
        <w:t>На основании Федерального закона от 27.07.2010 г. N 210-ФЗ "Об организации предоставления государственных и муниципальных услуг", постановления администрации Осинниковского городского округа от 19.06.2012 г. № 1005-</w:t>
      </w:r>
      <w:r w:rsidRPr="00B82FED">
        <w:t>П</w:t>
      </w:r>
      <w:r>
        <w:t xml:space="preserve"> «</w:t>
      </w:r>
      <w:r w:rsidRPr="00B82FED">
        <w:t>Об утверждении Порядка разработки и утверждения административных регламентов предоставления муниципальных услуг (исполнения муниципальных функций)</w:t>
      </w:r>
      <w:r>
        <w:t>»</w:t>
      </w:r>
      <w:r w:rsidRPr="00B66224">
        <w:t>:</w:t>
      </w:r>
    </w:p>
    <w:p w:rsidR="00E971B5" w:rsidRPr="00B66224" w:rsidRDefault="00E971B5" w:rsidP="00CE4405">
      <w:pPr>
        <w:autoSpaceDE w:val="0"/>
        <w:autoSpaceDN w:val="0"/>
        <w:adjustRightInd w:val="0"/>
        <w:ind w:firstLine="540"/>
        <w:jc w:val="both"/>
        <w:outlineLvl w:val="0"/>
      </w:pPr>
      <w:r w:rsidRPr="00B66224">
        <w:t xml:space="preserve"> </w:t>
      </w:r>
    </w:p>
    <w:p w:rsidR="00E971B5" w:rsidRPr="00B66224" w:rsidRDefault="00E971B5" w:rsidP="00CE4405">
      <w:pPr>
        <w:ind w:firstLine="540"/>
        <w:jc w:val="both"/>
      </w:pPr>
      <w:r w:rsidRPr="00B66224">
        <w:t>1. Утвердить прилагаемый административный регламент предоставления муниципальной услуги «</w:t>
      </w:r>
      <w:r w:rsidRPr="0090041E">
        <w:t xml:space="preserve">Прием заявлений и выдача согласия органа опеки и попечительства на совершение </w:t>
      </w:r>
      <w:r>
        <w:t>сделок с имуществом подопечных»</w:t>
      </w:r>
      <w:r w:rsidRPr="00B66224">
        <w:t xml:space="preserve">. </w:t>
      </w:r>
    </w:p>
    <w:p w:rsidR="00E971B5" w:rsidRPr="00B66224" w:rsidRDefault="00E971B5" w:rsidP="00CE4405">
      <w:pPr>
        <w:autoSpaceDE w:val="0"/>
        <w:autoSpaceDN w:val="0"/>
        <w:adjustRightInd w:val="0"/>
        <w:ind w:firstLine="540"/>
        <w:jc w:val="both"/>
        <w:outlineLvl w:val="0"/>
      </w:pPr>
      <w:r>
        <w:t xml:space="preserve">2. </w:t>
      </w:r>
      <w:r w:rsidRPr="00B66224">
        <w:t>Опубликовать настоящее постановление в городской общественно-политической  газете «Время и жизнь».</w:t>
      </w:r>
    </w:p>
    <w:p w:rsidR="00E971B5" w:rsidRPr="00B66224" w:rsidRDefault="00E971B5" w:rsidP="00CE4405">
      <w:pPr>
        <w:autoSpaceDE w:val="0"/>
        <w:autoSpaceDN w:val="0"/>
        <w:adjustRightInd w:val="0"/>
        <w:ind w:firstLine="540"/>
        <w:jc w:val="both"/>
        <w:outlineLvl w:val="0"/>
      </w:pPr>
      <w:r>
        <w:t>3</w:t>
      </w:r>
      <w:r w:rsidRPr="00B66224">
        <w:t>. Настоящее постановление вступает в силу с момента официального опубликования.</w:t>
      </w:r>
    </w:p>
    <w:p w:rsidR="00E971B5" w:rsidRPr="00B66224" w:rsidRDefault="00E971B5" w:rsidP="00CE4405">
      <w:pPr>
        <w:ind w:firstLine="540"/>
        <w:jc w:val="both"/>
      </w:pPr>
      <w:r>
        <w:t>4</w:t>
      </w:r>
      <w:r w:rsidRPr="00B66224">
        <w:t xml:space="preserve">. Контроль за исполнением настоящего постановления возложить на заместителя Главы </w:t>
      </w:r>
      <w:r>
        <w:t>городского округа</w:t>
      </w:r>
      <w:r w:rsidRPr="00B66224">
        <w:t xml:space="preserve"> по социальным вопросам Е.В</w:t>
      </w:r>
      <w:r>
        <w:t>.</w:t>
      </w:r>
      <w:r w:rsidRPr="00B66224">
        <w:t xml:space="preserve"> </w:t>
      </w:r>
      <w:r>
        <w:t>Миллер, начальника Управления образования администрации Осинниковского городского округа С. В. Круль.</w:t>
      </w:r>
    </w:p>
    <w:p w:rsidR="00E971B5" w:rsidRDefault="00E971B5" w:rsidP="00CE4405">
      <w:pPr>
        <w:ind w:firstLine="709"/>
        <w:jc w:val="both"/>
      </w:pPr>
      <w:r w:rsidRPr="00B66224">
        <w:t xml:space="preserve">     </w:t>
      </w:r>
    </w:p>
    <w:p w:rsidR="00E971B5" w:rsidRDefault="00E971B5" w:rsidP="00CE4405">
      <w:pPr>
        <w:ind w:firstLine="709"/>
        <w:jc w:val="both"/>
      </w:pPr>
    </w:p>
    <w:p w:rsidR="00E971B5" w:rsidRDefault="00E971B5" w:rsidP="00CE4405">
      <w:pPr>
        <w:ind w:firstLine="709"/>
        <w:jc w:val="both"/>
      </w:pPr>
    </w:p>
    <w:p w:rsidR="00E971B5" w:rsidRPr="00B66224" w:rsidRDefault="00E971B5" w:rsidP="00CE4405">
      <w:pPr>
        <w:ind w:firstLine="709"/>
        <w:jc w:val="both"/>
      </w:pPr>
    </w:p>
    <w:p w:rsidR="00E971B5" w:rsidRPr="00B66224" w:rsidRDefault="00E971B5" w:rsidP="00CE4405">
      <w:pPr>
        <w:jc w:val="both"/>
      </w:pPr>
      <w:r>
        <w:t>Глава</w:t>
      </w:r>
      <w:r w:rsidRPr="00B66224">
        <w:t xml:space="preserve"> Осинник</w:t>
      </w:r>
      <w:r>
        <w:t>овского</w:t>
      </w:r>
    </w:p>
    <w:p w:rsidR="00E971B5" w:rsidRPr="00B66224" w:rsidRDefault="00E971B5" w:rsidP="00CE4405">
      <w:pPr>
        <w:jc w:val="both"/>
      </w:pPr>
      <w:r>
        <w:t>городского округа</w:t>
      </w:r>
      <w:r w:rsidRPr="00B66224">
        <w:t xml:space="preserve"> </w:t>
      </w:r>
      <w:r>
        <w:t xml:space="preserve">                                                                                                </w:t>
      </w:r>
      <w:r w:rsidRPr="00B66224">
        <w:t xml:space="preserve">И. В. Романов                                                 </w:t>
      </w:r>
    </w:p>
    <w:p w:rsidR="00E971B5" w:rsidRDefault="00E971B5" w:rsidP="00CE4405">
      <w:pPr>
        <w:ind w:firstLine="709"/>
        <w:jc w:val="both"/>
      </w:pPr>
    </w:p>
    <w:p w:rsidR="00E971B5" w:rsidRPr="00B66224" w:rsidRDefault="00E971B5" w:rsidP="00CE4405">
      <w:pPr>
        <w:ind w:firstLine="709"/>
        <w:jc w:val="both"/>
      </w:pPr>
    </w:p>
    <w:p w:rsidR="00E971B5" w:rsidRPr="00B66224" w:rsidRDefault="00E971B5" w:rsidP="00CE4405">
      <w:pPr>
        <w:jc w:val="both"/>
      </w:pPr>
      <w:r w:rsidRPr="00B66224">
        <w:t xml:space="preserve">С постановлением ознакомлен,                                                                                 </w:t>
      </w:r>
    </w:p>
    <w:p w:rsidR="00E971B5" w:rsidRDefault="00E971B5" w:rsidP="00CE4405">
      <w:pPr>
        <w:jc w:val="both"/>
      </w:pPr>
      <w:r w:rsidRPr="00B66224">
        <w:t xml:space="preserve">с возложением обязанностей согласен                                                                Е.В.Миллер             </w:t>
      </w:r>
    </w:p>
    <w:p w:rsidR="00E971B5" w:rsidRDefault="00E971B5" w:rsidP="00CE4405">
      <w:pPr>
        <w:jc w:val="both"/>
      </w:pPr>
    </w:p>
    <w:p w:rsidR="00E971B5" w:rsidRDefault="00E971B5" w:rsidP="00CE4405">
      <w:pPr>
        <w:jc w:val="both"/>
      </w:pPr>
    </w:p>
    <w:p w:rsidR="00E971B5" w:rsidRPr="00B66224" w:rsidRDefault="00E971B5" w:rsidP="00CE4405">
      <w:pPr>
        <w:jc w:val="both"/>
      </w:pPr>
      <w:r w:rsidRPr="00B66224">
        <w:t xml:space="preserve">С постановлением ознакомлен,                                                                                 </w:t>
      </w:r>
    </w:p>
    <w:p w:rsidR="00E971B5" w:rsidRDefault="00E971B5" w:rsidP="00CE4405">
      <w:pPr>
        <w:jc w:val="both"/>
      </w:pPr>
      <w:r w:rsidRPr="00B66224">
        <w:t xml:space="preserve">с возложением обязанностей согласен                                                                </w:t>
      </w:r>
      <w:r>
        <w:t>С. В. Круль</w:t>
      </w:r>
      <w:r w:rsidRPr="00B66224">
        <w:t xml:space="preserve">             </w:t>
      </w:r>
    </w:p>
    <w:p w:rsidR="00E971B5" w:rsidRDefault="00E971B5" w:rsidP="00CE4405">
      <w:pPr>
        <w:jc w:val="both"/>
      </w:pPr>
    </w:p>
    <w:p w:rsidR="00E971B5" w:rsidRDefault="00E971B5" w:rsidP="00CE4405">
      <w:pPr>
        <w:jc w:val="both"/>
      </w:pPr>
    </w:p>
    <w:p w:rsidR="00E971B5" w:rsidRDefault="00E971B5" w:rsidP="00CE4405">
      <w:pPr>
        <w:jc w:val="both"/>
      </w:pPr>
    </w:p>
    <w:p w:rsidR="00E971B5" w:rsidRDefault="00E971B5" w:rsidP="00CE4405">
      <w:pPr>
        <w:jc w:val="both"/>
        <w:rPr>
          <w:sz w:val="20"/>
          <w:szCs w:val="20"/>
        </w:rPr>
      </w:pPr>
      <w:r>
        <w:rPr>
          <w:sz w:val="20"/>
          <w:szCs w:val="20"/>
        </w:rPr>
        <w:t>Д. Е. Тимофеева</w:t>
      </w:r>
    </w:p>
    <w:p w:rsidR="00E971B5" w:rsidRPr="00B66224" w:rsidRDefault="00E971B5" w:rsidP="00CE4405">
      <w:pPr>
        <w:jc w:val="both"/>
        <w:rPr>
          <w:sz w:val="20"/>
          <w:szCs w:val="20"/>
        </w:rPr>
      </w:pPr>
      <w:r>
        <w:rPr>
          <w:sz w:val="20"/>
          <w:szCs w:val="20"/>
        </w:rPr>
        <w:t>5-37-58</w:t>
      </w:r>
    </w:p>
    <w:p w:rsidR="00E971B5" w:rsidRPr="0090041E" w:rsidRDefault="00E971B5" w:rsidP="00D4186D">
      <w:pPr>
        <w:pStyle w:val="ConsPlusNormal"/>
        <w:jc w:val="center"/>
        <w:rPr>
          <w:rFonts w:ascii="Times New Roman" w:hAnsi="Times New Roman" w:cs="Times New Roman"/>
          <w:b/>
          <w:bCs/>
          <w:sz w:val="24"/>
          <w:szCs w:val="24"/>
        </w:rPr>
      </w:pPr>
      <w:bookmarkStart w:id="0" w:name="Par29"/>
      <w:bookmarkEnd w:id="0"/>
      <w:r w:rsidRPr="0090041E">
        <w:rPr>
          <w:rFonts w:ascii="Times New Roman" w:hAnsi="Times New Roman" w:cs="Times New Roman"/>
          <w:b/>
          <w:bCs/>
          <w:sz w:val="24"/>
          <w:szCs w:val="24"/>
        </w:rPr>
        <w:t>АДМИНИСТРАТИВНЫЙ РЕГЛАМЕНТ</w:t>
      </w:r>
    </w:p>
    <w:p w:rsidR="00E971B5" w:rsidRPr="0090041E" w:rsidRDefault="00E971B5" w:rsidP="00D4186D">
      <w:pPr>
        <w:pStyle w:val="ConsPlusNormal"/>
        <w:jc w:val="center"/>
        <w:rPr>
          <w:rFonts w:ascii="Times New Roman" w:hAnsi="Times New Roman" w:cs="Times New Roman"/>
          <w:b/>
          <w:bCs/>
          <w:sz w:val="24"/>
          <w:szCs w:val="24"/>
        </w:rPr>
      </w:pPr>
      <w:r w:rsidRPr="0090041E">
        <w:rPr>
          <w:rFonts w:ascii="Times New Roman" w:hAnsi="Times New Roman" w:cs="Times New Roman"/>
          <w:b/>
          <w:bCs/>
          <w:sz w:val="24"/>
          <w:szCs w:val="24"/>
        </w:rPr>
        <w:t>"ПРИЕМ ЗАЯВЛЕНИЙ</w:t>
      </w:r>
    </w:p>
    <w:p w:rsidR="00E971B5" w:rsidRPr="0090041E" w:rsidRDefault="00E971B5" w:rsidP="00D4186D">
      <w:pPr>
        <w:pStyle w:val="ConsPlusNormal"/>
        <w:jc w:val="center"/>
        <w:rPr>
          <w:rFonts w:ascii="Times New Roman" w:hAnsi="Times New Roman" w:cs="Times New Roman"/>
          <w:b/>
          <w:bCs/>
          <w:sz w:val="24"/>
          <w:szCs w:val="24"/>
        </w:rPr>
      </w:pPr>
      <w:r w:rsidRPr="0090041E">
        <w:rPr>
          <w:rFonts w:ascii="Times New Roman" w:hAnsi="Times New Roman" w:cs="Times New Roman"/>
          <w:b/>
          <w:bCs/>
          <w:sz w:val="24"/>
          <w:szCs w:val="24"/>
        </w:rPr>
        <w:t>И ВЫДАЧА СОГЛАСИЯ ОРГАНА ОПЕКИ И ПОПЕЧИТЕЛЬСТВА НА</w:t>
      </w:r>
    </w:p>
    <w:p w:rsidR="00E971B5" w:rsidRPr="0090041E" w:rsidRDefault="00E971B5" w:rsidP="00D4186D">
      <w:pPr>
        <w:pStyle w:val="ConsPlusNormal"/>
        <w:jc w:val="center"/>
        <w:rPr>
          <w:rFonts w:ascii="Times New Roman" w:hAnsi="Times New Roman" w:cs="Times New Roman"/>
          <w:b/>
          <w:bCs/>
          <w:sz w:val="24"/>
          <w:szCs w:val="24"/>
        </w:rPr>
      </w:pPr>
      <w:r w:rsidRPr="0090041E">
        <w:rPr>
          <w:rFonts w:ascii="Times New Roman" w:hAnsi="Times New Roman" w:cs="Times New Roman"/>
          <w:b/>
          <w:bCs/>
          <w:sz w:val="24"/>
          <w:szCs w:val="24"/>
        </w:rPr>
        <w:t>СОВЕРШЕНИЕ СДЕЛОК С ИМУЩЕСТВОМ ПОДОПЕЧНЫХ"</w:t>
      </w:r>
    </w:p>
    <w:p w:rsidR="00E971B5" w:rsidRPr="0090041E" w:rsidRDefault="00E971B5" w:rsidP="00D4186D">
      <w:pPr>
        <w:pStyle w:val="ConsPlusNormal"/>
        <w:ind w:firstLine="540"/>
        <w:jc w:val="both"/>
        <w:rPr>
          <w:rFonts w:ascii="Times New Roman" w:hAnsi="Times New Roman" w:cs="Times New Roman"/>
          <w:sz w:val="24"/>
          <w:szCs w:val="24"/>
        </w:rPr>
      </w:pPr>
    </w:p>
    <w:p w:rsidR="00E971B5" w:rsidRPr="0090041E" w:rsidRDefault="00E971B5" w:rsidP="00D4186D">
      <w:pPr>
        <w:pStyle w:val="ConsPlusNormal"/>
        <w:jc w:val="center"/>
        <w:outlineLvl w:val="1"/>
        <w:rPr>
          <w:rFonts w:ascii="Times New Roman" w:hAnsi="Times New Roman" w:cs="Times New Roman"/>
          <w:sz w:val="24"/>
          <w:szCs w:val="24"/>
        </w:rPr>
      </w:pPr>
      <w:r w:rsidRPr="0090041E">
        <w:rPr>
          <w:rFonts w:ascii="Times New Roman" w:hAnsi="Times New Roman" w:cs="Times New Roman"/>
          <w:sz w:val="24"/>
          <w:szCs w:val="24"/>
        </w:rPr>
        <w:t>I. Общие положения</w:t>
      </w:r>
    </w:p>
    <w:p w:rsidR="00E971B5" w:rsidRPr="0090041E" w:rsidRDefault="00E971B5" w:rsidP="00D4186D">
      <w:pPr>
        <w:pStyle w:val="ConsPlusNormal"/>
        <w:ind w:firstLine="540"/>
        <w:rPr>
          <w:rFonts w:ascii="Times New Roman" w:hAnsi="Times New Roman" w:cs="Times New Roman"/>
          <w:sz w:val="24"/>
          <w:szCs w:val="24"/>
        </w:rPr>
      </w:pPr>
    </w:p>
    <w:p w:rsidR="00E971B5" w:rsidRPr="00F06DE9" w:rsidRDefault="00E971B5" w:rsidP="00D4186D">
      <w:pPr>
        <w:pStyle w:val="ConsPlusNormal"/>
        <w:ind w:firstLine="540"/>
        <w:jc w:val="both"/>
        <w:rPr>
          <w:rFonts w:ascii="Times New Roman" w:hAnsi="Times New Roman" w:cs="Times New Roman"/>
          <w:color w:val="FF0000"/>
          <w:sz w:val="24"/>
          <w:szCs w:val="24"/>
          <w:u w:val="single"/>
        </w:rPr>
      </w:pPr>
      <w:r w:rsidRPr="00F06DE9">
        <w:rPr>
          <w:rFonts w:ascii="Times New Roman" w:hAnsi="Times New Roman" w:cs="Times New Roman"/>
          <w:color w:val="FF0000"/>
          <w:sz w:val="24"/>
          <w:szCs w:val="24"/>
          <w:u w:val="single"/>
        </w:rPr>
        <w:t>1.1. Настоящий административный регламент предоставления муниципальной услуги «Прием заявлений и выдача согласия органа опеки и попечительства на совершение сделок с имуществом подопечных» (далее - муницпальная услуга) на территории Осинниковского городского округа разработан в целях повышения качества предоставления и доступности муниципальной услуги, определяет требования к порядку предоставления муниципальной услуги, сроки и последовательность действий получателя муниципальной услуги при совершении сделок с имуществом несовершеннолетних.</w:t>
      </w:r>
    </w:p>
    <w:p w:rsidR="00E971B5" w:rsidRPr="0090041E" w:rsidRDefault="00E971B5" w:rsidP="00D4186D">
      <w:pPr>
        <w:pStyle w:val="ConsPlusNormal"/>
        <w:ind w:firstLine="540"/>
        <w:jc w:val="both"/>
        <w:rPr>
          <w:rFonts w:ascii="Times New Roman" w:hAnsi="Times New Roman" w:cs="Times New Roman"/>
          <w:sz w:val="24"/>
          <w:szCs w:val="24"/>
        </w:rPr>
      </w:pPr>
      <w:r w:rsidRPr="0090041E">
        <w:rPr>
          <w:rFonts w:ascii="Times New Roman" w:hAnsi="Times New Roman" w:cs="Times New Roman"/>
          <w:sz w:val="24"/>
          <w:szCs w:val="24"/>
        </w:rPr>
        <w:t>1.2. Настоящий административный регламент предоставления муниципальной услуги разработан в соответствии с:</w:t>
      </w:r>
    </w:p>
    <w:p w:rsidR="00E971B5" w:rsidRPr="0090041E" w:rsidRDefault="00E971B5" w:rsidP="00D4186D">
      <w:pPr>
        <w:pStyle w:val="ConsPlusNormal"/>
        <w:ind w:firstLine="540"/>
        <w:jc w:val="both"/>
        <w:rPr>
          <w:rFonts w:ascii="Times New Roman" w:hAnsi="Times New Roman" w:cs="Times New Roman"/>
          <w:sz w:val="24"/>
          <w:szCs w:val="24"/>
        </w:rPr>
      </w:pPr>
      <w:r w:rsidRPr="0090041E">
        <w:rPr>
          <w:rFonts w:ascii="Times New Roman" w:hAnsi="Times New Roman" w:cs="Times New Roman"/>
          <w:sz w:val="24"/>
          <w:szCs w:val="24"/>
        </w:rPr>
        <w:t xml:space="preserve">- Федеральным </w:t>
      </w:r>
      <w:hyperlink r:id="rId5" w:history="1">
        <w:r w:rsidRPr="0090041E">
          <w:rPr>
            <w:rFonts w:ascii="Times New Roman" w:hAnsi="Times New Roman" w:cs="Times New Roman"/>
            <w:sz w:val="24"/>
            <w:szCs w:val="24"/>
          </w:rPr>
          <w:t>законом</w:t>
        </w:r>
      </w:hyperlink>
      <w:r>
        <w:rPr>
          <w:rFonts w:ascii="Times New Roman" w:hAnsi="Times New Roman" w:cs="Times New Roman"/>
          <w:sz w:val="24"/>
          <w:szCs w:val="24"/>
        </w:rPr>
        <w:t xml:space="preserve"> от 27.07.2010 N 210-ФЗ «</w:t>
      </w:r>
      <w:r w:rsidRPr="0090041E">
        <w:rPr>
          <w:rFonts w:ascii="Times New Roman" w:hAnsi="Times New Roman" w:cs="Times New Roman"/>
          <w:sz w:val="24"/>
          <w:szCs w:val="24"/>
        </w:rPr>
        <w:t>Об организации предоставления госуда</w:t>
      </w:r>
      <w:r>
        <w:rPr>
          <w:rFonts w:ascii="Times New Roman" w:hAnsi="Times New Roman" w:cs="Times New Roman"/>
          <w:sz w:val="24"/>
          <w:szCs w:val="24"/>
        </w:rPr>
        <w:t>рственных и муниципальных услуг»</w:t>
      </w:r>
      <w:r w:rsidRPr="0090041E">
        <w:rPr>
          <w:rFonts w:ascii="Times New Roman" w:hAnsi="Times New Roman" w:cs="Times New Roman"/>
          <w:sz w:val="24"/>
          <w:szCs w:val="24"/>
        </w:rPr>
        <w:t>;</w:t>
      </w:r>
    </w:p>
    <w:p w:rsidR="00E971B5" w:rsidRPr="0090041E" w:rsidRDefault="00E971B5" w:rsidP="00D4186D">
      <w:pPr>
        <w:pStyle w:val="ConsPlusNormal"/>
        <w:ind w:firstLine="540"/>
        <w:jc w:val="both"/>
        <w:rPr>
          <w:rFonts w:ascii="Times New Roman" w:hAnsi="Times New Roman" w:cs="Times New Roman"/>
          <w:sz w:val="24"/>
          <w:szCs w:val="24"/>
        </w:rPr>
      </w:pPr>
      <w:r w:rsidRPr="0090041E">
        <w:rPr>
          <w:rFonts w:ascii="Times New Roman" w:hAnsi="Times New Roman" w:cs="Times New Roman"/>
          <w:sz w:val="24"/>
          <w:szCs w:val="24"/>
        </w:rPr>
        <w:t xml:space="preserve">- </w:t>
      </w:r>
    </w:p>
    <w:p w:rsidR="00E971B5" w:rsidRPr="0090041E" w:rsidRDefault="00E971B5" w:rsidP="00D4186D">
      <w:pPr>
        <w:pStyle w:val="ConsPlusNormal"/>
        <w:jc w:val="center"/>
        <w:outlineLvl w:val="1"/>
        <w:rPr>
          <w:rFonts w:ascii="Times New Roman" w:hAnsi="Times New Roman" w:cs="Times New Roman"/>
          <w:sz w:val="24"/>
          <w:szCs w:val="24"/>
        </w:rPr>
      </w:pPr>
      <w:r w:rsidRPr="0090041E">
        <w:rPr>
          <w:rFonts w:ascii="Times New Roman" w:hAnsi="Times New Roman" w:cs="Times New Roman"/>
          <w:sz w:val="24"/>
          <w:szCs w:val="24"/>
        </w:rPr>
        <w:t>II. Стандарт предоставления государственной услуги</w:t>
      </w:r>
    </w:p>
    <w:p w:rsidR="00E971B5" w:rsidRPr="0090041E" w:rsidRDefault="00E971B5" w:rsidP="00D4186D">
      <w:pPr>
        <w:pStyle w:val="ConsPlusNormal"/>
        <w:ind w:firstLine="540"/>
        <w:rPr>
          <w:rFonts w:ascii="Times New Roman" w:hAnsi="Times New Roman" w:cs="Times New Roman"/>
          <w:sz w:val="24"/>
          <w:szCs w:val="24"/>
        </w:rPr>
      </w:pPr>
    </w:p>
    <w:p w:rsidR="00E971B5" w:rsidRPr="0090041E" w:rsidRDefault="00E971B5" w:rsidP="00D4186D">
      <w:pPr>
        <w:pStyle w:val="ConsPlusNormal"/>
        <w:ind w:firstLine="540"/>
        <w:jc w:val="both"/>
        <w:rPr>
          <w:rFonts w:ascii="Times New Roman" w:hAnsi="Times New Roman" w:cs="Times New Roman"/>
          <w:sz w:val="24"/>
          <w:szCs w:val="24"/>
        </w:rPr>
      </w:pPr>
      <w:r w:rsidRPr="0090041E">
        <w:rPr>
          <w:rFonts w:ascii="Times New Roman" w:hAnsi="Times New Roman" w:cs="Times New Roman"/>
          <w:sz w:val="24"/>
          <w:szCs w:val="24"/>
        </w:rPr>
        <w:t>2.1. Настоящий стандарт распространяется на услугу " Прием заявлений и выдача согласия органа опеки и попечительства на совершение сделок с имуществом подопечных " (далее - услуга), предоставляемую населению Осинниковского городского округа, включенную в перечень услуг, оказываемых по запросам заявителей, органами и структурными подразделениями Администрации Осинниковского городского округа и подведомственными им муниципальными учреждениями на территории Осинниковского городского округа в рамках отдельных государственных полномочий, переданных органам местного самоуправления на основании законов Кемеровской области.</w:t>
      </w:r>
    </w:p>
    <w:p w:rsidR="00E971B5" w:rsidRPr="00F06DE9" w:rsidRDefault="00E971B5" w:rsidP="00D4186D">
      <w:pPr>
        <w:pStyle w:val="ConsPlusNormal"/>
        <w:ind w:firstLine="540"/>
        <w:jc w:val="both"/>
        <w:rPr>
          <w:rFonts w:ascii="Times New Roman" w:hAnsi="Times New Roman" w:cs="Times New Roman"/>
          <w:b/>
          <w:color w:val="FF0000"/>
          <w:sz w:val="24"/>
          <w:szCs w:val="24"/>
        </w:rPr>
      </w:pPr>
      <w:r w:rsidRPr="00F06DE9">
        <w:rPr>
          <w:rFonts w:ascii="Times New Roman" w:hAnsi="Times New Roman" w:cs="Times New Roman"/>
          <w:b/>
          <w:color w:val="FF0000"/>
          <w:sz w:val="24"/>
          <w:szCs w:val="24"/>
        </w:rPr>
        <w:t>2.2. Государственная услуга предоставляется на территории Осинниковского городского округа по адресу: г. Осинники, ул. Кирова, 17.</w:t>
      </w:r>
    </w:p>
    <w:p w:rsidR="00E971B5" w:rsidRPr="00F06DE9" w:rsidRDefault="00E971B5" w:rsidP="00D4186D">
      <w:pPr>
        <w:pStyle w:val="ConsPlusNormal"/>
        <w:ind w:firstLine="540"/>
        <w:jc w:val="both"/>
        <w:rPr>
          <w:rFonts w:ascii="Times New Roman" w:hAnsi="Times New Roman" w:cs="Times New Roman"/>
          <w:b/>
          <w:color w:val="FF0000"/>
          <w:sz w:val="24"/>
          <w:szCs w:val="24"/>
        </w:rPr>
      </w:pPr>
      <w:r w:rsidRPr="00F06DE9">
        <w:rPr>
          <w:rFonts w:ascii="Times New Roman" w:hAnsi="Times New Roman" w:cs="Times New Roman"/>
          <w:b/>
          <w:color w:val="FF0000"/>
          <w:sz w:val="24"/>
          <w:szCs w:val="24"/>
        </w:rPr>
        <w:t>В Осинниковском городском округе работу с населением по предоставлению государственной услуги осуществляют органы опеки и попечительства.</w:t>
      </w:r>
    </w:p>
    <w:p w:rsidR="00E971B5" w:rsidRPr="00F06DE9" w:rsidRDefault="00E971B5" w:rsidP="00D4186D">
      <w:pPr>
        <w:pStyle w:val="ConsPlusNormal"/>
        <w:ind w:firstLine="540"/>
        <w:jc w:val="both"/>
        <w:rPr>
          <w:rFonts w:ascii="Times New Roman" w:hAnsi="Times New Roman" w:cs="Times New Roman"/>
          <w:b/>
          <w:color w:val="FF0000"/>
          <w:sz w:val="24"/>
          <w:szCs w:val="24"/>
        </w:rPr>
      </w:pPr>
      <w:r w:rsidRPr="00F06DE9">
        <w:rPr>
          <w:rFonts w:ascii="Times New Roman" w:hAnsi="Times New Roman" w:cs="Times New Roman"/>
          <w:b/>
          <w:color w:val="FF0000"/>
          <w:sz w:val="24"/>
          <w:szCs w:val="24"/>
        </w:rPr>
        <w:t>Государственная услуга предоставляется гражданам Российской Федерации, постоянно проживающим на территории Российской Федерации, выразившим желание на  совершение сделок с имуществом подопечных.</w:t>
      </w:r>
    </w:p>
    <w:p w:rsidR="00E971B5" w:rsidRPr="00EC74AD" w:rsidRDefault="00E971B5" w:rsidP="00D4186D">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2.3. Результатом исполнения государственной услуги является предоставление гражданам информации, прием заявлений на  совершение сделок с имуществом подопечных.</w:t>
      </w:r>
    </w:p>
    <w:p w:rsidR="00E971B5" w:rsidRPr="00EC74AD" w:rsidRDefault="00E971B5" w:rsidP="00D4186D">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2.4. Срок предоставления государственной услуги - день обращения заявителя.</w:t>
      </w:r>
    </w:p>
    <w:p w:rsidR="00E971B5" w:rsidRPr="00EC74AD" w:rsidRDefault="00E971B5" w:rsidP="00D4186D">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2.4.1. Срок исполнения государственной услуги при письменном обращении заявителя не должен превышать 15 дней с момента регистрации обращения.</w:t>
      </w:r>
    </w:p>
    <w:p w:rsidR="00E971B5" w:rsidRPr="00EC74AD" w:rsidRDefault="00E971B5" w:rsidP="00D4186D">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2.5. Правовыми основаниями для предоставления государственной услуги являются:</w:t>
      </w:r>
    </w:p>
    <w:p w:rsidR="00E971B5" w:rsidRPr="00EC74AD" w:rsidRDefault="00E971B5" w:rsidP="00D4186D">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xml:space="preserve">- </w:t>
      </w:r>
      <w:hyperlink r:id="rId6" w:history="1">
        <w:r w:rsidRPr="00EC74AD">
          <w:rPr>
            <w:rFonts w:ascii="Times New Roman" w:hAnsi="Times New Roman" w:cs="Times New Roman"/>
            <w:color w:val="FF0000"/>
            <w:sz w:val="24"/>
            <w:szCs w:val="24"/>
          </w:rPr>
          <w:t>Конституцией</w:t>
        </w:r>
      </w:hyperlink>
      <w:r w:rsidRPr="00EC74AD">
        <w:rPr>
          <w:rFonts w:ascii="Times New Roman" w:hAnsi="Times New Roman" w:cs="Times New Roman"/>
          <w:color w:val="FF0000"/>
          <w:sz w:val="24"/>
          <w:szCs w:val="24"/>
        </w:rPr>
        <w:t xml:space="preserve"> Российской Федерации;</w:t>
      </w:r>
    </w:p>
    <w:p w:rsidR="00E971B5" w:rsidRPr="00EC74AD" w:rsidRDefault="00E971B5" w:rsidP="00D4186D">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xml:space="preserve">- Семейным </w:t>
      </w:r>
      <w:hyperlink r:id="rId7" w:history="1">
        <w:r w:rsidRPr="00EC74AD">
          <w:rPr>
            <w:rFonts w:ascii="Times New Roman" w:hAnsi="Times New Roman" w:cs="Times New Roman"/>
            <w:color w:val="FF0000"/>
            <w:sz w:val="24"/>
            <w:szCs w:val="24"/>
          </w:rPr>
          <w:t>кодексом</w:t>
        </w:r>
      </w:hyperlink>
      <w:r w:rsidRPr="00EC74AD">
        <w:rPr>
          <w:rFonts w:ascii="Times New Roman" w:hAnsi="Times New Roman" w:cs="Times New Roman"/>
          <w:color w:val="FF0000"/>
          <w:sz w:val="24"/>
          <w:szCs w:val="24"/>
        </w:rPr>
        <w:t xml:space="preserve"> Российской Федерации;</w:t>
      </w:r>
    </w:p>
    <w:p w:rsidR="00E971B5" w:rsidRPr="00EC74AD" w:rsidRDefault="00E971B5" w:rsidP="00D4186D">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xml:space="preserve">- Гражданским </w:t>
      </w:r>
      <w:hyperlink r:id="rId8" w:history="1">
        <w:r w:rsidRPr="00EC74AD">
          <w:rPr>
            <w:rFonts w:ascii="Times New Roman" w:hAnsi="Times New Roman" w:cs="Times New Roman"/>
            <w:color w:val="FF0000"/>
            <w:sz w:val="24"/>
            <w:szCs w:val="24"/>
          </w:rPr>
          <w:t>кодексом</w:t>
        </w:r>
      </w:hyperlink>
      <w:r w:rsidRPr="00EC74AD">
        <w:rPr>
          <w:rFonts w:ascii="Times New Roman" w:hAnsi="Times New Roman" w:cs="Times New Roman"/>
          <w:color w:val="FF0000"/>
          <w:sz w:val="24"/>
          <w:szCs w:val="24"/>
        </w:rPr>
        <w:t xml:space="preserve"> Российской Федерации;</w:t>
      </w:r>
    </w:p>
    <w:p w:rsidR="00E971B5" w:rsidRPr="00EC74AD" w:rsidRDefault="00E971B5" w:rsidP="00D4186D">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xml:space="preserve">- Жилищным </w:t>
      </w:r>
      <w:hyperlink r:id="rId9" w:history="1">
        <w:r w:rsidRPr="00EC74AD">
          <w:rPr>
            <w:rFonts w:ascii="Times New Roman" w:hAnsi="Times New Roman" w:cs="Times New Roman"/>
            <w:color w:val="FF0000"/>
            <w:sz w:val="24"/>
            <w:szCs w:val="24"/>
          </w:rPr>
          <w:t>кодексом</w:t>
        </w:r>
      </w:hyperlink>
      <w:r w:rsidRPr="00EC74AD">
        <w:rPr>
          <w:rFonts w:ascii="Times New Roman" w:hAnsi="Times New Roman" w:cs="Times New Roman"/>
          <w:color w:val="FF0000"/>
          <w:sz w:val="24"/>
          <w:szCs w:val="24"/>
        </w:rPr>
        <w:t xml:space="preserve"> Российской федерации;</w:t>
      </w:r>
    </w:p>
    <w:p w:rsidR="00E971B5" w:rsidRPr="00EC74AD" w:rsidRDefault="00E971B5" w:rsidP="00D4186D">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xml:space="preserve">- Федеральным </w:t>
      </w:r>
      <w:hyperlink r:id="rId10" w:history="1">
        <w:r w:rsidRPr="00EC74AD">
          <w:rPr>
            <w:rFonts w:ascii="Times New Roman" w:hAnsi="Times New Roman" w:cs="Times New Roman"/>
            <w:color w:val="FF0000"/>
            <w:sz w:val="24"/>
            <w:szCs w:val="24"/>
          </w:rPr>
          <w:t>законом</w:t>
        </w:r>
      </w:hyperlink>
      <w:r w:rsidRPr="00EC74AD">
        <w:rPr>
          <w:rFonts w:ascii="Times New Roman" w:hAnsi="Times New Roman" w:cs="Times New Roman"/>
          <w:color w:val="FF0000"/>
          <w:sz w:val="24"/>
          <w:szCs w:val="24"/>
        </w:rPr>
        <w:t xml:space="preserve"> от 24.04.2008 N 48-ФЗ "Об опеке и попечительстве";</w:t>
      </w:r>
    </w:p>
    <w:p w:rsidR="00E971B5" w:rsidRPr="00EC74AD" w:rsidRDefault="00E971B5" w:rsidP="00D4186D">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xml:space="preserve">- </w:t>
      </w:r>
      <w:hyperlink r:id="rId11" w:history="1">
        <w:r w:rsidRPr="00EC74AD">
          <w:rPr>
            <w:rFonts w:ascii="Times New Roman" w:hAnsi="Times New Roman" w:cs="Times New Roman"/>
            <w:color w:val="FF0000"/>
            <w:sz w:val="24"/>
            <w:szCs w:val="24"/>
          </w:rPr>
          <w:t>Законом</w:t>
        </w:r>
      </w:hyperlink>
      <w:r w:rsidRPr="00EC74AD">
        <w:rPr>
          <w:rFonts w:ascii="Times New Roman" w:hAnsi="Times New Roman" w:cs="Times New Roman"/>
          <w:color w:val="FF0000"/>
          <w:sz w:val="24"/>
          <w:szCs w:val="24"/>
        </w:rPr>
        <w:t xml:space="preserve"> Кемеровской области от 27.12.2007 N 204-ОЗ "О наделении органов местного самоуправления отдельным государственным полномочием Кемеровской области по организации и осуществлению деятельности органов опеки и попечительства", Положением «Об Управлении образования администрации Осинниковского городского округа», утвержденным Решением Совета народных депутатов Осинниковского городского округа от 18.11.2014 г.  №     107-МНА, Постановлением администрации Осинниковского городского округа от 23.11.2012 г. № 1888/1-П «О наделении Управления образования администрации Осинниковского городского округа статусом органа опеки и попечительства».</w:t>
      </w:r>
    </w:p>
    <w:p w:rsidR="00E971B5" w:rsidRPr="00EC74AD" w:rsidRDefault="00E971B5" w:rsidP="00D4186D">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2.6. Перечень документов, необходимых для предоставления государственной услуги.</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2.6.1. Перечень документов, необходимых для рассмотрения вопросов по совершению сделок с имуществом подопечных (купле-продаже, дарению, мене) жилых помещений, в которых собственниками являются, в том числе несовершеннолетние,снятие денежных средств, причитающихся несовершеннолетним:</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xml:space="preserve">- </w:t>
      </w:r>
      <w:hyperlink w:anchor="Par215" w:history="1">
        <w:r w:rsidRPr="00EC74AD">
          <w:rPr>
            <w:rFonts w:ascii="Times New Roman" w:hAnsi="Times New Roman" w:cs="Times New Roman"/>
            <w:color w:val="FF0000"/>
            <w:sz w:val="24"/>
            <w:szCs w:val="24"/>
          </w:rPr>
          <w:t>заявление</w:t>
        </w:r>
      </w:hyperlink>
      <w:r w:rsidRPr="00EC74AD">
        <w:rPr>
          <w:rFonts w:ascii="Times New Roman" w:hAnsi="Times New Roman" w:cs="Times New Roman"/>
          <w:color w:val="FF0000"/>
          <w:sz w:val="24"/>
          <w:szCs w:val="24"/>
        </w:rPr>
        <w:t xml:space="preserve"> обоих родителей, опекунов, попечителей, приемных родителей, по достижении несовершеннолетним 14 лет, заявление несовершеннолетнего, с просьбой о разрешении совершения сделки (оформляется в отделе опеки) согласно приложения N 1;</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копии паспортов родителей, опекунов, попечителей, приемных родителей и других участников сделки;</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копии свидетельств о собственности на жилое помещение (отдельно с места продажи и с места покупки, обмена и т.д.);</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копии технических паспортов жилого помещения (отдельно с места продажи и с места покупки, обмена и т.д.) (не позднее 5 лет);</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копии правоустанавливающих документов (договоров о передаче жилого помещения в собственность, купли-продажи, дарения, мены,наследства, о долевом участии в строительстве), (отдельно с места продажи и с места покупки, обмена и т.д.);</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справки с места жительства (регистрации) несовершеннолетнего,</w:t>
      </w:r>
    </w:p>
    <w:p w:rsidR="00E971B5" w:rsidRPr="00EC74AD" w:rsidRDefault="00E971B5" w:rsidP="00291732">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копия свидетельства о рождении ребенка, если ребенок старше 14 лет копия свидетельства о рождении и копия паспорта,</w:t>
      </w:r>
    </w:p>
    <w:p w:rsidR="00E971B5" w:rsidRPr="00EC74AD" w:rsidRDefault="00E971B5" w:rsidP="00291732">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xml:space="preserve">- свидетельство о заключении брака родителей несовершеннолетнего; </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постановление о назначении опеки (попечительства), договор о приемной семье;</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выписка из Единого государственного реестра прав на недвижимое имущество и сделок с ним, в случае ограничения (обременения) недвижимости, (отдельно с места продажи и с места покупки);</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-Оценка рыночной стоимости жилого помещения (отдельно с места продажи и с места покупки);</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Справка из ФНС по отсутствию/наличию задолженности по уплате налогов за жилые помещения;</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Справка об отсутствии/наличии задолженности за коммунальные услуги на жилые помещения (с места продажи и с места покупки)</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2.6.2. Перечень документов для рассмотрения вопросов по залогу и ипотеки жилого помещения:</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xml:space="preserve">- </w:t>
      </w:r>
      <w:hyperlink w:anchor="Par268" w:history="1">
        <w:r w:rsidRPr="00EC74AD">
          <w:rPr>
            <w:rFonts w:ascii="Times New Roman" w:hAnsi="Times New Roman" w:cs="Times New Roman"/>
            <w:color w:val="FF0000"/>
            <w:sz w:val="24"/>
            <w:szCs w:val="24"/>
          </w:rPr>
          <w:t>заявление</w:t>
        </w:r>
      </w:hyperlink>
      <w:r w:rsidRPr="00EC74AD">
        <w:rPr>
          <w:rFonts w:ascii="Times New Roman" w:hAnsi="Times New Roman" w:cs="Times New Roman"/>
          <w:color w:val="FF0000"/>
          <w:sz w:val="24"/>
          <w:szCs w:val="24"/>
        </w:rPr>
        <w:t xml:space="preserve"> обоих родителей, опекунов, попечителей, приемных родителей, с просьбой о разрешении совершения сделки (оформляется в отделе опеки) согласно приложения N 2;</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копии паспортов родителей, опекунов, попечителей, приемных родителей;</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копия свидетельства о собственности на приобретаемое жилое помещение;</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копия правоустанавливающего документа;</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копия технического паспорта жилого помещения;</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справка с места жительства (регистрации) несовершеннолетнего, недееспособного или не полностью дееспособного гражданина;</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xml:space="preserve">- копия свидетельства о рождении ребенка, если ребенок старше 14 лет, копия паспорта; </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запрос из кредитной организации.</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2.6.3. Перечень документов для рассмотрения вопросов о выдаче разрешений на снятие денежных средств со счета несовершеннолетнего ребенка:</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xml:space="preserve">- заявление родителей, опекунов, попечителей, приемных родителей, по достижении несовершеннолетним 14 лет, заявление несовершеннолетнего (оформляется в отделе опеки) согласно </w:t>
      </w:r>
      <w:hyperlink w:anchor="Par304" w:history="1">
        <w:r w:rsidRPr="00EC74AD">
          <w:rPr>
            <w:rFonts w:ascii="Times New Roman" w:hAnsi="Times New Roman" w:cs="Times New Roman"/>
            <w:color w:val="FF0000"/>
            <w:sz w:val="24"/>
            <w:szCs w:val="24"/>
          </w:rPr>
          <w:t>приложения N 3</w:t>
        </w:r>
      </w:hyperlink>
      <w:r w:rsidRPr="00EC74AD">
        <w:rPr>
          <w:rFonts w:ascii="Times New Roman" w:hAnsi="Times New Roman" w:cs="Times New Roman"/>
          <w:color w:val="FF0000"/>
          <w:sz w:val="24"/>
          <w:szCs w:val="24"/>
        </w:rPr>
        <w:t xml:space="preserve">, </w:t>
      </w:r>
      <w:hyperlink w:anchor="Par338" w:history="1">
        <w:r w:rsidRPr="00EC74AD">
          <w:rPr>
            <w:rFonts w:ascii="Times New Roman" w:hAnsi="Times New Roman" w:cs="Times New Roman"/>
            <w:color w:val="FF0000"/>
            <w:sz w:val="24"/>
            <w:szCs w:val="24"/>
          </w:rPr>
          <w:t>N 4</w:t>
        </w:r>
      </w:hyperlink>
      <w:r w:rsidRPr="00EC74AD">
        <w:rPr>
          <w:rFonts w:ascii="Times New Roman" w:hAnsi="Times New Roman" w:cs="Times New Roman"/>
          <w:color w:val="FF0000"/>
          <w:sz w:val="24"/>
          <w:szCs w:val="24"/>
        </w:rPr>
        <w:t>;</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копии паспортов родителей;</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постановление о назначении опеки (попечительства), договор о приемной семье;</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копия расчётного счёта несовершеннолетнего ребенка;</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копия свидетельства о рождении ребенка, если ребенок старше 14 лет, копия паспорта, копия паспорта;</w:t>
      </w:r>
    </w:p>
    <w:p w:rsidR="00E971B5" w:rsidRPr="00EC74AD" w:rsidRDefault="00E971B5" w:rsidP="00E178E5">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справки с места жительства (регистрации) несовершеннолетнего,</w:t>
      </w:r>
    </w:p>
    <w:p w:rsidR="00E971B5" w:rsidRPr="00EC74AD" w:rsidRDefault="00E971B5" w:rsidP="009553CE">
      <w:pPr>
        <w:pStyle w:val="ConsPlusNormal"/>
        <w:ind w:firstLine="540"/>
        <w:jc w:val="both"/>
        <w:rPr>
          <w:rFonts w:ascii="Times New Roman" w:hAnsi="Times New Roman" w:cs="Times New Roman"/>
          <w:color w:val="FF0000"/>
          <w:sz w:val="24"/>
          <w:szCs w:val="24"/>
        </w:rPr>
      </w:pP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2.6.4. Перечень документов для рассмотрения вопросов о выдаче разрешений на продажу транспортного средства, принадлежащего несовершеннолетнему ребенку:</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xml:space="preserve">- заявление родителей, опекунов, попечителей, приемных родителей, по достижении несовершеннолетним 14 лет, заявление несовершеннолетнего (оформляется в отделе опеки) согласно </w:t>
      </w:r>
      <w:hyperlink w:anchor="Par372" w:history="1">
        <w:r w:rsidRPr="00EC74AD">
          <w:rPr>
            <w:rFonts w:ascii="Times New Roman" w:hAnsi="Times New Roman" w:cs="Times New Roman"/>
            <w:color w:val="FF0000"/>
            <w:sz w:val="24"/>
            <w:szCs w:val="24"/>
          </w:rPr>
          <w:t>приложения N 5</w:t>
        </w:r>
      </w:hyperlink>
      <w:r w:rsidRPr="00EC74AD">
        <w:rPr>
          <w:rFonts w:ascii="Times New Roman" w:hAnsi="Times New Roman" w:cs="Times New Roman"/>
          <w:color w:val="FF0000"/>
          <w:sz w:val="24"/>
          <w:szCs w:val="24"/>
        </w:rPr>
        <w:t xml:space="preserve">, </w:t>
      </w:r>
      <w:hyperlink w:anchor="Par406" w:history="1">
        <w:r w:rsidRPr="00EC74AD">
          <w:rPr>
            <w:rFonts w:ascii="Times New Roman" w:hAnsi="Times New Roman" w:cs="Times New Roman"/>
            <w:color w:val="FF0000"/>
            <w:sz w:val="24"/>
            <w:szCs w:val="24"/>
          </w:rPr>
          <w:t>N 6</w:t>
        </w:r>
      </w:hyperlink>
      <w:r w:rsidRPr="00EC74AD">
        <w:rPr>
          <w:rFonts w:ascii="Times New Roman" w:hAnsi="Times New Roman" w:cs="Times New Roman"/>
          <w:color w:val="FF0000"/>
          <w:sz w:val="24"/>
          <w:szCs w:val="24"/>
        </w:rPr>
        <w:t>;</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копии паспортов родителей, опекунов, попечителей, приемных родителей;</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постановление о назначении опеки (попечительства), договор о приемной семье;</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копия свидетельства о регистрации транспортного средства;</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копия свидетельства о рождении ребенка, если ребенок старше 14 лет, копия паспорта;</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копия паспорта транспортного средства;</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копия правоустанавливающего документа, на основании которого несовершеннолетний, недееспособный, или не полностью дееспособный гражданин приобрел право собственности на данное транспортное средство (свидетельство о праве на наследство по закону и др.).</w:t>
      </w:r>
    </w:p>
    <w:p w:rsidR="00E971B5" w:rsidRPr="00EC74AD" w:rsidRDefault="00E971B5" w:rsidP="00E178E5">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справки с места жительства (регистрации) несовершеннолетнего,</w:t>
      </w:r>
    </w:p>
    <w:p w:rsidR="00E971B5" w:rsidRPr="00EC74AD" w:rsidRDefault="00E971B5" w:rsidP="009553CE">
      <w:pPr>
        <w:pStyle w:val="ConsPlusNormal"/>
        <w:ind w:firstLine="540"/>
        <w:jc w:val="both"/>
        <w:rPr>
          <w:rFonts w:ascii="Times New Roman" w:hAnsi="Times New Roman" w:cs="Times New Roman"/>
          <w:color w:val="FF0000"/>
          <w:sz w:val="24"/>
          <w:szCs w:val="24"/>
        </w:rPr>
      </w:pPr>
    </w:p>
    <w:p w:rsidR="00E971B5" w:rsidRPr="00EC74AD" w:rsidRDefault="00E971B5" w:rsidP="009553CE">
      <w:pPr>
        <w:pStyle w:val="ConsPlusNormal"/>
        <w:ind w:firstLine="540"/>
        <w:jc w:val="both"/>
        <w:rPr>
          <w:rFonts w:ascii="Times New Roman" w:hAnsi="Times New Roman" w:cs="Times New Roman"/>
          <w:color w:val="FF0000"/>
          <w:sz w:val="24"/>
          <w:szCs w:val="24"/>
        </w:rPr>
      </w:pPr>
      <w:bookmarkStart w:id="1" w:name="Par93"/>
      <w:bookmarkEnd w:id="1"/>
      <w:r w:rsidRPr="00EC74AD">
        <w:rPr>
          <w:rFonts w:ascii="Times New Roman" w:hAnsi="Times New Roman" w:cs="Times New Roman"/>
          <w:color w:val="FF0000"/>
          <w:sz w:val="24"/>
          <w:szCs w:val="24"/>
        </w:rPr>
        <w:t>2.7. Перечень оснований для отказа в приеме документов, необходимых для предоставления государственной услуги:</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отсутствие либо несоответствие представленных документов установленным требованиям.</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2.8. Перечень оснований для отказа в предоставлении государственной услуги:</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а) смерть получателя государственной услуги;</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б) отказ заявителя от предоставления государственной услуги путем подачи личного заявления;</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в) отсутствие либо несоответствие представленного документа установленным требованиям;</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г) предоставление заявителем недостоверных сведений, поддельных документов.</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Решение об отказе в предоставлении государственной услуги доводится отделом опеки и попечительства до заявителя в письменной форме в течение 15 рабочих дней с даты принятия решения с указанием основания его принятия.</w:t>
      </w:r>
    </w:p>
    <w:p w:rsidR="00E971B5" w:rsidRPr="00F06DE9" w:rsidRDefault="00E971B5" w:rsidP="009553CE">
      <w:pPr>
        <w:pStyle w:val="ConsPlusNormal"/>
        <w:ind w:firstLine="540"/>
        <w:jc w:val="both"/>
        <w:rPr>
          <w:rFonts w:ascii="Times New Roman" w:hAnsi="Times New Roman" w:cs="Times New Roman"/>
          <w:color w:val="FF0000"/>
          <w:sz w:val="24"/>
          <w:szCs w:val="24"/>
        </w:rPr>
      </w:pPr>
      <w:r w:rsidRPr="00F06DE9">
        <w:rPr>
          <w:rFonts w:ascii="Times New Roman" w:hAnsi="Times New Roman" w:cs="Times New Roman"/>
          <w:color w:val="FF0000"/>
          <w:sz w:val="24"/>
          <w:szCs w:val="24"/>
        </w:rPr>
        <w:t>2.9. Предоставление государственной услуги осуществляется на бесплатной основе.</w:t>
      </w:r>
    </w:p>
    <w:p w:rsidR="00E971B5" w:rsidRPr="00F06DE9" w:rsidRDefault="00E971B5" w:rsidP="009553CE">
      <w:pPr>
        <w:pStyle w:val="ConsPlusNormal"/>
        <w:ind w:firstLine="540"/>
        <w:jc w:val="both"/>
        <w:rPr>
          <w:rFonts w:ascii="Times New Roman" w:hAnsi="Times New Roman" w:cs="Times New Roman"/>
          <w:color w:val="FF0000"/>
          <w:sz w:val="24"/>
          <w:szCs w:val="24"/>
        </w:rPr>
      </w:pPr>
      <w:r w:rsidRPr="00F06DE9">
        <w:rPr>
          <w:rFonts w:ascii="Times New Roman" w:hAnsi="Times New Roman" w:cs="Times New Roman"/>
          <w:color w:val="FF0000"/>
          <w:sz w:val="24"/>
          <w:szCs w:val="24"/>
        </w:rPr>
        <w:t>2.10. Время ожидания в очереди для сдачи документов на предоставление государственной услуги не должно превышать 30 минут.</w:t>
      </w:r>
    </w:p>
    <w:p w:rsidR="00E971B5" w:rsidRPr="00F06DE9" w:rsidRDefault="00E971B5" w:rsidP="009553CE">
      <w:pPr>
        <w:pStyle w:val="ConsPlusNormal"/>
        <w:ind w:firstLine="540"/>
        <w:jc w:val="both"/>
        <w:rPr>
          <w:rFonts w:ascii="Times New Roman" w:hAnsi="Times New Roman" w:cs="Times New Roman"/>
          <w:color w:val="FF0000"/>
          <w:sz w:val="24"/>
          <w:szCs w:val="24"/>
        </w:rPr>
      </w:pPr>
      <w:r w:rsidRPr="00F06DE9">
        <w:rPr>
          <w:rFonts w:ascii="Times New Roman" w:hAnsi="Times New Roman" w:cs="Times New Roman"/>
          <w:color w:val="FF0000"/>
          <w:sz w:val="24"/>
          <w:szCs w:val="24"/>
        </w:rPr>
        <w:t>Время приема заявления и необходимых документов у заявителя, оценка документов, их полноты, достаточности, определения права на государственной услугу не должно превышать один час.</w:t>
      </w:r>
    </w:p>
    <w:p w:rsidR="00E971B5" w:rsidRPr="00F06DE9" w:rsidRDefault="00E971B5" w:rsidP="009553CE">
      <w:pPr>
        <w:pStyle w:val="ConsPlusNormal"/>
        <w:ind w:firstLine="540"/>
        <w:jc w:val="both"/>
        <w:rPr>
          <w:rFonts w:ascii="Times New Roman" w:hAnsi="Times New Roman" w:cs="Times New Roman"/>
          <w:color w:val="FF0000"/>
          <w:sz w:val="24"/>
          <w:szCs w:val="24"/>
        </w:rPr>
      </w:pPr>
      <w:r w:rsidRPr="00F06DE9">
        <w:rPr>
          <w:rFonts w:ascii="Times New Roman" w:hAnsi="Times New Roman" w:cs="Times New Roman"/>
          <w:color w:val="FF0000"/>
          <w:sz w:val="24"/>
          <w:szCs w:val="24"/>
        </w:rPr>
        <w:t>2.11. Срок регистрации запроса заявителя - день поступления запроса.</w:t>
      </w:r>
    </w:p>
    <w:p w:rsidR="00E971B5" w:rsidRPr="00F06DE9" w:rsidRDefault="00E971B5" w:rsidP="009553CE">
      <w:pPr>
        <w:pStyle w:val="ConsPlusNormal"/>
        <w:ind w:firstLine="540"/>
        <w:jc w:val="both"/>
        <w:rPr>
          <w:rFonts w:ascii="Times New Roman" w:hAnsi="Times New Roman" w:cs="Times New Roman"/>
          <w:color w:val="FF0000"/>
          <w:sz w:val="24"/>
          <w:szCs w:val="24"/>
        </w:rPr>
      </w:pPr>
      <w:r w:rsidRPr="00F06DE9">
        <w:rPr>
          <w:rFonts w:ascii="Times New Roman" w:hAnsi="Times New Roman" w:cs="Times New Roman"/>
          <w:color w:val="FF0000"/>
          <w:sz w:val="24"/>
          <w:szCs w:val="24"/>
        </w:rPr>
        <w:t>2.12. Требования к местам предоставления государственной услуги.</w:t>
      </w:r>
    </w:p>
    <w:p w:rsidR="00E971B5" w:rsidRPr="00F06DE9" w:rsidRDefault="00E971B5" w:rsidP="009553CE">
      <w:pPr>
        <w:pStyle w:val="ConsPlusNormal"/>
        <w:ind w:firstLine="540"/>
        <w:jc w:val="both"/>
        <w:rPr>
          <w:rFonts w:ascii="Times New Roman" w:hAnsi="Times New Roman" w:cs="Times New Roman"/>
          <w:color w:val="FF0000"/>
          <w:sz w:val="24"/>
          <w:szCs w:val="24"/>
        </w:rPr>
      </w:pPr>
      <w:r w:rsidRPr="00F06DE9">
        <w:rPr>
          <w:rFonts w:ascii="Times New Roman" w:hAnsi="Times New Roman" w:cs="Times New Roman"/>
          <w:color w:val="FF0000"/>
          <w:sz w:val="24"/>
          <w:szCs w:val="24"/>
        </w:rPr>
        <w:t>У кабинета органов опеки и попечительства, в котором ведут личный прием специалисты, находятся вывески с указанием наименования отдела, номера кабинета, приемных дней и времени приема заявителей.</w:t>
      </w:r>
    </w:p>
    <w:p w:rsidR="00E971B5" w:rsidRPr="00F06DE9" w:rsidRDefault="00E971B5" w:rsidP="009553CE">
      <w:pPr>
        <w:pStyle w:val="ConsPlusNormal"/>
        <w:ind w:firstLine="540"/>
        <w:jc w:val="both"/>
        <w:rPr>
          <w:rFonts w:ascii="Times New Roman" w:hAnsi="Times New Roman" w:cs="Times New Roman"/>
          <w:color w:val="FF0000"/>
          <w:sz w:val="24"/>
          <w:szCs w:val="24"/>
        </w:rPr>
      </w:pPr>
      <w:r w:rsidRPr="00F06DE9">
        <w:rPr>
          <w:rFonts w:ascii="Times New Roman" w:hAnsi="Times New Roman" w:cs="Times New Roman"/>
          <w:color w:val="FF0000"/>
          <w:sz w:val="24"/>
          <w:szCs w:val="24"/>
        </w:rPr>
        <w:t>Места для информирования заявителей, получения информации и заполнения необходимых документов и ожидания оборудуются необходимой мебелью для возможного ожидания. В местах ожидания личного приема размещаются папки с информацией о предоставлении государственной услуги.</w:t>
      </w:r>
    </w:p>
    <w:p w:rsidR="00E971B5" w:rsidRPr="00F06DE9" w:rsidRDefault="00E971B5" w:rsidP="009553CE">
      <w:pPr>
        <w:pStyle w:val="ConsPlusNormal"/>
        <w:ind w:firstLine="540"/>
        <w:jc w:val="both"/>
        <w:rPr>
          <w:rFonts w:ascii="Times New Roman" w:hAnsi="Times New Roman" w:cs="Times New Roman"/>
          <w:color w:val="FF0000"/>
          <w:sz w:val="24"/>
          <w:szCs w:val="24"/>
        </w:rPr>
      </w:pPr>
      <w:r w:rsidRPr="00F06DE9">
        <w:rPr>
          <w:rFonts w:ascii="Times New Roman" w:hAnsi="Times New Roman" w:cs="Times New Roman"/>
          <w:color w:val="FF0000"/>
          <w:sz w:val="24"/>
          <w:szCs w:val="24"/>
        </w:rPr>
        <w:t>Для приема заявителей в кабинетах отделов организуются места для приема, предоставляются необходимые бланки.</w:t>
      </w:r>
    </w:p>
    <w:p w:rsidR="00E971B5" w:rsidRPr="00F06DE9" w:rsidRDefault="00E971B5" w:rsidP="009553CE">
      <w:pPr>
        <w:pStyle w:val="ConsPlusNormal"/>
        <w:ind w:firstLine="540"/>
        <w:jc w:val="both"/>
        <w:rPr>
          <w:rFonts w:ascii="Times New Roman" w:hAnsi="Times New Roman" w:cs="Times New Roman"/>
          <w:color w:val="FF0000"/>
          <w:sz w:val="24"/>
          <w:szCs w:val="24"/>
        </w:rPr>
      </w:pPr>
      <w:r w:rsidRPr="00F06DE9">
        <w:rPr>
          <w:rFonts w:ascii="Times New Roman" w:hAnsi="Times New Roman" w:cs="Times New Roman"/>
          <w:color w:val="FF0000"/>
          <w:sz w:val="24"/>
          <w:szCs w:val="24"/>
        </w:rPr>
        <w:t>2.13. Основные показатели качества оказываемой государственной услуги:</w:t>
      </w:r>
    </w:p>
    <w:p w:rsidR="00E971B5" w:rsidRPr="00F06DE9" w:rsidRDefault="00E971B5" w:rsidP="009553CE">
      <w:pPr>
        <w:pStyle w:val="ConsPlusNormal"/>
        <w:ind w:firstLine="540"/>
        <w:jc w:val="both"/>
        <w:rPr>
          <w:rFonts w:ascii="Times New Roman" w:hAnsi="Times New Roman" w:cs="Times New Roman"/>
          <w:color w:val="FF0000"/>
          <w:sz w:val="24"/>
          <w:szCs w:val="24"/>
        </w:rPr>
      </w:pPr>
      <w:r w:rsidRPr="00F06DE9">
        <w:rPr>
          <w:rFonts w:ascii="Times New Roman" w:hAnsi="Times New Roman" w:cs="Times New Roman"/>
          <w:color w:val="FF0000"/>
          <w:sz w:val="24"/>
          <w:szCs w:val="24"/>
        </w:rPr>
        <w:t>доступность;</w:t>
      </w:r>
    </w:p>
    <w:p w:rsidR="00E971B5" w:rsidRPr="00F06DE9" w:rsidRDefault="00E971B5" w:rsidP="009553CE">
      <w:pPr>
        <w:pStyle w:val="ConsPlusNormal"/>
        <w:ind w:firstLine="540"/>
        <w:jc w:val="both"/>
        <w:rPr>
          <w:rFonts w:ascii="Times New Roman" w:hAnsi="Times New Roman" w:cs="Times New Roman"/>
          <w:color w:val="FF0000"/>
          <w:sz w:val="24"/>
          <w:szCs w:val="24"/>
        </w:rPr>
      </w:pPr>
      <w:r w:rsidRPr="00F06DE9">
        <w:rPr>
          <w:rFonts w:ascii="Times New Roman" w:hAnsi="Times New Roman" w:cs="Times New Roman"/>
          <w:color w:val="FF0000"/>
          <w:sz w:val="24"/>
          <w:szCs w:val="24"/>
        </w:rPr>
        <w:t>своевременность;</w:t>
      </w:r>
    </w:p>
    <w:p w:rsidR="00E971B5" w:rsidRPr="00F06DE9" w:rsidRDefault="00E971B5" w:rsidP="009553CE">
      <w:pPr>
        <w:pStyle w:val="ConsPlusNormal"/>
        <w:ind w:firstLine="540"/>
        <w:jc w:val="both"/>
        <w:rPr>
          <w:rFonts w:ascii="Times New Roman" w:hAnsi="Times New Roman" w:cs="Times New Roman"/>
          <w:color w:val="FF0000"/>
          <w:sz w:val="24"/>
          <w:szCs w:val="24"/>
        </w:rPr>
      </w:pPr>
      <w:r w:rsidRPr="00F06DE9">
        <w:rPr>
          <w:rFonts w:ascii="Times New Roman" w:hAnsi="Times New Roman" w:cs="Times New Roman"/>
          <w:color w:val="FF0000"/>
          <w:sz w:val="24"/>
          <w:szCs w:val="24"/>
        </w:rPr>
        <w:t>отсутствие жалоб со стороны заявителя.</w:t>
      </w:r>
    </w:p>
    <w:p w:rsidR="00E971B5" w:rsidRPr="00F06DE9" w:rsidRDefault="00E971B5" w:rsidP="009553CE">
      <w:pPr>
        <w:pStyle w:val="ConsPlusNormal"/>
        <w:ind w:firstLine="540"/>
        <w:jc w:val="both"/>
        <w:rPr>
          <w:rFonts w:ascii="Times New Roman" w:hAnsi="Times New Roman" w:cs="Times New Roman"/>
          <w:color w:val="FF0000"/>
          <w:sz w:val="24"/>
          <w:szCs w:val="24"/>
        </w:rPr>
      </w:pPr>
      <w:r w:rsidRPr="00F06DE9">
        <w:rPr>
          <w:rFonts w:ascii="Times New Roman" w:hAnsi="Times New Roman" w:cs="Times New Roman"/>
          <w:color w:val="FF0000"/>
          <w:sz w:val="24"/>
          <w:szCs w:val="24"/>
        </w:rPr>
        <w:t>2.14. Порядок информирования о предоставлении государственной услуги.</w:t>
      </w:r>
    </w:p>
    <w:p w:rsidR="00E971B5" w:rsidRPr="00F06DE9" w:rsidRDefault="00E971B5" w:rsidP="009553CE">
      <w:pPr>
        <w:pStyle w:val="ConsPlusNormal"/>
        <w:ind w:firstLine="540"/>
        <w:jc w:val="both"/>
        <w:rPr>
          <w:rFonts w:ascii="Times New Roman" w:hAnsi="Times New Roman" w:cs="Times New Roman"/>
          <w:color w:val="FF0000"/>
          <w:sz w:val="24"/>
          <w:szCs w:val="24"/>
        </w:rPr>
      </w:pPr>
      <w:r w:rsidRPr="00F06DE9">
        <w:rPr>
          <w:rFonts w:ascii="Times New Roman" w:hAnsi="Times New Roman" w:cs="Times New Roman"/>
          <w:color w:val="FF0000"/>
          <w:sz w:val="24"/>
          <w:szCs w:val="24"/>
        </w:rPr>
        <w:t>Информация о порядке предоставления государственной услуги предоставляется непосредственно специалистами органов опеки и попечительства (далее - специалисты) с использованием телефонной связи, электронной почты, сети Интернет, печатных изданий, информационных папок, на личном приеме.</w:t>
      </w:r>
    </w:p>
    <w:p w:rsidR="00E971B5" w:rsidRPr="00F06DE9" w:rsidRDefault="00E971B5" w:rsidP="009553CE">
      <w:pPr>
        <w:pStyle w:val="ConsPlusNormal"/>
        <w:ind w:firstLine="540"/>
        <w:jc w:val="both"/>
        <w:rPr>
          <w:rFonts w:ascii="Times New Roman" w:hAnsi="Times New Roman" w:cs="Times New Roman"/>
          <w:color w:val="FF0000"/>
          <w:sz w:val="24"/>
          <w:szCs w:val="24"/>
        </w:rPr>
      </w:pPr>
      <w:r w:rsidRPr="00F06DE9">
        <w:rPr>
          <w:rFonts w:ascii="Times New Roman" w:hAnsi="Times New Roman" w:cs="Times New Roman"/>
          <w:color w:val="FF0000"/>
          <w:sz w:val="24"/>
          <w:szCs w:val="24"/>
        </w:rPr>
        <w:t>При ответах на телефонные звонки и устные обращения специалисты подробно информируют обратившихся по интересующим их вопросам.</w:t>
      </w:r>
    </w:p>
    <w:p w:rsidR="00E971B5" w:rsidRPr="00F06DE9" w:rsidRDefault="00E971B5" w:rsidP="009553CE">
      <w:pPr>
        <w:pStyle w:val="ConsPlusNormal"/>
        <w:ind w:firstLine="540"/>
        <w:jc w:val="both"/>
        <w:rPr>
          <w:rFonts w:ascii="Times New Roman" w:hAnsi="Times New Roman" w:cs="Times New Roman"/>
          <w:color w:val="FF0000"/>
          <w:sz w:val="24"/>
          <w:szCs w:val="24"/>
        </w:rPr>
      </w:pPr>
      <w:r w:rsidRPr="00F06DE9">
        <w:rPr>
          <w:rFonts w:ascii="Times New Roman" w:hAnsi="Times New Roman" w:cs="Times New Roman"/>
          <w:color w:val="FF0000"/>
          <w:sz w:val="24"/>
          <w:szCs w:val="24"/>
        </w:rPr>
        <w:t>Информация о ходе предоставления государственной услуги доводится специалистами при личном контакте с заявителями, с использованием почтовой, телефонной связи, посредством электронной почты и сети Интернет.</w:t>
      </w:r>
    </w:p>
    <w:p w:rsidR="00E971B5" w:rsidRPr="00F06DE9" w:rsidRDefault="00E971B5" w:rsidP="009553CE">
      <w:pPr>
        <w:pStyle w:val="ConsPlusNormal"/>
        <w:ind w:firstLine="540"/>
        <w:jc w:val="both"/>
        <w:rPr>
          <w:rFonts w:ascii="Times New Roman" w:hAnsi="Times New Roman" w:cs="Times New Roman"/>
          <w:color w:val="FF0000"/>
          <w:sz w:val="24"/>
          <w:szCs w:val="24"/>
        </w:rPr>
      </w:pPr>
      <w:r w:rsidRPr="00F06DE9">
        <w:rPr>
          <w:rFonts w:ascii="Times New Roman" w:hAnsi="Times New Roman" w:cs="Times New Roman"/>
          <w:color w:val="FF0000"/>
          <w:sz w:val="24"/>
          <w:szCs w:val="24"/>
        </w:rPr>
        <w:t>Информация о порядке предоставления государственной услуги размещается в специальных папках в местах ожидания личного приема граждан.</w:t>
      </w:r>
    </w:p>
    <w:p w:rsidR="00E971B5" w:rsidRPr="00F06DE9" w:rsidRDefault="00E971B5" w:rsidP="009553CE">
      <w:pPr>
        <w:pStyle w:val="ConsPlusNormal"/>
        <w:ind w:firstLine="540"/>
        <w:jc w:val="both"/>
        <w:rPr>
          <w:rFonts w:ascii="Times New Roman" w:hAnsi="Times New Roman" w:cs="Times New Roman"/>
          <w:color w:val="FF0000"/>
          <w:sz w:val="24"/>
          <w:szCs w:val="24"/>
        </w:rPr>
      </w:pPr>
      <w:r w:rsidRPr="00F06DE9">
        <w:rPr>
          <w:rFonts w:ascii="Times New Roman" w:hAnsi="Times New Roman" w:cs="Times New Roman"/>
          <w:color w:val="FF0000"/>
          <w:sz w:val="24"/>
          <w:szCs w:val="24"/>
        </w:rPr>
        <w:t>Основными требованиями к информированию заявителей являются:</w:t>
      </w:r>
    </w:p>
    <w:p w:rsidR="00E971B5" w:rsidRPr="00F06DE9" w:rsidRDefault="00E971B5" w:rsidP="009553CE">
      <w:pPr>
        <w:pStyle w:val="ConsPlusNormal"/>
        <w:ind w:firstLine="540"/>
        <w:jc w:val="both"/>
        <w:rPr>
          <w:rFonts w:ascii="Times New Roman" w:hAnsi="Times New Roman" w:cs="Times New Roman"/>
          <w:color w:val="FF0000"/>
          <w:sz w:val="24"/>
          <w:szCs w:val="24"/>
        </w:rPr>
      </w:pPr>
      <w:r w:rsidRPr="00F06DE9">
        <w:rPr>
          <w:rFonts w:ascii="Times New Roman" w:hAnsi="Times New Roman" w:cs="Times New Roman"/>
          <w:color w:val="FF0000"/>
          <w:sz w:val="24"/>
          <w:szCs w:val="24"/>
        </w:rPr>
        <w:t>достоверность предоставляемой информации;</w:t>
      </w:r>
    </w:p>
    <w:p w:rsidR="00E971B5" w:rsidRPr="00F06DE9" w:rsidRDefault="00E971B5" w:rsidP="009553CE">
      <w:pPr>
        <w:pStyle w:val="ConsPlusNormal"/>
        <w:ind w:firstLine="540"/>
        <w:jc w:val="both"/>
        <w:rPr>
          <w:rFonts w:ascii="Times New Roman" w:hAnsi="Times New Roman" w:cs="Times New Roman"/>
          <w:color w:val="FF0000"/>
          <w:sz w:val="24"/>
          <w:szCs w:val="24"/>
        </w:rPr>
      </w:pPr>
      <w:r w:rsidRPr="00F06DE9">
        <w:rPr>
          <w:rFonts w:ascii="Times New Roman" w:hAnsi="Times New Roman" w:cs="Times New Roman"/>
          <w:color w:val="FF0000"/>
          <w:sz w:val="24"/>
          <w:szCs w:val="24"/>
        </w:rPr>
        <w:t>четкость в изложении информации;</w:t>
      </w:r>
    </w:p>
    <w:p w:rsidR="00E971B5" w:rsidRPr="00F06DE9" w:rsidRDefault="00E971B5" w:rsidP="009553CE">
      <w:pPr>
        <w:pStyle w:val="ConsPlusNormal"/>
        <w:ind w:firstLine="540"/>
        <w:jc w:val="both"/>
        <w:rPr>
          <w:rFonts w:ascii="Times New Roman" w:hAnsi="Times New Roman" w:cs="Times New Roman"/>
          <w:color w:val="FF0000"/>
          <w:sz w:val="24"/>
          <w:szCs w:val="24"/>
        </w:rPr>
      </w:pPr>
      <w:r w:rsidRPr="00F06DE9">
        <w:rPr>
          <w:rFonts w:ascii="Times New Roman" w:hAnsi="Times New Roman" w:cs="Times New Roman"/>
          <w:color w:val="FF0000"/>
          <w:sz w:val="24"/>
          <w:szCs w:val="24"/>
        </w:rPr>
        <w:t>полнота информирования;</w:t>
      </w:r>
    </w:p>
    <w:p w:rsidR="00E971B5" w:rsidRPr="00F06DE9" w:rsidRDefault="00E971B5" w:rsidP="009553CE">
      <w:pPr>
        <w:pStyle w:val="ConsPlusNormal"/>
        <w:ind w:firstLine="540"/>
        <w:jc w:val="both"/>
        <w:rPr>
          <w:rFonts w:ascii="Times New Roman" w:hAnsi="Times New Roman" w:cs="Times New Roman"/>
          <w:color w:val="FF0000"/>
          <w:sz w:val="24"/>
          <w:szCs w:val="24"/>
        </w:rPr>
      </w:pPr>
      <w:r w:rsidRPr="00F06DE9">
        <w:rPr>
          <w:rFonts w:ascii="Times New Roman" w:hAnsi="Times New Roman" w:cs="Times New Roman"/>
          <w:color w:val="FF0000"/>
          <w:sz w:val="24"/>
          <w:szCs w:val="24"/>
        </w:rPr>
        <w:t>удобство и доступность получения информации;</w:t>
      </w:r>
    </w:p>
    <w:p w:rsidR="00E971B5" w:rsidRPr="00F06DE9" w:rsidRDefault="00E971B5" w:rsidP="009553CE">
      <w:pPr>
        <w:pStyle w:val="ConsPlusNormal"/>
        <w:ind w:firstLine="540"/>
        <w:jc w:val="both"/>
        <w:rPr>
          <w:rFonts w:ascii="Times New Roman" w:hAnsi="Times New Roman" w:cs="Times New Roman"/>
          <w:color w:val="FF0000"/>
          <w:sz w:val="24"/>
          <w:szCs w:val="24"/>
        </w:rPr>
      </w:pPr>
      <w:r w:rsidRPr="00F06DE9">
        <w:rPr>
          <w:rFonts w:ascii="Times New Roman" w:hAnsi="Times New Roman" w:cs="Times New Roman"/>
          <w:color w:val="FF0000"/>
          <w:sz w:val="24"/>
          <w:szCs w:val="24"/>
        </w:rPr>
        <w:t>оперативность предоставления информации.</w:t>
      </w:r>
    </w:p>
    <w:p w:rsidR="00E971B5" w:rsidRPr="0090041E" w:rsidRDefault="00E971B5" w:rsidP="009553CE">
      <w:pPr>
        <w:pStyle w:val="ConsPlusNormal"/>
        <w:ind w:firstLine="540"/>
        <w:jc w:val="both"/>
        <w:rPr>
          <w:rFonts w:ascii="Times New Roman" w:hAnsi="Times New Roman" w:cs="Times New Roman"/>
          <w:sz w:val="24"/>
          <w:szCs w:val="24"/>
        </w:rPr>
      </w:pPr>
    </w:p>
    <w:p w:rsidR="00E971B5" w:rsidRPr="0090041E" w:rsidRDefault="00E971B5" w:rsidP="009553CE">
      <w:pPr>
        <w:pStyle w:val="ConsPlusNormal"/>
        <w:jc w:val="center"/>
        <w:outlineLvl w:val="1"/>
        <w:rPr>
          <w:rFonts w:ascii="Times New Roman" w:hAnsi="Times New Roman" w:cs="Times New Roman"/>
          <w:sz w:val="24"/>
          <w:szCs w:val="24"/>
        </w:rPr>
      </w:pPr>
      <w:r w:rsidRPr="0090041E">
        <w:rPr>
          <w:rFonts w:ascii="Times New Roman" w:hAnsi="Times New Roman" w:cs="Times New Roman"/>
          <w:sz w:val="24"/>
          <w:szCs w:val="24"/>
        </w:rPr>
        <w:t>III. Административные процедуры</w:t>
      </w:r>
    </w:p>
    <w:p w:rsidR="00E971B5" w:rsidRPr="0090041E" w:rsidRDefault="00E971B5" w:rsidP="009553CE">
      <w:pPr>
        <w:pStyle w:val="ConsPlusNormal"/>
        <w:ind w:firstLine="540"/>
        <w:jc w:val="both"/>
        <w:rPr>
          <w:rFonts w:ascii="Times New Roman" w:hAnsi="Times New Roman" w:cs="Times New Roman"/>
          <w:sz w:val="24"/>
          <w:szCs w:val="24"/>
        </w:rPr>
      </w:pPr>
    </w:p>
    <w:p w:rsidR="00E971B5" w:rsidRPr="0090041E" w:rsidRDefault="00E971B5" w:rsidP="009553CE">
      <w:pPr>
        <w:pStyle w:val="ConsPlusNormal"/>
        <w:ind w:firstLine="540"/>
        <w:jc w:val="both"/>
        <w:rPr>
          <w:rFonts w:ascii="Times New Roman" w:hAnsi="Times New Roman" w:cs="Times New Roman"/>
          <w:sz w:val="24"/>
          <w:szCs w:val="24"/>
        </w:rPr>
      </w:pPr>
      <w:r w:rsidRPr="0090041E">
        <w:rPr>
          <w:rFonts w:ascii="Times New Roman" w:hAnsi="Times New Roman" w:cs="Times New Roman"/>
          <w:sz w:val="24"/>
          <w:szCs w:val="24"/>
        </w:rPr>
        <w:t xml:space="preserve">3.1. Основанием для предоставления государственной услуги является личное обращение заявителя (законного представителя) в органы опеки и попечительства администрации по месту жительства лица, в отношении которого рассматривается вопрос о предоставлении государственной услуги, с приложением комплекта документов в соответствии с перечнем, приведенным в </w:t>
      </w:r>
      <w:hyperlink w:anchor="Par93" w:history="1">
        <w:r w:rsidRPr="0090041E">
          <w:rPr>
            <w:rFonts w:ascii="Times New Roman" w:hAnsi="Times New Roman" w:cs="Times New Roman"/>
            <w:sz w:val="24"/>
            <w:szCs w:val="24"/>
          </w:rPr>
          <w:t>пункте 2.7</w:t>
        </w:r>
      </w:hyperlink>
      <w:r w:rsidRPr="0090041E">
        <w:rPr>
          <w:rFonts w:ascii="Times New Roman" w:hAnsi="Times New Roman" w:cs="Times New Roman"/>
          <w:sz w:val="24"/>
          <w:szCs w:val="24"/>
        </w:rPr>
        <w:t xml:space="preserve"> настоящего регламента.</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3.2. Последовательность действий при предоставлении государственной услуги включает в себя следующие административные процедуры:</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информирование и консультирование физических и юридических лиц по вопросам предоставления государственной услуги;</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прием документов, необходимых для предоставления государственной услуги;</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рассмотрение документов, представленных заявителем, и принятие решения о выдаче согласия органа опеки и попечительства на отчуждение (ликвидацию) движимого и недвижимого имущества, совершение иных сделок, расходования средств;</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выдача документов о согласии на предоставление государственной услуги, либо письменного мотивированного отказа в ее предоставлении.</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3.3. Информирование и консультирование физических и юридических лиц по вопросам предоставления государственной услуги.</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Информирование и консультирование физических и юридических лиц по вопросам предоставления государственной услуги производится специалистами органов опеки и попечительства на личном приеме заявителей, по телефону, в форме ответов на письменные обращения, направленные, в том числе, по факсу или с использованием электронных средств связи, а также путем размещения информации в специальных папках.</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Основанием для информирования и консультирования физических и юридических лиц является их обращение по вопросу предоставления государственной услуги.</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При личном обращении заявителей, специалисты, ответственные за информирование и консультирование физических и юридических лиц:</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предъявляют форму заявления, подготовленную и распечатанную на бумажном носителе, и список документов, необходимых для принятия решения о предоставлении государственной услуги;</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поясняют порядок получения необходимых документов, а также требования, предъявляемые к указанным документам.</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Консультирование одного физического или юридического лица осуществляется в срок не более одного часа.</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Результатом административного действия по информированию и консультированию по вопросам предоставления государственной услуги является получение заявителем исчерпывающей информации.</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Результат информирования и консультирования физических и юридических лиц по вопросу предоставления государственной услуги фиксируется специалистом в журнале регистрации обращений.</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3.4. Прием документов, необходимых для предоставления государственной услуги о выдаче согласия органа опеки и попечительства на отчуждение (ликвидацию) движимого и недвижимого имущества, совершение иных сделок, расходования средств.</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Документы для оказания государственной услуги заявители представляют в органы опеки и попечительства по месту регистрации несовершеннолетнего ребенка.</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Специалист на основании представленных документов проверяет:</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наличие всех необходимых у заявителя документов;</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правильность заполнения заявления и других представленных документов;</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актуальность представленных документов в соответствии с требованиями к срокам их действия;</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соответствие документов следующим требованиям: текст документа должен быть написан ручкой с черными или синими чернилами разборчиво;</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фамилия, имя, отчество заявителя должны указываться полностью и соответствовать паспортным данным;</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в документах не должно быть подчисток, приписок, зачеркнутых слов и иных неоговоренных исправлений;</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в документе не должно быть серьезных повреждений, наличие которых не позволяет однозначно толковать их содержание.</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При установлении факта отсутствия необходимых документов должностное лицо, осуществляющее прием документов, уведомляет заявителя о наличии оснований для приостановления рассмотрения вопроса о предоставлении государственной услуги, а также объясняет заявителю содержание выявленных недостатков.</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При отсутствии у заявителя правильно заполненного заявления специалист оказывает заявителю помощь в написании заявления.</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Максимальный срок указанного действия не должен превышать 20 минут.</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При наличии полного пакета необходимых документов специалист, ответственный за прием документов, вносит в журнал регистрации входящих документов запись о приеме документов в соответствии с правилами регистрации.</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При представлении заявителем неполного пакета необходимых документов в их приеме отказывается.</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3.5. Рассмотрение документов, представленных заявителем, и принятие решения об оказании государственной услуги.</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Основанием для рассмотрения документов, необходимых для выдачи согласия органа опеки и попечительства на  совершение сделок с имуществом подопечных, является их регистрация.</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Специалист проверяет комплектность документов, соответствие и действительность представленных сведений.</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При принятии положительного решения специалист готовит проект разрешения управления образования администрации Осинниковского городского округа о выдаче согласия органа опеки и попечительства на отчуждение (ликвидацию) движимого и недвижимого имущества, совершение иных сделок, расходования средств, является их регистрация. Проект разрешения специалист передает для согласования юристу управления образования, заместителю начальника управления образования, после чего проект разрешения передается на подпись начальнику управления образования администрации Осинниковского городского округа.</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В случае отрицательного решения вопроса специалист готовит заявителю проект ответа с мотивированным отказом, после согласования его с юристом управления образования администрации Осинниковского, заместителем начальника управления образования администрации Осинниковского городского округа, мотивированный отказ передаётся на подпись начальнику управления образования.</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Максимальный срок рассмотрения документов составляет 15 дней.</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3.6. Выдача документов о согласии органа опеки и попечительства на отчуждение (ликвидацию) движимого и недвижимого имущества, совершение иных сделок, расходования средств.</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Подписанное начальником управления образования администрации Осинниковского городского округа (распоряжение) о разрешении на совершение сделки с имуществом подопечного регистрируются специалистам управления образования администрации Осинниковского городского округа в журнале регистрации разрешений. Разрешение подшивается специалистом управления образования администрации Осинниковского городского округа в папку, остальные документы, распоряжение (2 экз.) возвращаются в органы опеки и попечительства, осуществлявший подготовку документов.</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При поступлении в отдел документы передаются специалисту, ответственному за данное направление деятельности, который формирует пакет документов.</w:t>
      </w:r>
    </w:p>
    <w:p w:rsidR="00E971B5" w:rsidRPr="0090041E" w:rsidRDefault="00E971B5" w:rsidP="009553CE">
      <w:pPr>
        <w:pStyle w:val="ConsPlusNormal"/>
        <w:jc w:val="center"/>
        <w:outlineLvl w:val="1"/>
        <w:rPr>
          <w:rFonts w:ascii="Times New Roman" w:hAnsi="Times New Roman" w:cs="Times New Roman"/>
          <w:sz w:val="24"/>
          <w:szCs w:val="24"/>
        </w:rPr>
      </w:pPr>
    </w:p>
    <w:p w:rsidR="00E971B5" w:rsidRPr="00EC74AD" w:rsidRDefault="00E971B5" w:rsidP="009553CE">
      <w:pPr>
        <w:pStyle w:val="ConsPlusNormal"/>
        <w:jc w:val="center"/>
        <w:outlineLvl w:val="1"/>
        <w:rPr>
          <w:rFonts w:ascii="Times New Roman" w:hAnsi="Times New Roman" w:cs="Times New Roman"/>
          <w:color w:val="FF0000"/>
          <w:sz w:val="24"/>
          <w:szCs w:val="24"/>
        </w:rPr>
      </w:pPr>
      <w:r w:rsidRPr="00EC74AD">
        <w:rPr>
          <w:rFonts w:ascii="Times New Roman" w:hAnsi="Times New Roman" w:cs="Times New Roman"/>
          <w:color w:val="FF0000"/>
          <w:sz w:val="24"/>
          <w:szCs w:val="24"/>
        </w:rPr>
        <w:t>IV. Формы контроля за исполнением</w:t>
      </w:r>
    </w:p>
    <w:p w:rsidR="00E971B5" w:rsidRPr="00EC74AD" w:rsidRDefault="00E971B5" w:rsidP="009553CE">
      <w:pPr>
        <w:pStyle w:val="ConsPlusNormal"/>
        <w:jc w:val="center"/>
        <w:rPr>
          <w:rFonts w:ascii="Times New Roman" w:hAnsi="Times New Roman" w:cs="Times New Roman"/>
          <w:color w:val="FF0000"/>
          <w:sz w:val="24"/>
          <w:szCs w:val="24"/>
        </w:rPr>
      </w:pPr>
      <w:r w:rsidRPr="00EC74AD">
        <w:rPr>
          <w:rFonts w:ascii="Times New Roman" w:hAnsi="Times New Roman" w:cs="Times New Roman"/>
          <w:color w:val="FF0000"/>
          <w:sz w:val="24"/>
          <w:szCs w:val="24"/>
        </w:rPr>
        <w:t>административного регламента</w:t>
      </w:r>
    </w:p>
    <w:p w:rsidR="00E971B5" w:rsidRPr="00EC74AD" w:rsidRDefault="00E971B5" w:rsidP="009553CE">
      <w:pPr>
        <w:pStyle w:val="ConsPlusNormal"/>
        <w:ind w:firstLine="540"/>
        <w:rPr>
          <w:rFonts w:ascii="Times New Roman" w:hAnsi="Times New Roman" w:cs="Times New Roman"/>
          <w:color w:val="FF0000"/>
          <w:sz w:val="24"/>
          <w:szCs w:val="24"/>
        </w:rPr>
      </w:pP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4.1. Текущий контроль за соблюдением и исполнением положений настоящего административного регламента осуществляется заведующим отдела опеки и попечительства управления образования администрации Осинниковского городского округа, ответственным за данное направление работы, начальником управления образования, а также специалистами, ответственными за организацию работы по предоставлению государственной услуги.</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4.2. Ответственность органов опеки и попечительства за решения и действия (бездействие), принимаемые в ходе исполнения государственной услуги.</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При нарушении нормативных правовых актов, устанавливающих требования к предоставлению государственной услуги, привлечение виновных лиц к ответственности осуществляется в соответствии с законодательством Российской Федерации.</w:t>
      </w:r>
    </w:p>
    <w:p w:rsidR="00E971B5" w:rsidRPr="00EC74AD" w:rsidRDefault="00E971B5" w:rsidP="009553CE">
      <w:pPr>
        <w:pStyle w:val="ConsPlusNormal"/>
        <w:ind w:firstLine="540"/>
        <w:jc w:val="both"/>
        <w:rPr>
          <w:rFonts w:ascii="Times New Roman" w:hAnsi="Times New Roman" w:cs="Times New Roman"/>
          <w:color w:val="FF0000"/>
          <w:sz w:val="24"/>
          <w:szCs w:val="24"/>
        </w:rPr>
      </w:pPr>
    </w:p>
    <w:p w:rsidR="00E971B5" w:rsidRPr="00EC74AD" w:rsidRDefault="00E971B5" w:rsidP="009553CE">
      <w:pPr>
        <w:pStyle w:val="ConsPlusNormal"/>
        <w:jc w:val="center"/>
        <w:outlineLvl w:val="1"/>
        <w:rPr>
          <w:rFonts w:ascii="Times New Roman" w:hAnsi="Times New Roman" w:cs="Times New Roman"/>
          <w:color w:val="FF0000"/>
          <w:sz w:val="24"/>
          <w:szCs w:val="24"/>
        </w:rPr>
      </w:pPr>
      <w:r w:rsidRPr="00EC74AD">
        <w:rPr>
          <w:rFonts w:ascii="Times New Roman" w:hAnsi="Times New Roman" w:cs="Times New Roman"/>
          <w:color w:val="FF0000"/>
          <w:sz w:val="24"/>
          <w:szCs w:val="24"/>
        </w:rPr>
        <w:t>V. Порядок обжалования действий (бездействия)</w:t>
      </w:r>
    </w:p>
    <w:p w:rsidR="00E971B5" w:rsidRPr="00EC74AD" w:rsidRDefault="00E971B5" w:rsidP="009553CE">
      <w:pPr>
        <w:pStyle w:val="ConsPlusNormal"/>
        <w:jc w:val="center"/>
        <w:rPr>
          <w:rFonts w:ascii="Times New Roman" w:hAnsi="Times New Roman" w:cs="Times New Roman"/>
          <w:color w:val="FF0000"/>
          <w:sz w:val="24"/>
          <w:szCs w:val="24"/>
        </w:rPr>
      </w:pPr>
      <w:r w:rsidRPr="00EC74AD">
        <w:rPr>
          <w:rFonts w:ascii="Times New Roman" w:hAnsi="Times New Roman" w:cs="Times New Roman"/>
          <w:color w:val="FF0000"/>
          <w:sz w:val="24"/>
          <w:szCs w:val="24"/>
        </w:rPr>
        <w:t>должностного лица, а также принимаемого им решения</w:t>
      </w:r>
    </w:p>
    <w:p w:rsidR="00E971B5" w:rsidRPr="00EC74AD" w:rsidRDefault="00E971B5" w:rsidP="009553CE">
      <w:pPr>
        <w:pStyle w:val="ConsPlusNormal"/>
        <w:jc w:val="center"/>
        <w:rPr>
          <w:rFonts w:ascii="Times New Roman" w:hAnsi="Times New Roman" w:cs="Times New Roman"/>
          <w:color w:val="FF0000"/>
          <w:sz w:val="24"/>
          <w:szCs w:val="24"/>
        </w:rPr>
      </w:pPr>
      <w:r w:rsidRPr="00EC74AD">
        <w:rPr>
          <w:rFonts w:ascii="Times New Roman" w:hAnsi="Times New Roman" w:cs="Times New Roman"/>
          <w:color w:val="FF0000"/>
          <w:sz w:val="24"/>
          <w:szCs w:val="24"/>
        </w:rPr>
        <w:t>при предоставлении государственной услуги</w:t>
      </w:r>
    </w:p>
    <w:p w:rsidR="00E971B5" w:rsidRPr="00EC74AD" w:rsidRDefault="00E971B5" w:rsidP="009553CE">
      <w:pPr>
        <w:pStyle w:val="ConsPlusNormal"/>
        <w:ind w:firstLine="540"/>
        <w:jc w:val="both"/>
        <w:rPr>
          <w:rFonts w:ascii="Times New Roman" w:hAnsi="Times New Roman" w:cs="Times New Roman"/>
          <w:color w:val="FF0000"/>
          <w:sz w:val="24"/>
          <w:szCs w:val="24"/>
        </w:rPr>
      </w:pP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5.1. Порядок обжалования действий (бездействия) должностного лица, а также принимаемого им решения при предоставлении государственной услуги определяется в соответствии с действующим законодательством РФ.</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Действия (бездействие) должностных лиц управления образования администрации Осинниковского городского округа при предоставлении государственной услуги могут быть обжалованы заявителем во внесудебном порядке и (или) в суд общей юрисдикции.</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Физические и юридические лица имеют право на обжалование действий или бездействия работников управления образования администрации Осинниковского городского округа, участвующих в предоставлении государственной услуги.</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5.1.1. Физические и юридические лица имеют право обратиться с жалобой лично или направить письменную жалобу в управление образования администрации Осинниковского городского округа. Жалоба рассматривается в течение 30 дней со дня ее регистрации.</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В случае если по жалобе требуется провести экспертизу, проверку или обследование, срок рассмотрения жалобы может быть продлен, но не более чем на 30 дней. О продлении срока рассмотрения жалобы физическое или юридическое лицо уведомляется письменно с указанием причин продления.</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Жалоба не рассматривается при отсутствии в обращении:</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фамилии автора обращения;</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сведений об обжалуемом действии (бездействии), решении (в чем выразилось, кем принято);</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подписи автора обращения;</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почтового адреса, по которому должен быть направлен ответ.</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Письменный ответ с указанием причин отказа в рассмотрении жалобы направляется не позднее 10 дней с момента ее получения.</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К жалобе могут быть приложены копии документов, подтверждающих изложенные в жалобе обстоятельства.</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По результатам рассмотрения жалобы должностное лицо, ответственное за предоставление услуги, или уполномоченный работник принимает решение об удовлетворении жалобы и о признании неправомерным действия (бездействия) исполнителя либо об отказе в удовлетворении жалобы.</w:t>
      </w:r>
    </w:p>
    <w:p w:rsidR="00E971B5" w:rsidRPr="00EC74AD" w:rsidRDefault="00E971B5" w:rsidP="009553CE">
      <w:pPr>
        <w:pStyle w:val="ConsPlusNormal"/>
        <w:ind w:firstLine="540"/>
        <w:jc w:val="both"/>
        <w:rPr>
          <w:rFonts w:ascii="Times New Roman" w:hAnsi="Times New Roman" w:cs="Times New Roman"/>
          <w:color w:val="FF0000"/>
          <w:sz w:val="24"/>
          <w:szCs w:val="24"/>
        </w:rPr>
      </w:pPr>
      <w:r w:rsidRPr="00EC74AD">
        <w:rPr>
          <w:rFonts w:ascii="Times New Roman" w:hAnsi="Times New Roman" w:cs="Times New Roman"/>
          <w:color w:val="FF0000"/>
          <w:sz w:val="24"/>
          <w:szCs w:val="24"/>
        </w:rPr>
        <w:t xml:space="preserve">5.1.2. Порядок судебного обжалования действий (бездействия) и решений, осуществляемых и принимаемых в ходе предоставления государственной услуги, определяется Гражданским процессуальным </w:t>
      </w:r>
      <w:hyperlink r:id="rId12" w:history="1">
        <w:r w:rsidRPr="00EC74AD">
          <w:rPr>
            <w:rFonts w:ascii="Times New Roman" w:hAnsi="Times New Roman" w:cs="Times New Roman"/>
            <w:color w:val="FF0000"/>
            <w:sz w:val="24"/>
            <w:szCs w:val="24"/>
          </w:rPr>
          <w:t>кодексом</w:t>
        </w:r>
      </w:hyperlink>
      <w:r w:rsidRPr="00EC74AD">
        <w:rPr>
          <w:rFonts w:ascii="Times New Roman" w:hAnsi="Times New Roman" w:cs="Times New Roman"/>
          <w:color w:val="FF0000"/>
          <w:sz w:val="24"/>
          <w:szCs w:val="24"/>
        </w:rPr>
        <w:t xml:space="preserve"> РФ.</w:t>
      </w:r>
    </w:p>
    <w:p w:rsidR="00E971B5" w:rsidRPr="0090041E" w:rsidRDefault="00E971B5" w:rsidP="009553CE">
      <w:pPr>
        <w:pStyle w:val="ConsPlusNormal"/>
        <w:ind w:firstLine="540"/>
        <w:jc w:val="both"/>
        <w:rPr>
          <w:rFonts w:ascii="Times New Roman" w:hAnsi="Times New Roman" w:cs="Times New Roman"/>
          <w:sz w:val="24"/>
          <w:szCs w:val="24"/>
        </w:rPr>
      </w:pPr>
    </w:p>
    <w:p w:rsidR="00E971B5" w:rsidRPr="0090041E" w:rsidRDefault="00E971B5" w:rsidP="009553CE">
      <w:pPr>
        <w:pStyle w:val="ConsPlusNormal"/>
        <w:ind w:firstLine="540"/>
        <w:jc w:val="both"/>
        <w:rPr>
          <w:rFonts w:ascii="Times New Roman" w:hAnsi="Times New Roman" w:cs="Times New Roman"/>
          <w:sz w:val="24"/>
          <w:szCs w:val="24"/>
        </w:rPr>
      </w:pPr>
    </w:p>
    <w:p w:rsidR="00E971B5" w:rsidRPr="0090041E" w:rsidRDefault="00E971B5" w:rsidP="009553CE">
      <w:pPr>
        <w:pStyle w:val="ConsPlusNormal"/>
        <w:ind w:firstLine="540"/>
        <w:jc w:val="both"/>
        <w:rPr>
          <w:rFonts w:ascii="Times New Roman" w:hAnsi="Times New Roman" w:cs="Times New Roman"/>
          <w:sz w:val="24"/>
          <w:szCs w:val="24"/>
        </w:rPr>
      </w:pPr>
    </w:p>
    <w:p w:rsidR="00E971B5" w:rsidRPr="0090041E" w:rsidRDefault="00E971B5" w:rsidP="009553CE">
      <w:pPr>
        <w:pStyle w:val="ConsPlusNormal"/>
        <w:jc w:val="right"/>
        <w:outlineLvl w:val="1"/>
        <w:rPr>
          <w:rFonts w:ascii="Times New Roman" w:hAnsi="Times New Roman" w:cs="Times New Roman"/>
          <w:sz w:val="24"/>
          <w:szCs w:val="24"/>
        </w:rPr>
      </w:pPr>
    </w:p>
    <w:p w:rsidR="00E971B5" w:rsidRPr="0090041E" w:rsidRDefault="00E971B5" w:rsidP="009553CE">
      <w:pPr>
        <w:pStyle w:val="ConsPlusNormal"/>
        <w:jc w:val="right"/>
        <w:outlineLvl w:val="1"/>
        <w:rPr>
          <w:rFonts w:ascii="Times New Roman" w:hAnsi="Times New Roman" w:cs="Times New Roman"/>
          <w:sz w:val="24"/>
          <w:szCs w:val="24"/>
        </w:rPr>
      </w:pPr>
    </w:p>
    <w:p w:rsidR="00E971B5" w:rsidRPr="0090041E" w:rsidRDefault="00E971B5" w:rsidP="009553CE">
      <w:pPr>
        <w:pStyle w:val="ConsPlusNormal"/>
        <w:jc w:val="right"/>
        <w:outlineLvl w:val="1"/>
        <w:rPr>
          <w:rFonts w:ascii="Times New Roman" w:hAnsi="Times New Roman" w:cs="Times New Roman"/>
          <w:sz w:val="24"/>
          <w:szCs w:val="24"/>
        </w:rPr>
      </w:pPr>
      <w:r w:rsidRPr="0090041E">
        <w:rPr>
          <w:rFonts w:ascii="Times New Roman" w:hAnsi="Times New Roman" w:cs="Times New Roman"/>
          <w:sz w:val="24"/>
          <w:szCs w:val="24"/>
        </w:rPr>
        <w:t>Приложение N 1</w:t>
      </w:r>
    </w:p>
    <w:p w:rsidR="00E971B5" w:rsidRPr="0090041E" w:rsidRDefault="00E971B5" w:rsidP="009553CE">
      <w:pPr>
        <w:pStyle w:val="ConsPlusNormal"/>
        <w:jc w:val="right"/>
        <w:rPr>
          <w:rFonts w:ascii="Times New Roman" w:hAnsi="Times New Roman" w:cs="Times New Roman"/>
          <w:sz w:val="24"/>
          <w:szCs w:val="24"/>
        </w:rPr>
      </w:pPr>
      <w:r w:rsidRPr="0090041E">
        <w:rPr>
          <w:rFonts w:ascii="Times New Roman" w:hAnsi="Times New Roman" w:cs="Times New Roman"/>
          <w:sz w:val="24"/>
          <w:szCs w:val="24"/>
        </w:rPr>
        <w:t>к административному регламенту</w:t>
      </w:r>
    </w:p>
    <w:p w:rsidR="00E971B5" w:rsidRPr="0090041E" w:rsidRDefault="00E971B5" w:rsidP="009553CE">
      <w:pPr>
        <w:pStyle w:val="ConsPlusNormal"/>
        <w:jc w:val="center"/>
        <w:rPr>
          <w:rFonts w:ascii="Times New Roman" w:hAnsi="Times New Roman" w:cs="Times New Roman"/>
          <w:sz w:val="24"/>
          <w:szCs w:val="24"/>
        </w:rPr>
      </w:pPr>
    </w:p>
    <w:p w:rsidR="00E971B5" w:rsidRPr="0090041E" w:rsidRDefault="00E971B5" w:rsidP="00272ED6">
      <w:pPr>
        <w:jc w:val="right"/>
      </w:pPr>
      <w:r w:rsidRPr="0090041E">
        <w:t xml:space="preserve">Начальнику управления образования </w:t>
      </w:r>
    </w:p>
    <w:p w:rsidR="00E971B5" w:rsidRPr="0090041E" w:rsidRDefault="00E971B5" w:rsidP="00272ED6">
      <w:pPr>
        <w:tabs>
          <w:tab w:val="left" w:pos="6096"/>
        </w:tabs>
        <w:jc w:val="right"/>
      </w:pPr>
      <w:r w:rsidRPr="0090041E">
        <w:t xml:space="preserve">                                                                     Администрации Осинниковского городского                      </w:t>
      </w:r>
    </w:p>
    <w:p w:rsidR="00E971B5" w:rsidRPr="0090041E" w:rsidRDefault="00E971B5" w:rsidP="00272ED6">
      <w:pPr>
        <w:tabs>
          <w:tab w:val="left" w:pos="6096"/>
        </w:tabs>
        <w:jc w:val="center"/>
      </w:pPr>
      <w:r w:rsidRPr="0090041E">
        <w:t xml:space="preserve">                                                                                                  округа </w:t>
      </w:r>
    </w:p>
    <w:p w:rsidR="00E971B5" w:rsidRPr="0090041E" w:rsidRDefault="00E971B5" w:rsidP="00272ED6">
      <w:pPr>
        <w:tabs>
          <w:tab w:val="left" w:pos="6096"/>
        </w:tabs>
        <w:jc w:val="center"/>
      </w:pPr>
      <w:r w:rsidRPr="0090041E">
        <w:t xml:space="preserve">                                                                                              ______________________________________                                                                                                                                                                                                                                                     </w:t>
      </w:r>
    </w:p>
    <w:p w:rsidR="00E971B5" w:rsidRPr="0090041E" w:rsidRDefault="00E971B5" w:rsidP="00272ED6">
      <w:pPr>
        <w:ind w:left="-567"/>
        <w:jc w:val="right"/>
      </w:pPr>
      <w:r w:rsidRPr="0090041E">
        <w:t xml:space="preserve">От ____________________________________                                      </w:t>
      </w:r>
    </w:p>
    <w:p w:rsidR="00E971B5" w:rsidRPr="0090041E" w:rsidRDefault="00E971B5" w:rsidP="00272ED6">
      <w:pPr>
        <w:ind w:left="-567"/>
        <w:jc w:val="right"/>
      </w:pPr>
      <w:r w:rsidRPr="0090041E">
        <w:t>(Ф.И.О., дата рождения)</w:t>
      </w:r>
    </w:p>
    <w:p w:rsidR="00E971B5" w:rsidRPr="0090041E" w:rsidRDefault="00E971B5" w:rsidP="00272ED6">
      <w:pPr>
        <w:jc w:val="right"/>
      </w:pPr>
      <w:r w:rsidRPr="0090041E">
        <w:t xml:space="preserve">                                      зарегистрир. по адресу: __________________</w:t>
      </w:r>
    </w:p>
    <w:p w:rsidR="00E971B5" w:rsidRPr="0090041E" w:rsidRDefault="00E971B5" w:rsidP="00272ED6">
      <w:pPr>
        <w:jc w:val="right"/>
      </w:pPr>
      <w:r w:rsidRPr="0090041E">
        <w:t xml:space="preserve">                                       ______________________________________</w:t>
      </w:r>
    </w:p>
    <w:p w:rsidR="00E971B5" w:rsidRPr="0090041E" w:rsidRDefault="00E971B5" w:rsidP="00272ED6">
      <w:pPr>
        <w:jc w:val="right"/>
      </w:pPr>
      <w:r w:rsidRPr="0090041E">
        <w:t xml:space="preserve">                                                                                              паспорт: серия  ________________________                                                      №____________________________________                                                                                                 выдан________________________________</w:t>
      </w:r>
    </w:p>
    <w:p w:rsidR="00E971B5" w:rsidRPr="0090041E" w:rsidRDefault="00E971B5" w:rsidP="00272ED6">
      <w:pPr>
        <w:jc w:val="right"/>
      </w:pPr>
      <w:r w:rsidRPr="0090041E">
        <w:t xml:space="preserve">                                                                                                дата выдачи __________________________</w:t>
      </w:r>
    </w:p>
    <w:p w:rsidR="00E971B5" w:rsidRPr="0090041E" w:rsidRDefault="00E971B5" w:rsidP="00272ED6">
      <w:pPr>
        <w:jc w:val="center"/>
      </w:pPr>
      <w:r w:rsidRPr="0090041E">
        <w:t xml:space="preserve">                                                                                               телефон_____________________________                                       </w:t>
      </w:r>
    </w:p>
    <w:p w:rsidR="00E971B5" w:rsidRPr="0090041E" w:rsidRDefault="00E971B5" w:rsidP="00272ED6">
      <w:pPr>
        <w:jc w:val="center"/>
      </w:pPr>
      <w:r w:rsidRPr="0090041E">
        <w:t xml:space="preserve">  </w:t>
      </w:r>
    </w:p>
    <w:p w:rsidR="00E971B5" w:rsidRPr="0090041E" w:rsidRDefault="00E971B5" w:rsidP="00272ED6">
      <w:pPr>
        <w:jc w:val="center"/>
        <w:rPr>
          <w:b/>
        </w:rPr>
      </w:pPr>
      <w:r w:rsidRPr="0090041E">
        <w:rPr>
          <w:b/>
        </w:rPr>
        <w:t>заявление.</w:t>
      </w:r>
    </w:p>
    <w:p w:rsidR="00E971B5" w:rsidRPr="0090041E" w:rsidRDefault="00E971B5" w:rsidP="00272ED6">
      <w:pPr>
        <w:jc w:val="center"/>
      </w:pPr>
    </w:p>
    <w:p w:rsidR="00E971B5" w:rsidRPr="0090041E" w:rsidRDefault="00E971B5" w:rsidP="00272ED6">
      <w:pPr>
        <w:ind w:left="-426"/>
        <w:jc w:val="both"/>
      </w:pPr>
      <w:r w:rsidRPr="0090041E">
        <w:t>Прошу дать разрешение на совершение сделки, предусмотренной п. 2ст.37 ГК РФ  ____________________________________________                 _________________  доли</w:t>
      </w:r>
      <w:r>
        <w:t xml:space="preserve"> </w:t>
      </w:r>
      <w:r w:rsidRPr="0090041E">
        <w:t xml:space="preserve">(лей) </w:t>
      </w:r>
    </w:p>
    <w:p w:rsidR="00E971B5" w:rsidRPr="0090041E" w:rsidRDefault="00E971B5" w:rsidP="00272ED6">
      <w:pPr>
        <w:ind w:left="-426"/>
        <w:jc w:val="both"/>
      </w:pPr>
      <w:r w:rsidRPr="0090041E">
        <w:t xml:space="preserve">        (продажу, обмен, мену)</w:t>
      </w:r>
    </w:p>
    <w:p w:rsidR="00E971B5" w:rsidRPr="0090041E" w:rsidRDefault="00E971B5" w:rsidP="00272ED6">
      <w:pPr>
        <w:ind w:left="-426"/>
        <w:jc w:val="both"/>
      </w:pPr>
      <w:r w:rsidRPr="0090041E">
        <w:t xml:space="preserve">                                                                            </w:t>
      </w:r>
    </w:p>
    <w:p w:rsidR="00E971B5" w:rsidRPr="0090041E" w:rsidRDefault="00E971B5" w:rsidP="00272ED6">
      <w:r w:rsidRPr="0090041E">
        <w:t>в___________________________________________ из               ______________________комнат</w:t>
      </w:r>
    </w:p>
    <w:p w:rsidR="00E971B5" w:rsidRPr="0090041E" w:rsidRDefault="00E971B5" w:rsidP="00272ED6">
      <w:pPr>
        <w:ind w:left="-426"/>
      </w:pPr>
      <w:r w:rsidRPr="0090041E">
        <w:t>(указать жилое помещение)                                                                 (кол-во комнат)</w:t>
      </w:r>
    </w:p>
    <w:p w:rsidR="00E971B5" w:rsidRPr="0090041E" w:rsidRDefault="00E971B5" w:rsidP="00272ED6">
      <w:pPr>
        <w:ind w:left="-426"/>
        <w:jc w:val="both"/>
      </w:pPr>
    </w:p>
    <w:p w:rsidR="00E971B5" w:rsidRPr="0090041E" w:rsidRDefault="00E971B5" w:rsidP="00272ED6">
      <w:pPr>
        <w:ind w:left="-426"/>
        <w:jc w:val="both"/>
      </w:pPr>
      <w:r w:rsidRPr="0090041E">
        <w:t>По адресу:_________________________________________________________________________________</w:t>
      </w:r>
    </w:p>
    <w:p w:rsidR="00E971B5" w:rsidRPr="0090041E" w:rsidRDefault="00E971B5" w:rsidP="00272ED6">
      <w:pPr>
        <w:ind w:left="-426"/>
      </w:pPr>
    </w:p>
    <w:p w:rsidR="00E971B5" w:rsidRPr="0090041E" w:rsidRDefault="00E971B5" w:rsidP="00272ED6">
      <w:pPr>
        <w:ind w:left="-426"/>
        <w:jc w:val="center"/>
      </w:pPr>
      <w:r w:rsidRPr="0090041E">
        <w:t>Общей площадью ___________ кв.м.,  жилой площадью ___________ кв.м.,</w:t>
      </w:r>
    </w:p>
    <w:p w:rsidR="00E971B5" w:rsidRPr="0090041E" w:rsidRDefault="00E971B5" w:rsidP="00272ED6">
      <w:pPr>
        <w:ind w:left="-426"/>
        <w:jc w:val="both"/>
      </w:pPr>
    </w:p>
    <w:p w:rsidR="00E971B5" w:rsidRPr="0090041E" w:rsidRDefault="00E971B5" w:rsidP="00272ED6">
      <w:pPr>
        <w:ind w:left="-426"/>
        <w:jc w:val="both"/>
      </w:pPr>
      <w:r w:rsidRPr="0090041E">
        <w:t>принадлежащее на праве собственности (свидетельство о праве собственности на жилое помещение, либо другой правоустанавливающий документ) ________________________________________________________________________________________</w:t>
      </w:r>
    </w:p>
    <w:p w:rsidR="00E971B5" w:rsidRPr="0090041E" w:rsidRDefault="00E971B5" w:rsidP="00272ED6">
      <w:pPr>
        <w:ind w:left="-426"/>
        <w:jc w:val="both"/>
      </w:pPr>
      <w:r w:rsidRPr="0090041E">
        <w:t>№_________________________________________________от___________________________________</w:t>
      </w:r>
    </w:p>
    <w:p w:rsidR="00E971B5" w:rsidRPr="0090041E" w:rsidRDefault="00E971B5" w:rsidP="00272ED6">
      <w:pPr>
        <w:ind w:left="-426"/>
        <w:jc w:val="both"/>
      </w:pPr>
    </w:p>
    <w:p w:rsidR="00E971B5" w:rsidRPr="0090041E" w:rsidRDefault="00E971B5" w:rsidP="00272ED6">
      <w:pPr>
        <w:ind w:left="-426"/>
        <w:jc w:val="center"/>
      </w:pPr>
      <w:r w:rsidRPr="0090041E">
        <w:t>Собственником которой(ых) является несовершеннолетний(яя)</w:t>
      </w:r>
    </w:p>
    <w:p w:rsidR="00E971B5" w:rsidRPr="0090041E" w:rsidRDefault="00E971B5" w:rsidP="00272ED6">
      <w:pPr>
        <w:ind w:left="-426"/>
        <w:jc w:val="both"/>
      </w:pPr>
    </w:p>
    <w:p w:rsidR="00E971B5" w:rsidRPr="0090041E" w:rsidRDefault="00E971B5" w:rsidP="00272ED6">
      <w:pPr>
        <w:ind w:left="-426"/>
        <w:jc w:val="both"/>
      </w:pPr>
      <w:r w:rsidRPr="0090041E">
        <w:t>________________________________________________________________________________________</w:t>
      </w:r>
    </w:p>
    <w:p w:rsidR="00E971B5" w:rsidRPr="0090041E" w:rsidRDefault="00E971B5" w:rsidP="00272ED6">
      <w:pPr>
        <w:ind w:left="-426"/>
        <w:jc w:val="center"/>
      </w:pPr>
      <w:r w:rsidRPr="0090041E">
        <w:t>(Ф.И.О., дата рождения)</w:t>
      </w:r>
    </w:p>
    <w:p w:rsidR="00E971B5" w:rsidRPr="0090041E" w:rsidRDefault="00E971B5" w:rsidP="00272ED6">
      <w:pPr>
        <w:ind w:left="-426"/>
        <w:jc w:val="both"/>
      </w:pPr>
    </w:p>
    <w:p w:rsidR="00E971B5" w:rsidRPr="0090041E" w:rsidRDefault="00E971B5" w:rsidP="00272ED6">
      <w:pPr>
        <w:ind w:left="-426"/>
        <w:jc w:val="both"/>
      </w:pPr>
      <w:r w:rsidRPr="0090041E">
        <w:t>В связи с одновременным ________________________________________________________________ на имя</w:t>
      </w:r>
    </w:p>
    <w:p w:rsidR="00E971B5" w:rsidRPr="0090041E" w:rsidRDefault="00E971B5" w:rsidP="00272ED6">
      <w:pPr>
        <w:ind w:left="-426"/>
        <w:jc w:val="both"/>
      </w:pPr>
      <w:r w:rsidRPr="0090041E">
        <w:t xml:space="preserve">                                                                               ( покупкой, обменом, меной)</w:t>
      </w:r>
    </w:p>
    <w:p w:rsidR="00E971B5" w:rsidRPr="0090041E" w:rsidRDefault="00E971B5" w:rsidP="00272ED6">
      <w:pPr>
        <w:ind w:left="-426"/>
        <w:jc w:val="both"/>
      </w:pPr>
    </w:p>
    <w:p w:rsidR="00E971B5" w:rsidRPr="0090041E" w:rsidRDefault="00E971B5" w:rsidP="00272ED6">
      <w:pPr>
        <w:ind w:left="-426"/>
        <w:jc w:val="both"/>
      </w:pPr>
      <w:r w:rsidRPr="0090041E">
        <w:t>несовершеннолетнего(ей)___________доли(ей) в  ________________________ из ___________комнат</w:t>
      </w:r>
    </w:p>
    <w:p w:rsidR="00E971B5" w:rsidRPr="0090041E" w:rsidRDefault="00E971B5" w:rsidP="00272ED6">
      <w:pPr>
        <w:ind w:left="-426"/>
        <w:jc w:val="right"/>
      </w:pPr>
      <w:r w:rsidRPr="0090041E">
        <w:t>( количество комнат)</w:t>
      </w:r>
    </w:p>
    <w:p w:rsidR="00E971B5" w:rsidRPr="0090041E" w:rsidRDefault="00E971B5" w:rsidP="00272ED6">
      <w:pPr>
        <w:ind w:left="-426"/>
        <w:jc w:val="both"/>
      </w:pPr>
      <w:r w:rsidRPr="0090041E">
        <w:t>По адресу:__________________________________________________________________________________</w:t>
      </w:r>
    </w:p>
    <w:p w:rsidR="00E971B5" w:rsidRPr="0090041E" w:rsidRDefault="00E971B5" w:rsidP="00272ED6">
      <w:pPr>
        <w:ind w:left="-426"/>
        <w:jc w:val="both"/>
      </w:pPr>
    </w:p>
    <w:p w:rsidR="00E971B5" w:rsidRPr="0090041E" w:rsidRDefault="00E971B5" w:rsidP="00272ED6">
      <w:pPr>
        <w:ind w:left="-426"/>
        <w:jc w:val="center"/>
      </w:pPr>
      <w:r w:rsidRPr="0090041E">
        <w:t>Общей площадью ____________ кв.м.,  жилой площадью ____________ кв.м.</w:t>
      </w:r>
    </w:p>
    <w:p w:rsidR="00E971B5" w:rsidRPr="0090041E" w:rsidRDefault="00E971B5" w:rsidP="00272ED6">
      <w:pPr>
        <w:ind w:left="-426"/>
        <w:jc w:val="both"/>
        <w:rPr>
          <w:b/>
        </w:rPr>
      </w:pPr>
    </w:p>
    <w:p w:rsidR="00E971B5" w:rsidRPr="0090041E" w:rsidRDefault="00E971B5" w:rsidP="00272ED6">
      <w:pPr>
        <w:ind w:left="-426"/>
        <w:jc w:val="both"/>
        <w:rPr>
          <w:b/>
        </w:rPr>
      </w:pPr>
      <w:r w:rsidRPr="0090041E">
        <w:rPr>
          <w:b/>
        </w:rPr>
        <w:t>Что соответствует интересам несовершеннолетнего(них). Обязуюсь после совершения сделки предоставить в органы опеки и попечительства копии совершенных договоров, свидетельств о регистрации прав собственности.</w:t>
      </w:r>
    </w:p>
    <w:p w:rsidR="00E971B5" w:rsidRPr="0090041E" w:rsidRDefault="00E971B5" w:rsidP="00272ED6">
      <w:pPr>
        <w:ind w:left="-426"/>
        <w:jc w:val="center"/>
      </w:pPr>
      <w:r w:rsidRPr="0090041E">
        <w:t>Даю согласие на использование и обработку персональных данных.</w:t>
      </w:r>
    </w:p>
    <w:p w:rsidR="00E971B5" w:rsidRPr="0090041E" w:rsidRDefault="00E971B5" w:rsidP="00272ED6">
      <w:pPr>
        <w:ind w:left="-426"/>
        <w:jc w:val="both"/>
        <w:rPr>
          <w:b/>
        </w:rPr>
      </w:pPr>
    </w:p>
    <w:p w:rsidR="00E971B5" w:rsidRPr="0090041E" w:rsidRDefault="00E971B5" w:rsidP="00272ED6">
      <w:pPr>
        <w:ind w:left="-426"/>
        <w:jc w:val="both"/>
      </w:pPr>
      <w:r w:rsidRPr="0090041E">
        <w:t>Дата _______________         Подпись _________________      Расшифровка подписи_________________</w:t>
      </w:r>
    </w:p>
    <w:p w:rsidR="00E971B5" w:rsidRPr="0090041E" w:rsidRDefault="00E971B5" w:rsidP="00272ED6"/>
    <w:p w:rsidR="00E971B5" w:rsidRPr="0090041E" w:rsidRDefault="00E971B5" w:rsidP="00272ED6">
      <w:pPr>
        <w:ind w:left="-426"/>
      </w:pPr>
      <w:r w:rsidRPr="0090041E">
        <w:t>С совершением сделки согласен(на)</w:t>
      </w:r>
    </w:p>
    <w:p w:rsidR="00E971B5" w:rsidRPr="0090041E" w:rsidRDefault="00E971B5" w:rsidP="00272ED6">
      <w:pPr>
        <w:ind w:left="-426"/>
      </w:pPr>
      <w:r w:rsidRPr="0090041E">
        <w:t>Ф.И.О. ______________________________________________________________________________________</w:t>
      </w:r>
    </w:p>
    <w:p w:rsidR="00E971B5" w:rsidRPr="0090041E" w:rsidRDefault="00E971B5" w:rsidP="00272ED6">
      <w:pPr>
        <w:ind w:left="-426"/>
        <w:jc w:val="both"/>
      </w:pPr>
    </w:p>
    <w:p w:rsidR="00E971B5" w:rsidRPr="0090041E" w:rsidRDefault="00E971B5" w:rsidP="00272ED6">
      <w:pPr>
        <w:ind w:left="-426"/>
        <w:jc w:val="both"/>
      </w:pPr>
      <w:r w:rsidRPr="0090041E">
        <w:t>Дата _________________         Подпись ___________________      Расшифровка подписи_________________</w:t>
      </w:r>
    </w:p>
    <w:p w:rsidR="00E971B5" w:rsidRPr="0090041E" w:rsidRDefault="00E971B5" w:rsidP="00272ED6">
      <w:pPr>
        <w:ind w:left="-426"/>
        <w:jc w:val="both"/>
      </w:pPr>
    </w:p>
    <w:p w:rsidR="00E971B5" w:rsidRPr="0090041E" w:rsidRDefault="00E971B5" w:rsidP="00272ED6">
      <w:pPr>
        <w:ind w:left="-426"/>
        <w:jc w:val="both"/>
      </w:pPr>
      <w:r w:rsidRPr="0090041E">
        <w:t>Дата___________________      Подпись специалиста, принявшего заявление ___________________________</w:t>
      </w:r>
    </w:p>
    <w:p w:rsidR="00E971B5" w:rsidRPr="0090041E"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Default="00E971B5" w:rsidP="009553CE">
      <w:pPr>
        <w:pStyle w:val="ConsPlusNormal"/>
        <w:ind w:firstLine="540"/>
        <w:jc w:val="both"/>
        <w:rPr>
          <w:rFonts w:ascii="Times New Roman" w:hAnsi="Times New Roman" w:cs="Times New Roman"/>
          <w:sz w:val="24"/>
          <w:szCs w:val="24"/>
        </w:rPr>
      </w:pPr>
    </w:p>
    <w:p w:rsidR="00E971B5" w:rsidRPr="0090041E" w:rsidRDefault="00E971B5" w:rsidP="009553CE">
      <w:pPr>
        <w:pStyle w:val="ConsPlusNormal"/>
        <w:ind w:firstLine="540"/>
        <w:jc w:val="both"/>
        <w:rPr>
          <w:rFonts w:ascii="Times New Roman" w:hAnsi="Times New Roman" w:cs="Times New Roman"/>
          <w:sz w:val="24"/>
          <w:szCs w:val="24"/>
        </w:rPr>
      </w:pPr>
    </w:p>
    <w:p w:rsidR="00E971B5" w:rsidRPr="0090041E" w:rsidRDefault="00E971B5" w:rsidP="00272ED6">
      <w:pPr>
        <w:rPr>
          <w:b/>
        </w:rPr>
      </w:pPr>
      <w:r w:rsidRPr="0090041E">
        <w:t xml:space="preserve">                                         </w:t>
      </w:r>
      <w:r>
        <w:t xml:space="preserve">                                                  </w:t>
      </w:r>
      <w:r w:rsidRPr="0090041E">
        <w:t xml:space="preserve">    Начальнику управления образования </w:t>
      </w:r>
    </w:p>
    <w:p w:rsidR="00E971B5" w:rsidRDefault="00E971B5" w:rsidP="00272ED6">
      <w:pPr>
        <w:jc w:val="both"/>
      </w:pPr>
      <w:r w:rsidRPr="0090041E">
        <w:t xml:space="preserve">                                             </w:t>
      </w:r>
      <w:r>
        <w:t xml:space="preserve">                                                  </w:t>
      </w:r>
      <w:r w:rsidRPr="0090041E">
        <w:t xml:space="preserve">администрации    Осинниковского </w:t>
      </w:r>
    </w:p>
    <w:p w:rsidR="00E971B5" w:rsidRPr="0090041E" w:rsidRDefault="00E971B5" w:rsidP="00396B52">
      <w:r>
        <w:t xml:space="preserve">                                                                                               </w:t>
      </w:r>
      <w:r w:rsidRPr="0090041E">
        <w:t>городского округа округа _______________</w:t>
      </w:r>
    </w:p>
    <w:p w:rsidR="00E971B5" w:rsidRPr="0090041E" w:rsidRDefault="00E971B5" w:rsidP="00272ED6">
      <w:pPr>
        <w:jc w:val="right"/>
      </w:pPr>
      <w:r w:rsidRPr="0090041E">
        <w:t>_____________________________________</w:t>
      </w:r>
    </w:p>
    <w:p w:rsidR="00E971B5" w:rsidRPr="0090041E" w:rsidRDefault="00E971B5" w:rsidP="00272ED6">
      <w:pPr>
        <w:ind w:left="-567"/>
        <w:jc w:val="center"/>
      </w:pPr>
      <w:r w:rsidRPr="0090041E">
        <w:t xml:space="preserve">                                    </w:t>
      </w:r>
      <w:r>
        <w:t xml:space="preserve">                                                                </w:t>
      </w:r>
      <w:r w:rsidRPr="0090041E">
        <w:t xml:space="preserve">         (Ф.И.О., дата рождения)</w:t>
      </w:r>
    </w:p>
    <w:p w:rsidR="00E971B5" w:rsidRPr="0090041E" w:rsidRDefault="00E971B5" w:rsidP="00272ED6">
      <w:pPr>
        <w:jc w:val="center"/>
      </w:pPr>
      <w:r w:rsidRPr="0090041E">
        <w:t xml:space="preserve">                                  </w:t>
      </w:r>
      <w:r>
        <w:t xml:space="preserve">                                              </w:t>
      </w:r>
      <w:r w:rsidRPr="0090041E">
        <w:t xml:space="preserve">    зарегистрир. по адресу: ______________________</w:t>
      </w:r>
    </w:p>
    <w:p w:rsidR="00E971B5" w:rsidRPr="0090041E" w:rsidRDefault="00E971B5" w:rsidP="00272ED6">
      <w:pPr>
        <w:jc w:val="center"/>
      </w:pPr>
      <w:r w:rsidRPr="0090041E">
        <w:t xml:space="preserve">                                      </w:t>
      </w:r>
      <w:r>
        <w:t xml:space="preserve">                                            </w:t>
      </w:r>
      <w:r w:rsidRPr="0090041E">
        <w:t xml:space="preserve"> ___________________________________________</w:t>
      </w:r>
    </w:p>
    <w:p w:rsidR="00E971B5" w:rsidRPr="0090041E" w:rsidRDefault="00E971B5" w:rsidP="00272ED6">
      <w:pPr>
        <w:jc w:val="center"/>
      </w:pPr>
      <w:r w:rsidRPr="0090041E">
        <w:t xml:space="preserve">                                 </w:t>
      </w:r>
      <w:r>
        <w:t xml:space="preserve">                                            </w:t>
      </w:r>
      <w:r w:rsidRPr="0090041E">
        <w:t xml:space="preserve">     паспорт: серия___________ №________________</w:t>
      </w:r>
    </w:p>
    <w:p w:rsidR="00E971B5" w:rsidRPr="0090041E" w:rsidRDefault="00E971B5" w:rsidP="00272ED6">
      <w:pPr>
        <w:jc w:val="center"/>
      </w:pPr>
      <w:r w:rsidRPr="0090041E">
        <w:t xml:space="preserve">                         </w:t>
      </w:r>
      <w:r>
        <w:t xml:space="preserve">                                            </w:t>
      </w:r>
      <w:r w:rsidRPr="0090041E">
        <w:t xml:space="preserve">              выдан_____________________________________</w:t>
      </w:r>
    </w:p>
    <w:p w:rsidR="00E971B5" w:rsidRPr="0090041E" w:rsidRDefault="00E971B5" w:rsidP="00272ED6">
      <w:r w:rsidRPr="0090041E">
        <w:t xml:space="preserve">                                             </w:t>
      </w:r>
      <w:r>
        <w:t xml:space="preserve">                               </w:t>
      </w:r>
      <w:r w:rsidRPr="0090041E">
        <w:t xml:space="preserve">        дата выдачи _______________________________</w:t>
      </w:r>
    </w:p>
    <w:p w:rsidR="00E971B5" w:rsidRPr="0090041E" w:rsidRDefault="00E971B5" w:rsidP="00272ED6">
      <w:pPr>
        <w:jc w:val="center"/>
      </w:pPr>
      <w:r w:rsidRPr="0090041E">
        <w:t xml:space="preserve">                                             </w:t>
      </w:r>
      <w:r>
        <w:t xml:space="preserve">                                  </w:t>
      </w:r>
      <w:r w:rsidRPr="0090041E">
        <w:t xml:space="preserve">  телефон___________________________________                                        </w:t>
      </w:r>
    </w:p>
    <w:p w:rsidR="00E971B5" w:rsidRPr="0090041E" w:rsidRDefault="00E971B5" w:rsidP="00272ED6">
      <w:pPr>
        <w:jc w:val="center"/>
      </w:pPr>
      <w:r w:rsidRPr="0090041E">
        <w:t xml:space="preserve">  </w:t>
      </w:r>
    </w:p>
    <w:p w:rsidR="00E971B5" w:rsidRPr="0090041E" w:rsidRDefault="00E971B5" w:rsidP="00272ED6">
      <w:pPr>
        <w:jc w:val="center"/>
      </w:pPr>
      <w:r w:rsidRPr="0090041E">
        <w:t>заявление.</w:t>
      </w:r>
    </w:p>
    <w:p w:rsidR="00E971B5" w:rsidRPr="0090041E" w:rsidRDefault="00E971B5" w:rsidP="00272ED6">
      <w:pPr>
        <w:jc w:val="center"/>
      </w:pPr>
    </w:p>
    <w:p w:rsidR="00E971B5" w:rsidRPr="0090041E" w:rsidRDefault="00E971B5" w:rsidP="00272ED6">
      <w:pPr>
        <w:ind w:left="-426"/>
        <w:jc w:val="both"/>
      </w:pPr>
      <w:r w:rsidRPr="0090041E">
        <w:t>Прошу дать разрешение на __________________        _________  доли</w:t>
      </w:r>
      <w:r>
        <w:t xml:space="preserve"> </w:t>
      </w:r>
      <w:r w:rsidRPr="0090041E">
        <w:t>(лей) в</w:t>
      </w:r>
    </w:p>
    <w:p w:rsidR="00E971B5" w:rsidRPr="0090041E" w:rsidRDefault="00E971B5" w:rsidP="00272ED6">
      <w:pPr>
        <w:ind w:left="-426"/>
        <w:jc w:val="both"/>
      </w:pPr>
      <w:r w:rsidRPr="0090041E">
        <w:t xml:space="preserve">                                                (продажу, обмен, мену)</w:t>
      </w:r>
    </w:p>
    <w:p w:rsidR="00E971B5" w:rsidRPr="0090041E" w:rsidRDefault="00E971B5" w:rsidP="00272ED6">
      <w:pPr>
        <w:ind w:left="-426"/>
        <w:jc w:val="both"/>
      </w:pPr>
      <w:r w:rsidRPr="0090041E">
        <w:t>__________________________________ из ______________________комнат</w:t>
      </w:r>
    </w:p>
    <w:p w:rsidR="00E971B5" w:rsidRPr="0090041E" w:rsidRDefault="00E971B5" w:rsidP="00272ED6">
      <w:pPr>
        <w:ind w:left="-426"/>
        <w:jc w:val="both"/>
      </w:pPr>
      <w:r w:rsidRPr="0090041E">
        <w:t xml:space="preserve">                       (указать жилое помещение)                                          (кол-во комнат)</w:t>
      </w:r>
    </w:p>
    <w:p w:rsidR="00E971B5" w:rsidRPr="0090041E" w:rsidRDefault="00E971B5" w:rsidP="00272ED6">
      <w:pPr>
        <w:ind w:left="-426"/>
        <w:jc w:val="both"/>
      </w:pPr>
      <w:r w:rsidRPr="0090041E">
        <w:t>По адресу:________________________________________________________</w:t>
      </w:r>
    </w:p>
    <w:p w:rsidR="00E971B5" w:rsidRPr="0090041E" w:rsidRDefault="00E971B5" w:rsidP="00272ED6">
      <w:pPr>
        <w:ind w:left="-426"/>
        <w:jc w:val="both"/>
      </w:pPr>
      <w:r w:rsidRPr="0090041E">
        <w:t>Общей площадью ___________ кв.м.,  жилой площадью ___________ кв.м.,</w:t>
      </w:r>
    </w:p>
    <w:p w:rsidR="00E971B5" w:rsidRPr="0090041E" w:rsidRDefault="00E971B5" w:rsidP="00272ED6">
      <w:pPr>
        <w:ind w:left="-426"/>
        <w:jc w:val="both"/>
      </w:pPr>
      <w:r w:rsidRPr="0090041E">
        <w:t>Собственником которой(ых) является несовершеннолетний(яя) ________________________________________________________________</w:t>
      </w:r>
    </w:p>
    <w:p w:rsidR="00E971B5" w:rsidRPr="0090041E" w:rsidRDefault="00E971B5" w:rsidP="00272ED6">
      <w:pPr>
        <w:ind w:left="-426"/>
        <w:jc w:val="both"/>
      </w:pPr>
      <w:r w:rsidRPr="0090041E">
        <w:t xml:space="preserve">                                                        (Ф.И.О., дата рождения)</w:t>
      </w:r>
    </w:p>
    <w:p w:rsidR="00E971B5" w:rsidRPr="0090041E" w:rsidRDefault="00E971B5" w:rsidP="00272ED6">
      <w:pPr>
        <w:ind w:left="-426"/>
        <w:jc w:val="both"/>
      </w:pPr>
      <w:r w:rsidRPr="0090041E">
        <w:t>______________________________________________________________________________________________</w:t>
      </w:r>
    </w:p>
    <w:p w:rsidR="00E971B5" w:rsidRPr="0090041E" w:rsidRDefault="00E971B5" w:rsidP="00272ED6">
      <w:pPr>
        <w:ind w:left="-426"/>
        <w:jc w:val="both"/>
      </w:pPr>
      <w:r w:rsidRPr="0090041E">
        <w:t>В связи с одновременным ____________________________________ на имя</w:t>
      </w:r>
    </w:p>
    <w:p w:rsidR="00E971B5" w:rsidRPr="0090041E" w:rsidRDefault="00E971B5" w:rsidP="00272ED6">
      <w:pPr>
        <w:ind w:left="-426"/>
        <w:jc w:val="both"/>
      </w:pPr>
      <w:r w:rsidRPr="0090041E">
        <w:t xml:space="preserve">                                                                               ( зачислением денежных средств)</w:t>
      </w:r>
    </w:p>
    <w:p w:rsidR="00E971B5" w:rsidRPr="0090041E" w:rsidRDefault="00E971B5" w:rsidP="00272ED6">
      <w:pPr>
        <w:ind w:left="-426"/>
        <w:jc w:val="both"/>
      </w:pPr>
      <w:r w:rsidRPr="0090041E">
        <w:t xml:space="preserve">несовершеннолетнего(ей)_________ ______________________________________ </w:t>
      </w:r>
    </w:p>
    <w:p w:rsidR="00E971B5" w:rsidRPr="0090041E" w:rsidRDefault="00E971B5" w:rsidP="00272ED6">
      <w:pPr>
        <w:ind w:left="-426"/>
        <w:jc w:val="both"/>
      </w:pPr>
      <w:r w:rsidRPr="0090041E">
        <w:t>№ счёта:________________________________________________________</w:t>
      </w:r>
    </w:p>
    <w:p w:rsidR="00E971B5" w:rsidRPr="0090041E" w:rsidRDefault="00E971B5" w:rsidP="00272ED6">
      <w:pPr>
        <w:ind w:left="-426"/>
        <w:jc w:val="both"/>
      </w:pPr>
      <w:r w:rsidRPr="0090041E">
        <w:t>_________________________________________________________________</w:t>
      </w:r>
    </w:p>
    <w:p w:rsidR="00E971B5" w:rsidRPr="0090041E" w:rsidRDefault="00E971B5" w:rsidP="00272ED6"/>
    <w:p w:rsidR="00E971B5" w:rsidRPr="0090041E" w:rsidRDefault="00E971B5" w:rsidP="00272ED6">
      <w:pPr>
        <w:ind w:left="-426"/>
        <w:jc w:val="both"/>
        <w:rPr>
          <w:b/>
        </w:rPr>
      </w:pPr>
      <w:r w:rsidRPr="0090041E">
        <w:rPr>
          <w:b/>
        </w:rPr>
        <w:t>Что соответствует интересам несовершеннолетнего(них). Обязуюсь после совершения сделки предоставить в органы опеки и попечительства копии совершенных договоров, свидетельств о регистрации прав собственности.</w:t>
      </w:r>
    </w:p>
    <w:p w:rsidR="00E971B5" w:rsidRPr="0090041E" w:rsidRDefault="00E971B5" w:rsidP="00272ED6">
      <w:pPr>
        <w:ind w:left="-426"/>
        <w:jc w:val="center"/>
      </w:pPr>
      <w:r w:rsidRPr="0090041E">
        <w:t>Даю согласие на использование и обработку персональных данных.</w:t>
      </w:r>
    </w:p>
    <w:p w:rsidR="00E971B5" w:rsidRPr="0090041E" w:rsidRDefault="00E971B5" w:rsidP="00272ED6">
      <w:pPr>
        <w:ind w:left="-426"/>
        <w:jc w:val="both"/>
        <w:rPr>
          <w:b/>
        </w:rPr>
      </w:pPr>
    </w:p>
    <w:p w:rsidR="00E971B5" w:rsidRPr="0090041E" w:rsidRDefault="00E971B5" w:rsidP="00272ED6">
      <w:pPr>
        <w:ind w:left="-426"/>
        <w:jc w:val="both"/>
      </w:pPr>
      <w:r w:rsidRPr="0090041E">
        <w:t>Дата _______________         Подпись _________________      Расшифровка подписи_________________</w:t>
      </w:r>
    </w:p>
    <w:p w:rsidR="00E971B5" w:rsidRPr="0090041E" w:rsidRDefault="00E971B5" w:rsidP="00272ED6"/>
    <w:p w:rsidR="00E971B5" w:rsidRPr="0090041E" w:rsidRDefault="00E971B5" w:rsidP="00272ED6">
      <w:pPr>
        <w:ind w:left="-426"/>
      </w:pPr>
      <w:r w:rsidRPr="0090041E">
        <w:t>С совершением сделки согласен(на)</w:t>
      </w:r>
    </w:p>
    <w:p w:rsidR="00E971B5" w:rsidRPr="0090041E" w:rsidRDefault="00E971B5" w:rsidP="00272ED6">
      <w:pPr>
        <w:ind w:left="-426"/>
      </w:pPr>
      <w:r w:rsidRPr="0090041E">
        <w:t>Ф.И.О. ______________________________________________________________________________________</w:t>
      </w:r>
    </w:p>
    <w:p w:rsidR="00E971B5" w:rsidRPr="0090041E" w:rsidRDefault="00E971B5" w:rsidP="00272ED6">
      <w:pPr>
        <w:ind w:left="-426"/>
        <w:jc w:val="both"/>
      </w:pPr>
    </w:p>
    <w:p w:rsidR="00E971B5" w:rsidRPr="0090041E" w:rsidRDefault="00E971B5" w:rsidP="00272ED6">
      <w:pPr>
        <w:ind w:left="-426"/>
        <w:jc w:val="both"/>
      </w:pPr>
      <w:r w:rsidRPr="0090041E">
        <w:t>Дата _________________         Подпись ___________________      Расшифровка подписи_________________</w:t>
      </w:r>
    </w:p>
    <w:p w:rsidR="00E971B5" w:rsidRPr="0090041E" w:rsidRDefault="00E971B5" w:rsidP="00272ED6">
      <w:pPr>
        <w:ind w:left="-426"/>
        <w:jc w:val="both"/>
      </w:pPr>
    </w:p>
    <w:p w:rsidR="00E971B5" w:rsidRPr="0090041E" w:rsidRDefault="00E971B5" w:rsidP="00272ED6">
      <w:pPr>
        <w:ind w:left="-426"/>
      </w:pPr>
      <w:r w:rsidRPr="0090041E">
        <w:t xml:space="preserve">Дата___________________      Подпись специалиста, принявшего заявление ______________________ </w:t>
      </w:r>
    </w:p>
    <w:p w:rsidR="00E971B5" w:rsidRPr="0090041E" w:rsidRDefault="00E971B5" w:rsidP="00272ED6">
      <w:pPr>
        <w:ind w:left="-426"/>
        <w:rPr>
          <w:b/>
        </w:rPr>
      </w:pPr>
      <w:r w:rsidRPr="0090041E">
        <w:rPr>
          <w:b/>
        </w:rPr>
        <w:t xml:space="preserve">                </w:t>
      </w:r>
    </w:p>
    <w:p w:rsidR="00E971B5" w:rsidRDefault="00E971B5" w:rsidP="00272ED6">
      <w:pPr>
        <w:ind w:left="-426"/>
        <w:rPr>
          <w:b/>
        </w:rPr>
      </w:pPr>
      <w:r w:rsidRPr="0090041E">
        <w:rPr>
          <w:b/>
        </w:rPr>
        <w:t xml:space="preserve">                                             </w:t>
      </w:r>
    </w:p>
    <w:p w:rsidR="00E971B5" w:rsidRDefault="00E971B5" w:rsidP="00272ED6">
      <w:pPr>
        <w:ind w:left="-426"/>
        <w:rPr>
          <w:b/>
        </w:rPr>
      </w:pPr>
    </w:p>
    <w:p w:rsidR="00E971B5" w:rsidRDefault="00E971B5" w:rsidP="00272ED6">
      <w:pPr>
        <w:ind w:left="-426"/>
        <w:rPr>
          <w:b/>
        </w:rPr>
      </w:pPr>
    </w:p>
    <w:p w:rsidR="00E971B5" w:rsidRDefault="00E971B5" w:rsidP="00272ED6">
      <w:pPr>
        <w:ind w:left="-426"/>
        <w:rPr>
          <w:b/>
        </w:rPr>
      </w:pPr>
    </w:p>
    <w:p w:rsidR="00E971B5" w:rsidRDefault="00E971B5" w:rsidP="00272ED6">
      <w:pPr>
        <w:ind w:left="-426"/>
        <w:rPr>
          <w:b/>
        </w:rPr>
      </w:pPr>
    </w:p>
    <w:p w:rsidR="00E971B5" w:rsidRDefault="00E971B5" w:rsidP="00272ED6">
      <w:pPr>
        <w:ind w:left="-426"/>
        <w:rPr>
          <w:b/>
        </w:rPr>
      </w:pPr>
    </w:p>
    <w:p w:rsidR="00E971B5" w:rsidRDefault="00E971B5" w:rsidP="00272ED6">
      <w:pPr>
        <w:ind w:left="-426"/>
        <w:rPr>
          <w:b/>
        </w:rPr>
      </w:pPr>
    </w:p>
    <w:p w:rsidR="00E971B5" w:rsidRPr="0090041E" w:rsidRDefault="00E971B5" w:rsidP="00272ED6">
      <w:pPr>
        <w:ind w:left="-426"/>
        <w:rPr>
          <w:b/>
        </w:rPr>
      </w:pPr>
      <w:r w:rsidRPr="0090041E">
        <w:rPr>
          <w:b/>
        </w:rPr>
        <w:t xml:space="preserve">  </w:t>
      </w:r>
      <w:r w:rsidRPr="0090041E">
        <w:t xml:space="preserve">Начальнику управления образования </w:t>
      </w:r>
    </w:p>
    <w:p w:rsidR="00E971B5" w:rsidRPr="0090041E" w:rsidRDefault="00E971B5" w:rsidP="00272ED6">
      <w:pPr>
        <w:jc w:val="both"/>
      </w:pPr>
      <w:r w:rsidRPr="0090041E">
        <w:t xml:space="preserve">                                               администрации    Осинниковского городского                                                            округа                                 округа ___________________________________</w:t>
      </w:r>
    </w:p>
    <w:p w:rsidR="00E971B5" w:rsidRPr="0090041E" w:rsidRDefault="00E971B5" w:rsidP="00272ED6">
      <w:pPr>
        <w:jc w:val="right"/>
      </w:pPr>
      <w:r w:rsidRPr="0090041E">
        <w:t>________________________________________________</w:t>
      </w:r>
    </w:p>
    <w:p w:rsidR="00E971B5" w:rsidRPr="0090041E" w:rsidRDefault="00E971B5" w:rsidP="00272ED6">
      <w:pPr>
        <w:ind w:left="-567"/>
        <w:jc w:val="center"/>
      </w:pPr>
      <w:r w:rsidRPr="0090041E">
        <w:t xml:space="preserve">                                             (Ф.И.О., дата рождения)</w:t>
      </w:r>
    </w:p>
    <w:p w:rsidR="00E971B5" w:rsidRPr="0090041E" w:rsidRDefault="00E971B5" w:rsidP="00272ED6">
      <w:pPr>
        <w:jc w:val="center"/>
      </w:pPr>
      <w:r w:rsidRPr="0090041E">
        <w:t xml:space="preserve">                                      зарегистрир. по адресу: ______________________</w:t>
      </w:r>
    </w:p>
    <w:p w:rsidR="00E971B5" w:rsidRPr="0090041E" w:rsidRDefault="00E971B5" w:rsidP="00272ED6">
      <w:pPr>
        <w:jc w:val="center"/>
      </w:pPr>
      <w:r w:rsidRPr="0090041E">
        <w:t xml:space="preserve">                                       ___________________________________________</w:t>
      </w:r>
    </w:p>
    <w:p w:rsidR="00E971B5" w:rsidRPr="0090041E" w:rsidRDefault="00E971B5" w:rsidP="00272ED6">
      <w:pPr>
        <w:jc w:val="center"/>
      </w:pPr>
      <w:r w:rsidRPr="0090041E">
        <w:t xml:space="preserve">                                      паспорт: серия___________ №________________</w:t>
      </w:r>
    </w:p>
    <w:p w:rsidR="00E971B5" w:rsidRPr="0090041E" w:rsidRDefault="00E971B5" w:rsidP="00272ED6">
      <w:pPr>
        <w:jc w:val="center"/>
      </w:pPr>
      <w:r w:rsidRPr="0090041E">
        <w:t xml:space="preserve">                                       выдан_____________________________________</w:t>
      </w:r>
    </w:p>
    <w:p w:rsidR="00E971B5" w:rsidRPr="0090041E" w:rsidRDefault="00E971B5" w:rsidP="00272ED6">
      <w:r w:rsidRPr="0090041E">
        <w:t xml:space="preserve">                                                  дата выдачи __________________________________</w:t>
      </w:r>
    </w:p>
    <w:p w:rsidR="00E971B5" w:rsidRPr="0090041E" w:rsidRDefault="00E971B5" w:rsidP="00272ED6">
      <w:pPr>
        <w:jc w:val="center"/>
      </w:pPr>
      <w:r w:rsidRPr="0090041E">
        <w:t xml:space="preserve">                                               телефон_______________________________________                                        </w:t>
      </w:r>
    </w:p>
    <w:p w:rsidR="00E971B5" w:rsidRPr="0090041E" w:rsidRDefault="00E971B5" w:rsidP="00272ED6">
      <w:pPr>
        <w:jc w:val="center"/>
      </w:pPr>
      <w:r w:rsidRPr="0090041E">
        <w:t xml:space="preserve">  </w:t>
      </w:r>
    </w:p>
    <w:p w:rsidR="00E971B5" w:rsidRPr="0090041E" w:rsidRDefault="00E971B5" w:rsidP="00272ED6">
      <w:pPr>
        <w:jc w:val="center"/>
      </w:pPr>
      <w:r w:rsidRPr="0090041E">
        <w:t>заявление.</w:t>
      </w:r>
    </w:p>
    <w:p w:rsidR="00E971B5" w:rsidRPr="0090041E" w:rsidRDefault="00E971B5" w:rsidP="00272ED6">
      <w:pPr>
        <w:jc w:val="center"/>
      </w:pPr>
    </w:p>
    <w:p w:rsidR="00E971B5" w:rsidRPr="0090041E" w:rsidRDefault="00E971B5" w:rsidP="00272ED6">
      <w:pPr>
        <w:ind w:left="-426"/>
        <w:jc w:val="both"/>
      </w:pPr>
      <w:r w:rsidRPr="0090041E">
        <w:t>Прошу дать разрешение на __________________        _________  доли(лей) в</w:t>
      </w:r>
    </w:p>
    <w:p w:rsidR="00E971B5" w:rsidRPr="0090041E" w:rsidRDefault="00E971B5" w:rsidP="00272ED6">
      <w:pPr>
        <w:ind w:left="-426"/>
        <w:jc w:val="both"/>
      </w:pPr>
      <w:r w:rsidRPr="0090041E">
        <w:t xml:space="preserve">                                                (продажу, обмен, мену, сдачу в залог)</w:t>
      </w:r>
    </w:p>
    <w:p w:rsidR="00E971B5" w:rsidRPr="0090041E" w:rsidRDefault="00E971B5" w:rsidP="00272ED6">
      <w:pPr>
        <w:ind w:left="-426"/>
        <w:jc w:val="both"/>
      </w:pPr>
      <w:r w:rsidRPr="0090041E">
        <w:t>__________________________________ из ______________________комнат</w:t>
      </w:r>
    </w:p>
    <w:p w:rsidR="00E971B5" w:rsidRPr="0090041E" w:rsidRDefault="00E971B5" w:rsidP="00272ED6">
      <w:pPr>
        <w:ind w:left="-426"/>
        <w:jc w:val="both"/>
      </w:pPr>
      <w:r w:rsidRPr="0090041E">
        <w:t xml:space="preserve">                       (указать жилое помещение)                                          (кол-во комнат)</w:t>
      </w:r>
    </w:p>
    <w:p w:rsidR="00E971B5" w:rsidRPr="0090041E" w:rsidRDefault="00E971B5" w:rsidP="00272ED6">
      <w:pPr>
        <w:ind w:left="-426"/>
        <w:jc w:val="both"/>
      </w:pPr>
      <w:r w:rsidRPr="0090041E">
        <w:t>По адресу:________________________________________________________</w:t>
      </w:r>
    </w:p>
    <w:p w:rsidR="00E971B5" w:rsidRPr="0090041E" w:rsidRDefault="00E971B5" w:rsidP="00272ED6">
      <w:pPr>
        <w:ind w:left="-426"/>
        <w:jc w:val="both"/>
      </w:pPr>
      <w:r w:rsidRPr="0090041E">
        <w:t>Общей площадью ___________ кв.м.,  жилой площадью ___________ кв.м.,</w:t>
      </w:r>
    </w:p>
    <w:p w:rsidR="00E971B5" w:rsidRPr="0090041E" w:rsidRDefault="00E971B5" w:rsidP="00272ED6">
      <w:pPr>
        <w:ind w:left="-426"/>
        <w:jc w:val="both"/>
      </w:pPr>
      <w:r w:rsidRPr="0090041E">
        <w:t>Собственником которой(ых) является несовершеннолетний(яя) ________________________________________________________________</w:t>
      </w:r>
    </w:p>
    <w:p w:rsidR="00E971B5" w:rsidRPr="0090041E" w:rsidRDefault="00E971B5" w:rsidP="00272ED6">
      <w:pPr>
        <w:ind w:left="-426"/>
        <w:jc w:val="both"/>
      </w:pPr>
      <w:r w:rsidRPr="0090041E">
        <w:t xml:space="preserve">                                                        (Ф.И.О., дата рождения)</w:t>
      </w:r>
    </w:p>
    <w:p w:rsidR="00E971B5" w:rsidRPr="0090041E" w:rsidRDefault="00E971B5" w:rsidP="00272ED6">
      <w:pPr>
        <w:ind w:left="-426"/>
        <w:jc w:val="both"/>
      </w:pPr>
      <w:r w:rsidRPr="0090041E">
        <w:t>______________________________________________________________________________________________</w:t>
      </w:r>
    </w:p>
    <w:p w:rsidR="00E971B5" w:rsidRPr="0090041E" w:rsidRDefault="00E971B5" w:rsidP="00272ED6">
      <w:pPr>
        <w:ind w:left="-426"/>
        <w:jc w:val="both"/>
      </w:pPr>
      <w:r w:rsidRPr="0090041E">
        <w:t>В связи с одновременной ____________________________________ на имя</w:t>
      </w:r>
    </w:p>
    <w:p w:rsidR="00E971B5" w:rsidRPr="0090041E" w:rsidRDefault="00E971B5" w:rsidP="00272ED6">
      <w:pPr>
        <w:ind w:left="-426"/>
        <w:jc w:val="both"/>
      </w:pPr>
      <w:r w:rsidRPr="0090041E">
        <w:t xml:space="preserve">                                                                               ( покупкой и сдачей в залог)</w:t>
      </w:r>
    </w:p>
    <w:p w:rsidR="00E971B5" w:rsidRPr="0090041E" w:rsidRDefault="00E971B5" w:rsidP="00272ED6">
      <w:pPr>
        <w:ind w:left="-426"/>
        <w:jc w:val="both"/>
      </w:pPr>
      <w:r w:rsidRPr="0090041E">
        <w:t>несовершеннолетнего(ей)_________ доли(ей) в</w:t>
      </w:r>
    </w:p>
    <w:p w:rsidR="00E971B5" w:rsidRPr="0090041E" w:rsidRDefault="00E971B5" w:rsidP="00272ED6">
      <w:pPr>
        <w:ind w:left="-426"/>
        <w:jc w:val="both"/>
      </w:pPr>
      <w:r w:rsidRPr="0090041E">
        <w:t>______________________________________ из __________________комнат</w:t>
      </w:r>
    </w:p>
    <w:p w:rsidR="00E971B5" w:rsidRPr="0090041E" w:rsidRDefault="00E971B5" w:rsidP="00272ED6">
      <w:pPr>
        <w:ind w:left="-426"/>
        <w:jc w:val="both"/>
      </w:pPr>
      <w:r w:rsidRPr="0090041E">
        <w:t xml:space="preserve">                      (указать жилое помещение)                                                ( количество комнат)</w:t>
      </w:r>
    </w:p>
    <w:p w:rsidR="00E971B5" w:rsidRPr="0090041E" w:rsidRDefault="00E971B5" w:rsidP="00272ED6">
      <w:pPr>
        <w:ind w:left="-426"/>
        <w:jc w:val="both"/>
      </w:pPr>
      <w:r w:rsidRPr="0090041E">
        <w:t>По адресу:________________________________________________________</w:t>
      </w:r>
    </w:p>
    <w:p w:rsidR="00E971B5" w:rsidRPr="0090041E" w:rsidRDefault="00E971B5" w:rsidP="00272ED6">
      <w:pPr>
        <w:ind w:left="-426"/>
        <w:jc w:val="both"/>
      </w:pPr>
      <w:r w:rsidRPr="0090041E">
        <w:t>_________________________________________________________________</w:t>
      </w:r>
    </w:p>
    <w:p w:rsidR="00E971B5" w:rsidRPr="0090041E" w:rsidRDefault="00E971B5" w:rsidP="00272ED6">
      <w:pPr>
        <w:ind w:left="-426"/>
        <w:jc w:val="both"/>
      </w:pPr>
      <w:r w:rsidRPr="0090041E">
        <w:t>Общей площадью ____________ кв.м.,  жилой площадью ____________ кв.м.</w:t>
      </w:r>
    </w:p>
    <w:p w:rsidR="00E971B5" w:rsidRPr="0090041E" w:rsidRDefault="00E971B5" w:rsidP="00272ED6"/>
    <w:p w:rsidR="00E971B5" w:rsidRPr="0090041E" w:rsidRDefault="00E971B5" w:rsidP="00272ED6">
      <w:pPr>
        <w:ind w:left="-426"/>
        <w:jc w:val="both"/>
        <w:rPr>
          <w:b/>
        </w:rPr>
      </w:pPr>
      <w:r w:rsidRPr="0090041E">
        <w:rPr>
          <w:b/>
        </w:rPr>
        <w:t>Что соответствует интересам несовершеннолетнего(них). Обязуюсь после совершения сделки предоставить в органы опеки и попечительства копии совершенных договоров, свидетельств о регистрации прав собственности.</w:t>
      </w:r>
    </w:p>
    <w:p w:rsidR="00E971B5" w:rsidRPr="0090041E" w:rsidRDefault="00E971B5" w:rsidP="00272ED6">
      <w:pPr>
        <w:ind w:left="-426"/>
        <w:jc w:val="center"/>
      </w:pPr>
      <w:r w:rsidRPr="0090041E">
        <w:t>Даю согласие на использование и обработку персональных данных.</w:t>
      </w:r>
    </w:p>
    <w:p w:rsidR="00E971B5" w:rsidRPr="0090041E" w:rsidRDefault="00E971B5" w:rsidP="00272ED6">
      <w:pPr>
        <w:ind w:left="-426"/>
        <w:jc w:val="both"/>
        <w:rPr>
          <w:b/>
        </w:rPr>
      </w:pPr>
    </w:p>
    <w:p w:rsidR="00E971B5" w:rsidRPr="0090041E" w:rsidRDefault="00E971B5" w:rsidP="00272ED6">
      <w:pPr>
        <w:ind w:left="-426"/>
        <w:jc w:val="both"/>
      </w:pPr>
      <w:r w:rsidRPr="0090041E">
        <w:t>Дата _______________         Подпись _________________      Расшифровка подписи_________________</w:t>
      </w:r>
    </w:p>
    <w:p w:rsidR="00E971B5" w:rsidRPr="0090041E" w:rsidRDefault="00E971B5" w:rsidP="00272ED6"/>
    <w:p w:rsidR="00E971B5" w:rsidRPr="0090041E" w:rsidRDefault="00E971B5" w:rsidP="00272ED6">
      <w:pPr>
        <w:ind w:left="-426"/>
      </w:pPr>
      <w:r w:rsidRPr="0090041E">
        <w:t>С совершением сделки согласен(на)</w:t>
      </w:r>
    </w:p>
    <w:p w:rsidR="00E971B5" w:rsidRPr="0090041E" w:rsidRDefault="00E971B5" w:rsidP="00272ED6">
      <w:pPr>
        <w:ind w:left="-426"/>
      </w:pPr>
      <w:r w:rsidRPr="0090041E">
        <w:t>Ф.И.О. ______________________________________________________________________________________</w:t>
      </w:r>
    </w:p>
    <w:p w:rsidR="00E971B5" w:rsidRPr="0090041E" w:rsidRDefault="00E971B5" w:rsidP="00272ED6">
      <w:pPr>
        <w:ind w:left="-426"/>
        <w:jc w:val="both"/>
      </w:pPr>
    </w:p>
    <w:p w:rsidR="00E971B5" w:rsidRPr="0090041E" w:rsidRDefault="00E971B5" w:rsidP="00272ED6">
      <w:pPr>
        <w:ind w:left="-426"/>
        <w:jc w:val="both"/>
      </w:pPr>
      <w:r w:rsidRPr="0090041E">
        <w:t>Дата _________________         Подпись ___________________      Расшифровка подписи_________________</w:t>
      </w:r>
    </w:p>
    <w:p w:rsidR="00E971B5" w:rsidRPr="0090041E" w:rsidRDefault="00E971B5" w:rsidP="00272ED6">
      <w:pPr>
        <w:ind w:left="-426"/>
        <w:jc w:val="both"/>
      </w:pPr>
    </w:p>
    <w:p w:rsidR="00E971B5" w:rsidRPr="0090041E" w:rsidRDefault="00E971B5" w:rsidP="00272ED6">
      <w:pPr>
        <w:ind w:left="-426"/>
        <w:rPr>
          <w:b/>
        </w:rPr>
      </w:pPr>
      <w:r w:rsidRPr="0090041E">
        <w:t>Дата___________________      Подпись специалиста, принявшего заявление ___________________________</w:t>
      </w:r>
      <w:r w:rsidRPr="0090041E">
        <w:rPr>
          <w:b/>
        </w:rPr>
        <w:t xml:space="preserve">                      </w:t>
      </w:r>
    </w:p>
    <w:p w:rsidR="00E971B5" w:rsidRPr="0090041E" w:rsidRDefault="00E971B5" w:rsidP="009553CE">
      <w:pPr>
        <w:pStyle w:val="ConsPlusNormal"/>
        <w:ind w:firstLine="540"/>
        <w:jc w:val="both"/>
        <w:rPr>
          <w:rFonts w:ascii="Times New Roman" w:hAnsi="Times New Roman" w:cs="Times New Roman"/>
          <w:sz w:val="24"/>
          <w:szCs w:val="24"/>
        </w:rPr>
      </w:pPr>
    </w:p>
    <w:p w:rsidR="00E971B5" w:rsidRPr="0090041E" w:rsidRDefault="00E971B5" w:rsidP="009553CE">
      <w:pPr>
        <w:pStyle w:val="ConsPlusNormal"/>
        <w:jc w:val="right"/>
        <w:outlineLvl w:val="1"/>
        <w:rPr>
          <w:rFonts w:ascii="Times New Roman" w:hAnsi="Times New Roman" w:cs="Times New Roman"/>
          <w:sz w:val="24"/>
          <w:szCs w:val="24"/>
        </w:rPr>
      </w:pPr>
    </w:p>
    <w:p w:rsidR="00E971B5" w:rsidRPr="0090041E" w:rsidRDefault="00E971B5" w:rsidP="009553CE">
      <w:pPr>
        <w:pStyle w:val="ConsPlusNormal"/>
        <w:jc w:val="right"/>
        <w:outlineLvl w:val="1"/>
        <w:rPr>
          <w:rFonts w:ascii="Times New Roman" w:hAnsi="Times New Roman" w:cs="Times New Roman"/>
          <w:sz w:val="24"/>
          <w:szCs w:val="24"/>
        </w:rPr>
      </w:pPr>
    </w:p>
    <w:p w:rsidR="00E971B5" w:rsidRPr="0090041E" w:rsidRDefault="00E971B5" w:rsidP="009553CE">
      <w:pPr>
        <w:pStyle w:val="ConsPlusNormal"/>
        <w:jc w:val="right"/>
        <w:outlineLvl w:val="1"/>
        <w:rPr>
          <w:rFonts w:ascii="Times New Roman" w:hAnsi="Times New Roman" w:cs="Times New Roman"/>
          <w:sz w:val="24"/>
          <w:szCs w:val="24"/>
        </w:rPr>
      </w:pPr>
    </w:p>
    <w:p w:rsidR="00E971B5" w:rsidRPr="0090041E" w:rsidRDefault="00E971B5" w:rsidP="009553CE">
      <w:pPr>
        <w:pStyle w:val="ConsPlusNormal"/>
        <w:jc w:val="right"/>
        <w:outlineLvl w:val="1"/>
        <w:rPr>
          <w:rFonts w:ascii="Times New Roman" w:hAnsi="Times New Roman" w:cs="Times New Roman"/>
          <w:sz w:val="24"/>
          <w:szCs w:val="24"/>
        </w:rPr>
      </w:pPr>
    </w:p>
    <w:p w:rsidR="00E971B5" w:rsidRPr="0090041E" w:rsidRDefault="00E971B5" w:rsidP="009553CE">
      <w:pPr>
        <w:pStyle w:val="ConsPlusNormal"/>
        <w:jc w:val="right"/>
        <w:outlineLvl w:val="1"/>
        <w:rPr>
          <w:rFonts w:ascii="Times New Roman" w:hAnsi="Times New Roman" w:cs="Times New Roman"/>
          <w:sz w:val="24"/>
          <w:szCs w:val="24"/>
        </w:rPr>
      </w:pPr>
    </w:p>
    <w:p w:rsidR="00E971B5" w:rsidRPr="0090041E" w:rsidRDefault="00E971B5" w:rsidP="009553CE">
      <w:pPr>
        <w:pStyle w:val="ConsPlusNormal"/>
        <w:jc w:val="right"/>
        <w:outlineLvl w:val="1"/>
        <w:rPr>
          <w:rFonts w:ascii="Times New Roman" w:hAnsi="Times New Roman" w:cs="Times New Roman"/>
          <w:sz w:val="24"/>
          <w:szCs w:val="24"/>
        </w:rPr>
      </w:pPr>
    </w:p>
    <w:p w:rsidR="00E971B5" w:rsidRPr="0090041E" w:rsidRDefault="00E971B5" w:rsidP="00DB2F7C">
      <w:pPr>
        <w:pStyle w:val="ConsPlusNormal"/>
        <w:jc w:val="right"/>
        <w:outlineLvl w:val="1"/>
        <w:rPr>
          <w:rFonts w:ascii="Times New Roman" w:hAnsi="Times New Roman" w:cs="Times New Roman"/>
          <w:sz w:val="24"/>
          <w:szCs w:val="24"/>
        </w:rPr>
      </w:pPr>
      <w:r w:rsidRPr="0090041E">
        <w:rPr>
          <w:rFonts w:ascii="Times New Roman" w:hAnsi="Times New Roman" w:cs="Times New Roman"/>
          <w:sz w:val="24"/>
          <w:szCs w:val="24"/>
        </w:rPr>
        <w:t>Приложение N 2</w:t>
      </w:r>
    </w:p>
    <w:p w:rsidR="00E971B5" w:rsidRPr="0090041E" w:rsidRDefault="00E971B5" w:rsidP="00DB2F7C">
      <w:pPr>
        <w:pStyle w:val="ConsPlusNormal"/>
        <w:jc w:val="right"/>
        <w:rPr>
          <w:rFonts w:ascii="Times New Roman" w:hAnsi="Times New Roman" w:cs="Times New Roman"/>
          <w:sz w:val="24"/>
          <w:szCs w:val="24"/>
        </w:rPr>
      </w:pPr>
      <w:r w:rsidRPr="0090041E">
        <w:rPr>
          <w:rFonts w:ascii="Times New Roman" w:hAnsi="Times New Roman" w:cs="Times New Roman"/>
          <w:sz w:val="24"/>
          <w:szCs w:val="24"/>
        </w:rPr>
        <w:t>к административному регламенту</w:t>
      </w:r>
    </w:p>
    <w:p w:rsidR="00E971B5" w:rsidRPr="0090041E" w:rsidRDefault="00E971B5" w:rsidP="009553CE">
      <w:pPr>
        <w:pStyle w:val="ConsPlusNormal"/>
        <w:jc w:val="center"/>
        <w:rPr>
          <w:rFonts w:ascii="Times New Roman" w:hAnsi="Times New Roman" w:cs="Times New Roman"/>
          <w:sz w:val="24"/>
          <w:szCs w:val="24"/>
        </w:rPr>
      </w:pPr>
    </w:p>
    <w:p w:rsidR="00E971B5" w:rsidRPr="0090041E" w:rsidRDefault="00E971B5" w:rsidP="00DB2F7C">
      <w:pPr>
        <w:jc w:val="center"/>
      </w:pPr>
      <w:r w:rsidRPr="0090041E">
        <w:t xml:space="preserve">                        Начальнику управления образования </w:t>
      </w:r>
    </w:p>
    <w:p w:rsidR="00E971B5" w:rsidRPr="0090041E" w:rsidRDefault="00E971B5" w:rsidP="00DB2F7C">
      <w:pPr>
        <w:jc w:val="both"/>
      </w:pPr>
      <w:r w:rsidRPr="0090041E">
        <w:t xml:space="preserve">                                               администрации    Осинниковского городского                                                            округа                                 округа ___________________________________</w:t>
      </w:r>
    </w:p>
    <w:p w:rsidR="00E971B5" w:rsidRPr="0090041E" w:rsidRDefault="00E971B5" w:rsidP="00DB2F7C">
      <w:pPr>
        <w:jc w:val="right"/>
      </w:pPr>
      <w:r w:rsidRPr="0090041E">
        <w:t>________________________________________________</w:t>
      </w:r>
    </w:p>
    <w:p w:rsidR="00E971B5" w:rsidRPr="0090041E" w:rsidRDefault="00E971B5" w:rsidP="00DB2F7C">
      <w:pPr>
        <w:ind w:left="-567"/>
        <w:jc w:val="center"/>
      </w:pPr>
      <w:r w:rsidRPr="0090041E">
        <w:t xml:space="preserve">                                             (Ф.И.О., дата рождения)</w:t>
      </w:r>
    </w:p>
    <w:p w:rsidR="00E971B5" w:rsidRPr="0090041E" w:rsidRDefault="00E971B5" w:rsidP="00DB2F7C">
      <w:pPr>
        <w:jc w:val="center"/>
      </w:pPr>
      <w:r w:rsidRPr="0090041E">
        <w:t xml:space="preserve">                                      зарегистрир. по адресу: ______________________</w:t>
      </w:r>
    </w:p>
    <w:p w:rsidR="00E971B5" w:rsidRPr="0090041E" w:rsidRDefault="00E971B5" w:rsidP="00DB2F7C">
      <w:pPr>
        <w:jc w:val="center"/>
      </w:pPr>
      <w:r w:rsidRPr="0090041E">
        <w:t xml:space="preserve">                                       ___________________________________________</w:t>
      </w:r>
    </w:p>
    <w:p w:rsidR="00E971B5" w:rsidRPr="0090041E" w:rsidRDefault="00E971B5" w:rsidP="00DB2F7C">
      <w:pPr>
        <w:jc w:val="center"/>
      </w:pPr>
      <w:r w:rsidRPr="0090041E">
        <w:t xml:space="preserve">                                      паспорт: серия___________ №________________</w:t>
      </w:r>
    </w:p>
    <w:p w:rsidR="00E971B5" w:rsidRPr="0090041E" w:rsidRDefault="00E971B5" w:rsidP="00DB2F7C">
      <w:pPr>
        <w:jc w:val="center"/>
      </w:pPr>
      <w:r w:rsidRPr="0090041E">
        <w:t xml:space="preserve">                                       выдан_____________________________________</w:t>
      </w:r>
    </w:p>
    <w:p w:rsidR="00E971B5" w:rsidRPr="0090041E" w:rsidRDefault="00E971B5" w:rsidP="00DB2F7C">
      <w:r w:rsidRPr="0090041E">
        <w:t xml:space="preserve">                                                  дата выдачи __________________________________</w:t>
      </w:r>
    </w:p>
    <w:p w:rsidR="00E971B5" w:rsidRPr="0090041E" w:rsidRDefault="00E971B5" w:rsidP="00DB2F7C">
      <w:pPr>
        <w:jc w:val="center"/>
      </w:pPr>
      <w:r w:rsidRPr="0090041E">
        <w:t xml:space="preserve">                                               телефон_______________________________________                                        </w:t>
      </w:r>
    </w:p>
    <w:p w:rsidR="00E971B5" w:rsidRPr="0090041E" w:rsidRDefault="00E971B5" w:rsidP="00DB2F7C">
      <w:pPr>
        <w:jc w:val="center"/>
      </w:pPr>
      <w:r w:rsidRPr="0090041E">
        <w:t xml:space="preserve">  </w:t>
      </w:r>
    </w:p>
    <w:p w:rsidR="00E971B5" w:rsidRPr="0090041E" w:rsidRDefault="00E971B5" w:rsidP="00DB2F7C">
      <w:pPr>
        <w:jc w:val="center"/>
      </w:pPr>
      <w:r w:rsidRPr="0090041E">
        <w:t>заявление.</w:t>
      </w:r>
    </w:p>
    <w:p w:rsidR="00E971B5" w:rsidRPr="0090041E" w:rsidRDefault="00E971B5" w:rsidP="00DB2F7C">
      <w:pPr>
        <w:jc w:val="center"/>
      </w:pPr>
    </w:p>
    <w:p w:rsidR="00E971B5" w:rsidRPr="0090041E" w:rsidRDefault="00E971B5" w:rsidP="00DB2F7C">
      <w:pPr>
        <w:ind w:left="-426"/>
        <w:jc w:val="both"/>
      </w:pPr>
      <w:r w:rsidRPr="0090041E">
        <w:t>Прошу дать разрешение на __________________        _________  доли(лей) в</w:t>
      </w:r>
    </w:p>
    <w:p w:rsidR="00E971B5" w:rsidRPr="0090041E" w:rsidRDefault="00E971B5" w:rsidP="00DB2F7C">
      <w:pPr>
        <w:ind w:left="-426"/>
        <w:jc w:val="both"/>
      </w:pPr>
      <w:r w:rsidRPr="0090041E">
        <w:t xml:space="preserve">                                                (продажу, обмен, мену, сдачу в залог)</w:t>
      </w:r>
    </w:p>
    <w:p w:rsidR="00E971B5" w:rsidRPr="0090041E" w:rsidRDefault="00E971B5" w:rsidP="00DB2F7C">
      <w:pPr>
        <w:ind w:left="-426"/>
        <w:jc w:val="both"/>
      </w:pPr>
      <w:r w:rsidRPr="0090041E">
        <w:t>__________________________________ из ______________________комнат</w:t>
      </w:r>
    </w:p>
    <w:p w:rsidR="00E971B5" w:rsidRPr="0090041E" w:rsidRDefault="00E971B5" w:rsidP="00DB2F7C">
      <w:pPr>
        <w:ind w:left="-426"/>
        <w:jc w:val="both"/>
      </w:pPr>
      <w:r w:rsidRPr="0090041E">
        <w:t xml:space="preserve">                       (указать жилое помещение)                                          (кол-во комнат)</w:t>
      </w:r>
    </w:p>
    <w:p w:rsidR="00E971B5" w:rsidRPr="0090041E" w:rsidRDefault="00E971B5" w:rsidP="00DB2F7C">
      <w:pPr>
        <w:ind w:left="-426"/>
        <w:jc w:val="both"/>
      </w:pPr>
      <w:r w:rsidRPr="0090041E">
        <w:t>По адресу:________________________________________________________</w:t>
      </w:r>
    </w:p>
    <w:p w:rsidR="00E971B5" w:rsidRPr="0090041E" w:rsidRDefault="00E971B5" w:rsidP="00DB2F7C">
      <w:pPr>
        <w:ind w:left="-426"/>
        <w:jc w:val="both"/>
      </w:pPr>
      <w:r w:rsidRPr="0090041E">
        <w:t>Общей площадью ___________ кв.м.,  жилой площадью ___________ кв.м.,</w:t>
      </w:r>
    </w:p>
    <w:p w:rsidR="00E971B5" w:rsidRPr="0090041E" w:rsidRDefault="00E971B5" w:rsidP="00DB2F7C">
      <w:pPr>
        <w:ind w:left="-426"/>
        <w:jc w:val="both"/>
      </w:pPr>
      <w:r w:rsidRPr="0090041E">
        <w:t>Собственником которой(ых) является несовершеннолетний(яя) ________________________________________________________________</w:t>
      </w:r>
    </w:p>
    <w:p w:rsidR="00E971B5" w:rsidRPr="0090041E" w:rsidRDefault="00E971B5" w:rsidP="00DB2F7C">
      <w:pPr>
        <w:ind w:left="-426"/>
        <w:jc w:val="both"/>
      </w:pPr>
      <w:r w:rsidRPr="0090041E">
        <w:t xml:space="preserve">                                                        (Ф.И.О., дата рождения)</w:t>
      </w:r>
    </w:p>
    <w:p w:rsidR="00E971B5" w:rsidRPr="0090041E" w:rsidRDefault="00E971B5" w:rsidP="00DB2F7C">
      <w:pPr>
        <w:ind w:left="-426"/>
        <w:jc w:val="both"/>
      </w:pPr>
      <w:r w:rsidRPr="0090041E">
        <w:t>______________________________________________________________________________________________</w:t>
      </w:r>
    </w:p>
    <w:p w:rsidR="00E971B5" w:rsidRPr="0090041E" w:rsidRDefault="00E971B5" w:rsidP="00DB2F7C">
      <w:pPr>
        <w:ind w:left="-426"/>
        <w:jc w:val="both"/>
      </w:pPr>
      <w:r w:rsidRPr="0090041E">
        <w:t>В связи с одновременной ____________________________________ на имя</w:t>
      </w:r>
    </w:p>
    <w:p w:rsidR="00E971B5" w:rsidRPr="0090041E" w:rsidRDefault="00E971B5" w:rsidP="00DB2F7C">
      <w:pPr>
        <w:ind w:left="-426"/>
        <w:jc w:val="both"/>
      </w:pPr>
      <w:r w:rsidRPr="0090041E">
        <w:t xml:space="preserve">                                                                               ( покупкой и сдачей в залог)</w:t>
      </w:r>
    </w:p>
    <w:p w:rsidR="00E971B5" w:rsidRPr="0090041E" w:rsidRDefault="00E971B5" w:rsidP="00DB2F7C">
      <w:pPr>
        <w:ind w:left="-426"/>
        <w:jc w:val="both"/>
      </w:pPr>
      <w:r w:rsidRPr="0090041E">
        <w:t>несовершеннолетнего(ей)_________ доли(ей) в</w:t>
      </w:r>
    </w:p>
    <w:p w:rsidR="00E971B5" w:rsidRPr="0090041E" w:rsidRDefault="00E971B5" w:rsidP="00DB2F7C">
      <w:pPr>
        <w:ind w:left="-426"/>
        <w:jc w:val="both"/>
      </w:pPr>
      <w:r w:rsidRPr="0090041E">
        <w:t>______________________________________ из __________________комнат</w:t>
      </w:r>
    </w:p>
    <w:p w:rsidR="00E971B5" w:rsidRPr="0090041E" w:rsidRDefault="00E971B5" w:rsidP="00DB2F7C">
      <w:pPr>
        <w:ind w:left="-426"/>
        <w:jc w:val="both"/>
      </w:pPr>
      <w:r w:rsidRPr="0090041E">
        <w:t xml:space="preserve">                      (указать жилое помещение)                                                ( количество комнат)</w:t>
      </w:r>
    </w:p>
    <w:p w:rsidR="00E971B5" w:rsidRPr="0090041E" w:rsidRDefault="00E971B5" w:rsidP="00DB2F7C">
      <w:pPr>
        <w:ind w:left="-426"/>
        <w:jc w:val="both"/>
      </w:pPr>
      <w:r w:rsidRPr="0090041E">
        <w:t>По адресу:________________________________________________________</w:t>
      </w:r>
    </w:p>
    <w:p w:rsidR="00E971B5" w:rsidRPr="0090041E" w:rsidRDefault="00E971B5" w:rsidP="00DB2F7C">
      <w:pPr>
        <w:ind w:left="-426"/>
        <w:jc w:val="both"/>
      </w:pPr>
      <w:r w:rsidRPr="0090041E">
        <w:t>_________________________________________________________________</w:t>
      </w:r>
    </w:p>
    <w:p w:rsidR="00E971B5" w:rsidRPr="0090041E" w:rsidRDefault="00E971B5" w:rsidP="00DB2F7C">
      <w:pPr>
        <w:ind w:left="-426"/>
        <w:jc w:val="both"/>
      </w:pPr>
      <w:r w:rsidRPr="0090041E">
        <w:t>Общей площадью ____________ кв.м.,  жилой площадью ____________ кв.м.</w:t>
      </w:r>
    </w:p>
    <w:p w:rsidR="00E971B5" w:rsidRPr="0090041E" w:rsidRDefault="00E971B5" w:rsidP="00DB2F7C"/>
    <w:p w:rsidR="00E971B5" w:rsidRPr="0090041E" w:rsidRDefault="00E971B5" w:rsidP="00DB2F7C">
      <w:pPr>
        <w:ind w:left="-426"/>
        <w:jc w:val="both"/>
        <w:rPr>
          <w:b/>
        </w:rPr>
      </w:pPr>
      <w:r w:rsidRPr="0090041E">
        <w:rPr>
          <w:b/>
        </w:rPr>
        <w:t>Что соответствует интересам несовершеннолетнего(них). Обязуюсь после совершения сделки предоставить в органы опеки и попечительства копии совершенных договоров, свидетельств о регистрации прав собственности.</w:t>
      </w:r>
    </w:p>
    <w:p w:rsidR="00E971B5" w:rsidRPr="0090041E" w:rsidRDefault="00E971B5" w:rsidP="00DB2F7C">
      <w:pPr>
        <w:ind w:left="-426"/>
        <w:jc w:val="center"/>
      </w:pPr>
      <w:r w:rsidRPr="0090041E">
        <w:t>Даю согласие на использование и обработку персональных данных.</w:t>
      </w:r>
    </w:p>
    <w:p w:rsidR="00E971B5" w:rsidRPr="0090041E" w:rsidRDefault="00E971B5" w:rsidP="00DB2F7C">
      <w:pPr>
        <w:ind w:left="-426"/>
        <w:jc w:val="both"/>
        <w:rPr>
          <w:b/>
        </w:rPr>
      </w:pPr>
    </w:p>
    <w:p w:rsidR="00E971B5" w:rsidRPr="0090041E" w:rsidRDefault="00E971B5" w:rsidP="00DB2F7C">
      <w:pPr>
        <w:ind w:left="-426"/>
        <w:jc w:val="both"/>
      </w:pPr>
      <w:r w:rsidRPr="0090041E">
        <w:t>Дата _______________         Подпись _________________      Расшифровка подписи_________________</w:t>
      </w:r>
    </w:p>
    <w:p w:rsidR="00E971B5" w:rsidRPr="0090041E" w:rsidRDefault="00E971B5" w:rsidP="00DB2F7C"/>
    <w:p w:rsidR="00E971B5" w:rsidRPr="0090041E" w:rsidRDefault="00E971B5" w:rsidP="00DB2F7C">
      <w:pPr>
        <w:ind w:left="-426"/>
      </w:pPr>
      <w:r w:rsidRPr="0090041E">
        <w:t>С совершением сделки согласен(на)</w:t>
      </w:r>
    </w:p>
    <w:p w:rsidR="00E971B5" w:rsidRPr="0090041E" w:rsidRDefault="00E971B5" w:rsidP="00DB2F7C">
      <w:pPr>
        <w:ind w:left="-426"/>
      </w:pPr>
      <w:r w:rsidRPr="0090041E">
        <w:t>Ф.И.О. ______________________________________________________________________________________</w:t>
      </w:r>
    </w:p>
    <w:p w:rsidR="00E971B5" w:rsidRPr="0090041E" w:rsidRDefault="00E971B5" w:rsidP="00DB2F7C">
      <w:pPr>
        <w:ind w:left="-426"/>
        <w:jc w:val="both"/>
      </w:pPr>
    </w:p>
    <w:p w:rsidR="00E971B5" w:rsidRPr="0090041E" w:rsidRDefault="00E971B5" w:rsidP="00DB2F7C">
      <w:pPr>
        <w:ind w:left="-426"/>
        <w:jc w:val="both"/>
      </w:pPr>
      <w:r w:rsidRPr="0090041E">
        <w:t>Дата _________________         Подпись ___________________      Расшифровка подписи_________________</w:t>
      </w:r>
    </w:p>
    <w:p w:rsidR="00E971B5" w:rsidRPr="0090041E" w:rsidRDefault="00E971B5" w:rsidP="00DB2F7C">
      <w:pPr>
        <w:ind w:left="-426"/>
        <w:jc w:val="both"/>
      </w:pPr>
    </w:p>
    <w:p w:rsidR="00E971B5" w:rsidRPr="0090041E" w:rsidRDefault="00E971B5" w:rsidP="00DB2F7C">
      <w:pPr>
        <w:ind w:left="-426"/>
        <w:rPr>
          <w:b/>
        </w:rPr>
      </w:pPr>
      <w:r w:rsidRPr="0090041E">
        <w:t>Дата___________________      Подпись специалиста, принявшего заявление ___________________________</w:t>
      </w:r>
      <w:r w:rsidRPr="0090041E">
        <w:rPr>
          <w:b/>
        </w:rPr>
        <w:t xml:space="preserve">                      </w:t>
      </w:r>
    </w:p>
    <w:p w:rsidR="00E971B5" w:rsidRPr="0090041E" w:rsidRDefault="00E971B5" w:rsidP="00DB2F7C">
      <w:pPr>
        <w:pStyle w:val="ConsPlusNormal"/>
        <w:ind w:firstLine="540"/>
        <w:jc w:val="both"/>
        <w:rPr>
          <w:rFonts w:ascii="Times New Roman" w:hAnsi="Times New Roman" w:cs="Times New Roman"/>
          <w:sz w:val="24"/>
          <w:szCs w:val="24"/>
        </w:rPr>
      </w:pPr>
    </w:p>
    <w:p w:rsidR="00E971B5" w:rsidRPr="0090041E" w:rsidRDefault="00E971B5" w:rsidP="00DB2F7C">
      <w:pPr>
        <w:ind w:left="-426"/>
      </w:pPr>
    </w:p>
    <w:p w:rsidR="00E971B5" w:rsidRPr="0090041E" w:rsidRDefault="00E971B5" w:rsidP="00DB2F7C">
      <w:pPr>
        <w:ind w:left="-426"/>
      </w:pPr>
    </w:p>
    <w:p w:rsidR="00E971B5" w:rsidRPr="0090041E" w:rsidRDefault="00E971B5" w:rsidP="00DB2F7C">
      <w:pPr>
        <w:ind w:left="-426"/>
        <w:jc w:val="right"/>
        <w:rPr>
          <w:b/>
        </w:rPr>
      </w:pPr>
      <w:r w:rsidRPr="0090041E">
        <w:rPr>
          <w:b/>
        </w:rPr>
        <w:t xml:space="preserve">                     </w:t>
      </w:r>
      <w:r w:rsidRPr="0090041E">
        <w:t>Приложение N 3</w:t>
      </w:r>
    </w:p>
    <w:p w:rsidR="00E971B5" w:rsidRPr="0090041E" w:rsidRDefault="00E971B5" w:rsidP="00DB2F7C">
      <w:pPr>
        <w:pStyle w:val="ConsPlusNormal"/>
        <w:jc w:val="right"/>
        <w:rPr>
          <w:rFonts w:ascii="Times New Roman" w:hAnsi="Times New Roman" w:cs="Times New Roman"/>
          <w:sz w:val="24"/>
          <w:szCs w:val="24"/>
        </w:rPr>
      </w:pPr>
      <w:r w:rsidRPr="0090041E">
        <w:rPr>
          <w:rFonts w:ascii="Times New Roman" w:hAnsi="Times New Roman" w:cs="Times New Roman"/>
          <w:sz w:val="24"/>
          <w:szCs w:val="24"/>
        </w:rPr>
        <w:t>к административному регламенту</w:t>
      </w:r>
    </w:p>
    <w:p w:rsidR="00E971B5" w:rsidRPr="0090041E" w:rsidRDefault="00E971B5" w:rsidP="009553CE">
      <w:pPr>
        <w:pStyle w:val="ConsPlusNormal"/>
        <w:jc w:val="center"/>
        <w:rPr>
          <w:rFonts w:ascii="Times New Roman" w:hAnsi="Times New Roman" w:cs="Times New Roman"/>
          <w:sz w:val="24"/>
          <w:szCs w:val="24"/>
        </w:rPr>
      </w:pPr>
    </w:p>
    <w:p w:rsidR="00E971B5" w:rsidRPr="0090041E" w:rsidRDefault="00E971B5" w:rsidP="00DB2F7C">
      <w:pPr>
        <w:jc w:val="right"/>
      </w:pPr>
      <w:r w:rsidRPr="0090041E">
        <w:t xml:space="preserve">Начальнику управления образования  администрации                                            Осинниковского городского                    округа   </w:t>
      </w:r>
      <w:r w:rsidRPr="0090041E">
        <w:rPr>
          <w:b/>
          <w:i/>
        </w:rPr>
        <w:t>__________________________________________</w:t>
      </w:r>
    </w:p>
    <w:p w:rsidR="00E971B5" w:rsidRPr="0090041E" w:rsidRDefault="00E971B5" w:rsidP="00DB2F7C">
      <w:pPr>
        <w:jc w:val="right"/>
      </w:pPr>
      <w:r w:rsidRPr="0090041E">
        <w:t>________________________________________________</w:t>
      </w:r>
    </w:p>
    <w:p w:rsidR="00E971B5" w:rsidRPr="0090041E" w:rsidRDefault="00E971B5" w:rsidP="00DB2F7C">
      <w:pPr>
        <w:ind w:left="-567"/>
        <w:jc w:val="center"/>
      </w:pPr>
      <w:r w:rsidRPr="0090041E">
        <w:t xml:space="preserve">                                             (Ф.И.О., дата рождения)</w:t>
      </w:r>
    </w:p>
    <w:p w:rsidR="00E971B5" w:rsidRPr="0090041E" w:rsidRDefault="00E971B5" w:rsidP="00DB2F7C">
      <w:pPr>
        <w:jc w:val="center"/>
      </w:pPr>
      <w:r w:rsidRPr="0090041E">
        <w:t xml:space="preserve">                                      зарегистрир. по адресу: ______________________</w:t>
      </w:r>
    </w:p>
    <w:p w:rsidR="00E971B5" w:rsidRPr="0090041E" w:rsidRDefault="00E971B5" w:rsidP="00DB2F7C">
      <w:pPr>
        <w:jc w:val="center"/>
      </w:pPr>
      <w:r w:rsidRPr="0090041E">
        <w:t xml:space="preserve">                                       ___________________________________________</w:t>
      </w:r>
    </w:p>
    <w:p w:rsidR="00E971B5" w:rsidRPr="0090041E" w:rsidRDefault="00E971B5" w:rsidP="00DB2F7C">
      <w:pPr>
        <w:jc w:val="center"/>
      </w:pPr>
      <w:r w:rsidRPr="0090041E">
        <w:t xml:space="preserve">                                      паспорт: серия___________ №________________</w:t>
      </w:r>
    </w:p>
    <w:p w:rsidR="00E971B5" w:rsidRPr="0090041E" w:rsidRDefault="00E971B5" w:rsidP="00DB2F7C">
      <w:pPr>
        <w:jc w:val="center"/>
      </w:pPr>
      <w:r w:rsidRPr="0090041E">
        <w:t xml:space="preserve">                                       выдан_____________________________________</w:t>
      </w:r>
    </w:p>
    <w:p w:rsidR="00E971B5" w:rsidRPr="0090041E" w:rsidRDefault="00E971B5" w:rsidP="00DB2F7C">
      <w:r w:rsidRPr="0090041E">
        <w:t xml:space="preserve">                                                дата выдачи __________________________________</w:t>
      </w:r>
    </w:p>
    <w:p w:rsidR="00E971B5" w:rsidRPr="0090041E" w:rsidRDefault="00E971B5" w:rsidP="00DB2F7C">
      <w:r w:rsidRPr="0090041E">
        <w:t xml:space="preserve">                                                телефон_______________________________________</w:t>
      </w:r>
    </w:p>
    <w:p w:rsidR="00E971B5" w:rsidRPr="0090041E" w:rsidRDefault="00E971B5" w:rsidP="00DB2F7C">
      <w:pPr>
        <w:jc w:val="center"/>
      </w:pPr>
      <w:r w:rsidRPr="0090041E">
        <w:t xml:space="preserve">заявление. </w:t>
      </w:r>
    </w:p>
    <w:p w:rsidR="00E971B5" w:rsidRPr="0090041E" w:rsidRDefault="00E971B5" w:rsidP="00DB2F7C">
      <w:pPr>
        <w:ind w:left="-142"/>
        <w:jc w:val="center"/>
      </w:pPr>
    </w:p>
    <w:p w:rsidR="00E971B5" w:rsidRPr="0090041E" w:rsidRDefault="00E971B5" w:rsidP="00DB2F7C">
      <w:pPr>
        <w:ind w:left="-142" w:right="-284"/>
        <w:jc w:val="center"/>
      </w:pPr>
      <w:r w:rsidRPr="0090041E">
        <w:t>Прошу выдать разрешение на снятие денежных средств, принадлежащих несовершеннолетнему(ей)_________________________________________________                                                                                                                                 (ребенку, опекаемому, подопечному)</w:t>
      </w:r>
    </w:p>
    <w:p w:rsidR="00E971B5" w:rsidRPr="0090041E" w:rsidRDefault="00E971B5" w:rsidP="00DB2F7C">
      <w:pPr>
        <w:ind w:left="-142" w:right="-284"/>
        <w:jc w:val="both"/>
      </w:pPr>
    </w:p>
    <w:p w:rsidR="00E971B5" w:rsidRPr="0090041E" w:rsidRDefault="00E971B5" w:rsidP="00DB2F7C">
      <w:pPr>
        <w:pBdr>
          <w:top w:val="single" w:sz="4" w:space="1" w:color="auto"/>
        </w:pBdr>
        <w:ind w:left="-142" w:right="-284" w:firstLine="283"/>
        <w:jc w:val="center"/>
      </w:pPr>
      <w:r w:rsidRPr="0090041E">
        <w:t xml:space="preserve">( Ф.И.О., дата рождения)  </w:t>
      </w:r>
    </w:p>
    <w:p w:rsidR="00E971B5" w:rsidRPr="0090041E" w:rsidRDefault="00E971B5" w:rsidP="00DB2F7C">
      <w:pPr>
        <w:spacing w:line="360" w:lineRule="auto"/>
        <w:ind w:left="-142" w:right="-284"/>
      </w:pPr>
      <w:r w:rsidRPr="0090041E">
        <w:t>со счета № ______________________________________, сбербанк №_______________</w:t>
      </w:r>
    </w:p>
    <w:p w:rsidR="00E971B5" w:rsidRPr="0090041E" w:rsidRDefault="00E971B5" w:rsidP="00DB2F7C">
      <w:pPr>
        <w:spacing w:line="360" w:lineRule="auto"/>
        <w:ind w:left="-142" w:right="-284"/>
      </w:pPr>
      <w:r w:rsidRPr="0090041E">
        <w:t>Средства необходимы для____________________________________________________   __________________________________________ в сумме ________________ рублей.</w:t>
      </w:r>
    </w:p>
    <w:p w:rsidR="00E971B5" w:rsidRPr="0090041E" w:rsidRDefault="00E971B5" w:rsidP="00DB2F7C">
      <w:pPr>
        <w:pStyle w:val="ConsPlusNormal"/>
        <w:jc w:val="right"/>
        <w:outlineLvl w:val="1"/>
        <w:rPr>
          <w:rFonts w:ascii="Times New Roman" w:hAnsi="Times New Roman" w:cs="Times New Roman"/>
          <w:sz w:val="24"/>
          <w:szCs w:val="24"/>
        </w:rPr>
      </w:pPr>
      <w:r w:rsidRPr="0090041E">
        <w:rPr>
          <w:rFonts w:ascii="Times New Roman" w:hAnsi="Times New Roman" w:cs="Times New Roman"/>
          <w:sz w:val="24"/>
          <w:szCs w:val="24"/>
        </w:rPr>
        <w:t xml:space="preserve">     Дата                                                                                        Подпись  </w:t>
      </w:r>
    </w:p>
    <w:p w:rsidR="00E971B5" w:rsidRPr="0090041E" w:rsidRDefault="00E971B5" w:rsidP="009553CE">
      <w:pPr>
        <w:pStyle w:val="ConsPlusNormal"/>
        <w:ind w:firstLine="540"/>
        <w:rPr>
          <w:rFonts w:ascii="Times New Roman" w:hAnsi="Times New Roman" w:cs="Times New Roman"/>
          <w:sz w:val="24"/>
          <w:szCs w:val="24"/>
        </w:rPr>
      </w:pPr>
    </w:p>
    <w:p w:rsidR="00E971B5" w:rsidRPr="0090041E" w:rsidRDefault="00E971B5" w:rsidP="009553CE">
      <w:pPr>
        <w:pStyle w:val="ConsPlusNormal"/>
        <w:ind w:firstLine="540"/>
        <w:jc w:val="both"/>
        <w:rPr>
          <w:rFonts w:ascii="Times New Roman" w:hAnsi="Times New Roman" w:cs="Times New Roman"/>
          <w:sz w:val="24"/>
          <w:szCs w:val="24"/>
        </w:rPr>
      </w:pPr>
    </w:p>
    <w:p w:rsidR="00E971B5" w:rsidRPr="0090041E" w:rsidRDefault="00E971B5" w:rsidP="009553CE">
      <w:pPr>
        <w:pStyle w:val="ConsPlusNormal"/>
        <w:ind w:firstLine="540"/>
        <w:jc w:val="both"/>
        <w:rPr>
          <w:rFonts w:ascii="Times New Roman" w:hAnsi="Times New Roman" w:cs="Times New Roman"/>
          <w:sz w:val="24"/>
          <w:szCs w:val="24"/>
        </w:rPr>
      </w:pPr>
    </w:p>
    <w:p w:rsidR="00E971B5" w:rsidRPr="0090041E" w:rsidRDefault="00E971B5" w:rsidP="00DB2F7C">
      <w:pPr>
        <w:pStyle w:val="ConsPlusNormal"/>
        <w:jc w:val="right"/>
        <w:outlineLvl w:val="1"/>
        <w:rPr>
          <w:rFonts w:ascii="Times New Roman" w:hAnsi="Times New Roman" w:cs="Times New Roman"/>
          <w:sz w:val="24"/>
          <w:szCs w:val="24"/>
        </w:rPr>
      </w:pPr>
    </w:p>
    <w:p w:rsidR="00E971B5" w:rsidRPr="0090041E" w:rsidRDefault="00E971B5" w:rsidP="00DB2F7C">
      <w:pPr>
        <w:pStyle w:val="ConsPlusNormal"/>
        <w:jc w:val="right"/>
        <w:outlineLvl w:val="1"/>
        <w:rPr>
          <w:rFonts w:ascii="Times New Roman" w:hAnsi="Times New Roman" w:cs="Times New Roman"/>
          <w:sz w:val="24"/>
          <w:szCs w:val="24"/>
        </w:rPr>
      </w:pPr>
    </w:p>
    <w:p w:rsidR="00E971B5" w:rsidRPr="0090041E" w:rsidRDefault="00E971B5" w:rsidP="00DB2F7C">
      <w:pPr>
        <w:pStyle w:val="ConsPlusNormal"/>
        <w:jc w:val="right"/>
        <w:outlineLvl w:val="1"/>
        <w:rPr>
          <w:rFonts w:ascii="Times New Roman" w:hAnsi="Times New Roman" w:cs="Times New Roman"/>
          <w:sz w:val="24"/>
          <w:szCs w:val="24"/>
        </w:rPr>
      </w:pPr>
    </w:p>
    <w:p w:rsidR="00E971B5" w:rsidRPr="0090041E" w:rsidRDefault="00E971B5" w:rsidP="00DB2F7C">
      <w:pPr>
        <w:pStyle w:val="ConsPlusNormal"/>
        <w:jc w:val="right"/>
        <w:outlineLvl w:val="1"/>
        <w:rPr>
          <w:rFonts w:ascii="Times New Roman" w:hAnsi="Times New Roman" w:cs="Times New Roman"/>
          <w:sz w:val="24"/>
          <w:szCs w:val="24"/>
        </w:rPr>
      </w:pPr>
    </w:p>
    <w:p w:rsidR="00E971B5" w:rsidRPr="0090041E" w:rsidRDefault="00E971B5" w:rsidP="00DB2F7C">
      <w:pPr>
        <w:pStyle w:val="ConsPlusNormal"/>
        <w:jc w:val="right"/>
        <w:outlineLvl w:val="1"/>
        <w:rPr>
          <w:rFonts w:ascii="Times New Roman" w:hAnsi="Times New Roman" w:cs="Times New Roman"/>
          <w:sz w:val="24"/>
          <w:szCs w:val="24"/>
        </w:rPr>
      </w:pPr>
    </w:p>
    <w:p w:rsidR="00E971B5" w:rsidRPr="0090041E" w:rsidRDefault="00E971B5" w:rsidP="00DB2F7C">
      <w:pPr>
        <w:pStyle w:val="ConsPlusNormal"/>
        <w:jc w:val="right"/>
        <w:outlineLvl w:val="1"/>
        <w:rPr>
          <w:rFonts w:ascii="Times New Roman" w:hAnsi="Times New Roman" w:cs="Times New Roman"/>
          <w:sz w:val="24"/>
          <w:szCs w:val="24"/>
        </w:rPr>
      </w:pPr>
    </w:p>
    <w:p w:rsidR="00E971B5" w:rsidRPr="0090041E" w:rsidRDefault="00E971B5" w:rsidP="00DB2F7C">
      <w:pPr>
        <w:pStyle w:val="ConsPlusNormal"/>
        <w:jc w:val="right"/>
        <w:outlineLvl w:val="1"/>
        <w:rPr>
          <w:rFonts w:ascii="Times New Roman" w:hAnsi="Times New Roman" w:cs="Times New Roman"/>
          <w:sz w:val="24"/>
          <w:szCs w:val="24"/>
        </w:rPr>
      </w:pPr>
    </w:p>
    <w:p w:rsidR="00E971B5" w:rsidRPr="0090041E" w:rsidRDefault="00E971B5" w:rsidP="00DB2F7C">
      <w:pPr>
        <w:pStyle w:val="ConsPlusNormal"/>
        <w:jc w:val="right"/>
        <w:outlineLvl w:val="1"/>
        <w:rPr>
          <w:rFonts w:ascii="Times New Roman" w:hAnsi="Times New Roman" w:cs="Times New Roman"/>
          <w:sz w:val="24"/>
          <w:szCs w:val="24"/>
        </w:rPr>
      </w:pPr>
    </w:p>
    <w:p w:rsidR="00E971B5" w:rsidRPr="0090041E" w:rsidRDefault="00E971B5" w:rsidP="00DB2F7C">
      <w:pPr>
        <w:pStyle w:val="ConsPlusNormal"/>
        <w:jc w:val="right"/>
        <w:outlineLvl w:val="1"/>
        <w:rPr>
          <w:rFonts w:ascii="Times New Roman" w:hAnsi="Times New Roman" w:cs="Times New Roman"/>
          <w:sz w:val="24"/>
          <w:szCs w:val="24"/>
        </w:rPr>
      </w:pPr>
    </w:p>
    <w:p w:rsidR="00E971B5" w:rsidRPr="0090041E" w:rsidRDefault="00E971B5" w:rsidP="00DB2F7C">
      <w:pPr>
        <w:pStyle w:val="ConsPlusNormal"/>
        <w:jc w:val="right"/>
        <w:outlineLvl w:val="1"/>
        <w:rPr>
          <w:rFonts w:ascii="Times New Roman" w:hAnsi="Times New Roman" w:cs="Times New Roman"/>
          <w:sz w:val="24"/>
          <w:szCs w:val="24"/>
        </w:rPr>
      </w:pPr>
    </w:p>
    <w:p w:rsidR="00E971B5" w:rsidRPr="0090041E" w:rsidRDefault="00E971B5" w:rsidP="00DB2F7C">
      <w:pPr>
        <w:pStyle w:val="ConsPlusNormal"/>
        <w:jc w:val="right"/>
        <w:outlineLvl w:val="1"/>
        <w:rPr>
          <w:rFonts w:ascii="Times New Roman" w:hAnsi="Times New Roman" w:cs="Times New Roman"/>
          <w:sz w:val="24"/>
          <w:szCs w:val="24"/>
        </w:rPr>
      </w:pPr>
    </w:p>
    <w:p w:rsidR="00E971B5" w:rsidRPr="0090041E" w:rsidRDefault="00E971B5" w:rsidP="00DB2F7C">
      <w:pPr>
        <w:pStyle w:val="ConsPlusNormal"/>
        <w:jc w:val="right"/>
        <w:outlineLvl w:val="1"/>
        <w:rPr>
          <w:rFonts w:ascii="Times New Roman" w:hAnsi="Times New Roman" w:cs="Times New Roman"/>
          <w:sz w:val="24"/>
          <w:szCs w:val="24"/>
        </w:rPr>
      </w:pPr>
    </w:p>
    <w:p w:rsidR="00E971B5" w:rsidRPr="0090041E" w:rsidRDefault="00E971B5" w:rsidP="00DB2F7C">
      <w:pPr>
        <w:pStyle w:val="ConsPlusNormal"/>
        <w:jc w:val="right"/>
        <w:outlineLvl w:val="1"/>
        <w:rPr>
          <w:rFonts w:ascii="Times New Roman" w:hAnsi="Times New Roman" w:cs="Times New Roman"/>
          <w:sz w:val="24"/>
          <w:szCs w:val="24"/>
        </w:rPr>
      </w:pPr>
    </w:p>
    <w:p w:rsidR="00E971B5" w:rsidRPr="0090041E" w:rsidRDefault="00E971B5" w:rsidP="00DB2F7C">
      <w:pPr>
        <w:pStyle w:val="ConsPlusNormal"/>
        <w:jc w:val="right"/>
        <w:outlineLvl w:val="1"/>
        <w:rPr>
          <w:rFonts w:ascii="Times New Roman" w:hAnsi="Times New Roman" w:cs="Times New Roman"/>
          <w:sz w:val="24"/>
          <w:szCs w:val="24"/>
        </w:rPr>
      </w:pPr>
    </w:p>
    <w:p w:rsidR="00E971B5" w:rsidRPr="0090041E" w:rsidRDefault="00E971B5" w:rsidP="00DB2F7C">
      <w:pPr>
        <w:pStyle w:val="ConsPlusNormal"/>
        <w:jc w:val="right"/>
        <w:outlineLvl w:val="1"/>
        <w:rPr>
          <w:rFonts w:ascii="Times New Roman" w:hAnsi="Times New Roman" w:cs="Times New Roman"/>
          <w:sz w:val="24"/>
          <w:szCs w:val="24"/>
        </w:rPr>
      </w:pPr>
    </w:p>
    <w:p w:rsidR="00E971B5" w:rsidRPr="0090041E" w:rsidRDefault="00E971B5" w:rsidP="00DB2F7C">
      <w:pPr>
        <w:pStyle w:val="ConsPlusNormal"/>
        <w:jc w:val="right"/>
        <w:outlineLvl w:val="1"/>
        <w:rPr>
          <w:rFonts w:ascii="Times New Roman" w:hAnsi="Times New Roman" w:cs="Times New Roman"/>
          <w:sz w:val="24"/>
          <w:szCs w:val="24"/>
        </w:rPr>
      </w:pPr>
    </w:p>
    <w:p w:rsidR="00E971B5" w:rsidRPr="0090041E" w:rsidRDefault="00E971B5" w:rsidP="00DB2F7C">
      <w:pPr>
        <w:pStyle w:val="ConsPlusNormal"/>
        <w:jc w:val="right"/>
        <w:outlineLvl w:val="1"/>
        <w:rPr>
          <w:rFonts w:ascii="Times New Roman" w:hAnsi="Times New Roman" w:cs="Times New Roman"/>
          <w:sz w:val="24"/>
          <w:szCs w:val="24"/>
        </w:rPr>
      </w:pPr>
    </w:p>
    <w:p w:rsidR="00E971B5" w:rsidRPr="0090041E" w:rsidRDefault="00E971B5" w:rsidP="00DB2F7C">
      <w:pPr>
        <w:pStyle w:val="ConsPlusNormal"/>
        <w:jc w:val="right"/>
        <w:outlineLvl w:val="1"/>
        <w:rPr>
          <w:rFonts w:ascii="Times New Roman" w:hAnsi="Times New Roman" w:cs="Times New Roman"/>
          <w:sz w:val="24"/>
          <w:szCs w:val="24"/>
        </w:rPr>
      </w:pPr>
    </w:p>
    <w:p w:rsidR="00E971B5" w:rsidRPr="0090041E" w:rsidRDefault="00E971B5" w:rsidP="00DB2F7C">
      <w:pPr>
        <w:pStyle w:val="ConsPlusNormal"/>
        <w:jc w:val="right"/>
        <w:outlineLvl w:val="1"/>
        <w:rPr>
          <w:rFonts w:ascii="Times New Roman" w:hAnsi="Times New Roman" w:cs="Times New Roman"/>
          <w:sz w:val="24"/>
          <w:szCs w:val="24"/>
        </w:rPr>
      </w:pPr>
    </w:p>
    <w:p w:rsidR="00E971B5" w:rsidRPr="0090041E" w:rsidRDefault="00E971B5" w:rsidP="00DB2F7C">
      <w:pPr>
        <w:pStyle w:val="ConsPlusNormal"/>
        <w:jc w:val="right"/>
        <w:outlineLvl w:val="1"/>
        <w:rPr>
          <w:rFonts w:ascii="Times New Roman" w:hAnsi="Times New Roman" w:cs="Times New Roman"/>
          <w:sz w:val="24"/>
          <w:szCs w:val="24"/>
        </w:rPr>
      </w:pPr>
    </w:p>
    <w:p w:rsidR="00E971B5" w:rsidRPr="0090041E" w:rsidRDefault="00E971B5" w:rsidP="00DB2F7C">
      <w:pPr>
        <w:pStyle w:val="ConsPlusNormal"/>
        <w:jc w:val="right"/>
        <w:outlineLvl w:val="1"/>
        <w:rPr>
          <w:rFonts w:ascii="Times New Roman" w:hAnsi="Times New Roman" w:cs="Times New Roman"/>
          <w:sz w:val="24"/>
          <w:szCs w:val="24"/>
        </w:rPr>
      </w:pPr>
    </w:p>
    <w:p w:rsidR="00E971B5" w:rsidRPr="0090041E" w:rsidRDefault="00E971B5" w:rsidP="00DB2F7C">
      <w:pPr>
        <w:pStyle w:val="ConsPlusNormal"/>
        <w:jc w:val="right"/>
        <w:outlineLvl w:val="1"/>
        <w:rPr>
          <w:rFonts w:ascii="Times New Roman" w:hAnsi="Times New Roman" w:cs="Times New Roman"/>
          <w:sz w:val="24"/>
          <w:szCs w:val="24"/>
        </w:rPr>
      </w:pPr>
    </w:p>
    <w:p w:rsidR="00E971B5" w:rsidRPr="0090041E" w:rsidRDefault="00E971B5" w:rsidP="00DB2F7C">
      <w:pPr>
        <w:pStyle w:val="ConsPlusNormal"/>
        <w:jc w:val="right"/>
        <w:outlineLvl w:val="1"/>
        <w:rPr>
          <w:rFonts w:ascii="Times New Roman" w:hAnsi="Times New Roman" w:cs="Times New Roman"/>
          <w:sz w:val="24"/>
          <w:szCs w:val="24"/>
        </w:rPr>
      </w:pPr>
    </w:p>
    <w:p w:rsidR="00E971B5" w:rsidRPr="0090041E" w:rsidRDefault="00E971B5" w:rsidP="00DB2F7C">
      <w:pPr>
        <w:pStyle w:val="ConsPlusNormal"/>
        <w:jc w:val="right"/>
        <w:outlineLvl w:val="1"/>
        <w:rPr>
          <w:rFonts w:ascii="Times New Roman" w:hAnsi="Times New Roman" w:cs="Times New Roman"/>
          <w:sz w:val="24"/>
          <w:szCs w:val="24"/>
        </w:rPr>
      </w:pPr>
    </w:p>
    <w:p w:rsidR="00E971B5" w:rsidRDefault="00E971B5" w:rsidP="00DB2F7C">
      <w:pPr>
        <w:pStyle w:val="ConsPlusNormal"/>
        <w:jc w:val="right"/>
        <w:outlineLvl w:val="1"/>
        <w:rPr>
          <w:rFonts w:ascii="Times New Roman" w:hAnsi="Times New Roman" w:cs="Times New Roman"/>
          <w:sz w:val="24"/>
          <w:szCs w:val="24"/>
        </w:rPr>
      </w:pPr>
    </w:p>
    <w:p w:rsidR="00E971B5" w:rsidRPr="0090041E" w:rsidRDefault="00E971B5" w:rsidP="00DB2F7C">
      <w:pPr>
        <w:pStyle w:val="ConsPlusNormal"/>
        <w:jc w:val="right"/>
        <w:outlineLvl w:val="1"/>
        <w:rPr>
          <w:rFonts w:ascii="Times New Roman" w:hAnsi="Times New Roman" w:cs="Times New Roman"/>
          <w:sz w:val="24"/>
          <w:szCs w:val="24"/>
        </w:rPr>
      </w:pPr>
    </w:p>
    <w:p w:rsidR="00E971B5" w:rsidRPr="0090041E" w:rsidRDefault="00E971B5" w:rsidP="00DB2F7C">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Приложение N 4</w:t>
      </w:r>
    </w:p>
    <w:p w:rsidR="00E971B5" w:rsidRPr="0090041E" w:rsidRDefault="00E971B5" w:rsidP="00DB2F7C">
      <w:pPr>
        <w:pStyle w:val="ConsPlusNormal"/>
        <w:jc w:val="right"/>
        <w:rPr>
          <w:rFonts w:ascii="Times New Roman" w:hAnsi="Times New Roman" w:cs="Times New Roman"/>
          <w:sz w:val="24"/>
          <w:szCs w:val="24"/>
        </w:rPr>
      </w:pPr>
      <w:r w:rsidRPr="0090041E">
        <w:rPr>
          <w:rFonts w:ascii="Times New Roman" w:hAnsi="Times New Roman" w:cs="Times New Roman"/>
          <w:sz w:val="24"/>
          <w:szCs w:val="24"/>
        </w:rPr>
        <w:t>к административному регламенту</w:t>
      </w:r>
    </w:p>
    <w:p w:rsidR="00E971B5" w:rsidRPr="0090041E" w:rsidRDefault="00E971B5" w:rsidP="009553CE">
      <w:pPr>
        <w:pStyle w:val="ConsPlusNormal"/>
        <w:ind w:firstLine="540"/>
        <w:rPr>
          <w:rFonts w:ascii="Times New Roman" w:hAnsi="Times New Roman" w:cs="Times New Roman"/>
          <w:sz w:val="24"/>
          <w:szCs w:val="24"/>
        </w:rPr>
      </w:pPr>
    </w:p>
    <w:p w:rsidR="00E971B5" w:rsidRPr="0090041E" w:rsidRDefault="00E971B5" w:rsidP="00DB2F7C">
      <w:pPr>
        <w:jc w:val="right"/>
      </w:pPr>
      <w:r w:rsidRPr="0090041E">
        <w:t xml:space="preserve">                        Начальнику управления образования </w:t>
      </w:r>
    </w:p>
    <w:p w:rsidR="00E971B5" w:rsidRPr="0090041E" w:rsidRDefault="00E971B5" w:rsidP="00DB2F7C">
      <w:pPr>
        <w:jc w:val="right"/>
      </w:pPr>
      <w:r w:rsidRPr="0090041E">
        <w:t xml:space="preserve">                                                            администрации    Осинниковского городского                                                            округа                                 округа ___________________________________</w:t>
      </w:r>
    </w:p>
    <w:p w:rsidR="00E971B5" w:rsidRPr="0090041E" w:rsidRDefault="00E971B5" w:rsidP="00DB2F7C">
      <w:pPr>
        <w:jc w:val="right"/>
      </w:pPr>
      <w:r w:rsidRPr="0090041E">
        <w:t xml:space="preserve"> _________________________________________</w:t>
      </w:r>
    </w:p>
    <w:p w:rsidR="00E971B5" w:rsidRPr="0090041E" w:rsidRDefault="00E971B5" w:rsidP="00DB2F7C">
      <w:pPr>
        <w:ind w:left="-567"/>
        <w:jc w:val="center"/>
      </w:pPr>
      <w:r w:rsidRPr="0090041E">
        <w:t xml:space="preserve">                                                                                            (Ф.И.О., дата рождения)</w:t>
      </w:r>
    </w:p>
    <w:p w:rsidR="00E971B5" w:rsidRPr="0090041E" w:rsidRDefault="00E971B5" w:rsidP="00DB2F7C">
      <w:pPr>
        <w:jc w:val="center"/>
      </w:pPr>
      <w:r w:rsidRPr="0090041E">
        <w:t xml:space="preserve">                                                                                    зарегистрир. по адресу: ______________________</w:t>
      </w:r>
    </w:p>
    <w:p w:rsidR="00E971B5" w:rsidRPr="0090041E" w:rsidRDefault="00E971B5" w:rsidP="00DB2F7C">
      <w:pPr>
        <w:jc w:val="center"/>
      </w:pPr>
      <w:r w:rsidRPr="0090041E">
        <w:t xml:space="preserve">                                                                                     __________________________________________</w:t>
      </w:r>
    </w:p>
    <w:p w:rsidR="00E971B5" w:rsidRPr="0090041E" w:rsidRDefault="00E971B5" w:rsidP="00DB2F7C">
      <w:pPr>
        <w:jc w:val="center"/>
      </w:pPr>
      <w:r w:rsidRPr="0090041E">
        <w:t xml:space="preserve">                                                                                     паспорт: серия___________ №________________</w:t>
      </w:r>
    </w:p>
    <w:p w:rsidR="00E971B5" w:rsidRPr="0090041E" w:rsidRDefault="00E971B5" w:rsidP="00DB2F7C">
      <w:pPr>
        <w:jc w:val="center"/>
      </w:pPr>
      <w:r w:rsidRPr="0090041E">
        <w:t xml:space="preserve">                                                                                     выдан_____________________________________</w:t>
      </w:r>
    </w:p>
    <w:p w:rsidR="00E971B5" w:rsidRPr="0090041E" w:rsidRDefault="00E971B5" w:rsidP="00DB2F7C">
      <w:r w:rsidRPr="0090041E">
        <w:t xml:space="preserve">                                                                                     дата выдачи ______________________________</w:t>
      </w:r>
    </w:p>
    <w:p w:rsidR="00E971B5" w:rsidRPr="0090041E" w:rsidRDefault="00E971B5" w:rsidP="00DB2F7C">
      <w:pPr>
        <w:jc w:val="center"/>
      </w:pPr>
      <w:r w:rsidRPr="0090041E">
        <w:t xml:space="preserve">                                                                                    телефон____________________________________                                        </w:t>
      </w:r>
    </w:p>
    <w:p w:rsidR="00E971B5" w:rsidRPr="0090041E" w:rsidRDefault="00E971B5" w:rsidP="00DB2F7C">
      <w:pPr>
        <w:jc w:val="center"/>
      </w:pPr>
      <w:r w:rsidRPr="0090041E">
        <w:t xml:space="preserve">  </w:t>
      </w:r>
    </w:p>
    <w:p w:rsidR="00E971B5" w:rsidRPr="0090041E" w:rsidRDefault="00E971B5" w:rsidP="00DB2F7C">
      <w:r w:rsidRPr="0090041E">
        <w:t>_</w:t>
      </w:r>
    </w:p>
    <w:p w:rsidR="00E971B5" w:rsidRPr="0090041E" w:rsidRDefault="00E971B5" w:rsidP="00DB2F7C">
      <w:pPr>
        <w:jc w:val="center"/>
      </w:pPr>
    </w:p>
    <w:p w:rsidR="00E971B5" w:rsidRPr="0090041E" w:rsidRDefault="00E971B5" w:rsidP="00DB2F7C">
      <w:pPr>
        <w:jc w:val="center"/>
      </w:pPr>
      <w:r w:rsidRPr="0090041E">
        <w:t>заявление.</w:t>
      </w:r>
    </w:p>
    <w:p w:rsidR="00E971B5" w:rsidRPr="0090041E" w:rsidRDefault="00E971B5" w:rsidP="00DB2F7C">
      <w:pPr>
        <w:jc w:val="center"/>
      </w:pPr>
    </w:p>
    <w:p w:rsidR="00E971B5" w:rsidRPr="0090041E" w:rsidRDefault="00E971B5" w:rsidP="00DB2F7C">
      <w:pPr>
        <w:spacing w:line="276" w:lineRule="auto"/>
        <w:ind w:left="-284"/>
        <w:jc w:val="both"/>
      </w:pPr>
      <w:r w:rsidRPr="0090041E">
        <w:t xml:space="preserve">Прошу дать разрешение на снятие с учета для продажи автомобиля марки____________________________________, __________ года выпуска, </w:t>
      </w:r>
    </w:p>
    <w:p w:rsidR="00E971B5" w:rsidRPr="0090041E" w:rsidRDefault="00E971B5" w:rsidP="00DB2F7C">
      <w:pPr>
        <w:spacing w:line="276" w:lineRule="auto"/>
        <w:ind w:left="-284"/>
        <w:jc w:val="center"/>
      </w:pPr>
      <w:r w:rsidRPr="0090041E">
        <w:t xml:space="preserve">государственный номерной знак___________, двигатель </w:t>
      </w:r>
      <w:r w:rsidRPr="0090041E">
        <w:rPr>
          <w:i/>
        </w:rPr>
        <w:t>№_____________,</w:t>
      </w:r>
      <w:r w:rsidRPr="0090041E">
        <w:t xml:space="preserve"> шасси №____________________________, кузов №____________________, </w:t>
      </w:r>
    </w:p>
    <w:p w:rsidR="00E971B5" w:rsidRPr="0090041E" w:rsidRDefault="00E971B5" w:rsidP="00DB2F7C">
      <w:pPr>
        <w:spacing w:line="276" w:lineRule="auto"/>
        <w:ind w:left="-284"/>
        <w:jc w:val="center"/>
      </w:pPr>
    </w:p>
    <w:p w:rsidR="00E971B5" w:rsidRPr="0090041E" w:rsidRDefault="00E971B5" w:rsidP="00DB2F7C">
      <w:pPr>
        <w:pBdr>
          <w:top w:val="single" w:sz="4" w:space="1" w:color="auto"/>
        </w:pBdr>
        <w:spacing w:line="276" w:lineRule="auto"/>
        <w:ind w:left="-284"/>
        <w:jc w:val="center"/>
      </w:pPr>
      <w:r w:rsidRPr="0090041E">
        <w:t>(владельцем/ совладельцем  доли)</w:t>
      </w:r>
    </w:p>
    <w:p w:rsidR="00E971B5" w:rsidRPr="0090041E" w:rsidRDefault="00E971B5" w:rsidP="00DB2F7C">
      <w:pPr>
        <w:spacing w:line="276" w:lineRule="auto"/>
        <w:ind w:left="-284"/>
        <w:jc w:val="both"/>
      </w:pPr>
      <w:r w:rsidRPr="0090041E">
        <w:t>которого является мой несовершеннолетний ребенок _______________________________________________________________,</w:t>
      </w:r>
    </w:p>
    <w:p w:rsidR="00E971B5" w:rsidRPr="0090041E" w:rsidRDefault="00E971B5" w:rsidP="00DB2F7C">
      <w:pPr>
        <w:spacing w:line="276" w:lineRule="auto"/>
        <w:ind w:left="-284"/>
        <w:jc w:val="center"/>
      </w:pPr>
      <w:r w:rsidRPr="0090041E">
        <w:t>(Ф.И.О., дата рождения)</w:t>
      </w:r>
    </w:p>
    <w:p w:rsidR="00E971B5" w:rsidRPr="0090041E" w:rsidRDefault="00E971B5" w:rsidP="00DB2F7C">
      <w:pPr>
        <w:pBdr>
          <w:bottom w:val="single" w:sz="4" w:space="1" w:color="auto"/>
        </w:pBdr>
        <w:spacing w:line="276" w:lineRule="auto"/>
        <w:ind w:left="-284"/>
        <w:jc w:val="both"/>
      </w:pPr>
      <w:r w:rsidRPr="0090041E">
        <w:t>Денежные средства от продажи автомобиля будут направлены на ________________________________________________________________</w:t>
      </w:r>
    </w:p>
    <w:p w:rsidR="00E971B5" w:rsidRPr="0090041E" w:rsidRDefault="00E971B5" w:rsidP="00DB2F7C">
      <w:pPr>
        <w:pBdr>
          <w:bottom w:val="single" w:sz="4" w:space="1" w:color="auto"/>
        </w:pBdr>
        <w:ind w:left="-284"/>
        <w:jc w:val="both"/>
      </w:pPr>
    </w:p>
    <w:p w:rsidR="00E971B5" w:rsidRPr="0090041E" w:rsidRDefault="00E971B5" w:rsidP="00DB2F7C">
      <w:pPr>
        <w:spacing w:line="276" w:lineRule="auto"/>
        <w:ind w:left="-284"/>
        <w:jc w:val="both"/>
      </w:pPr>
      <w:r w:rsidRPr="0090041E">
        <w:t>(сберегательный  счет ребенка, приобретение орг. техники, оплату за обучение и д.р.)</w:t>
      </w:r>
    </w:p>
    <w:p w:rsidR="00E971B5" w:rsidRPr="0090041E" w:rsidRDefault="00E971B5" w:rsidP="00DB2F7C">
      <w:pPr>
        <w:ind w:firstLine="708"/>
      </w:pPr>
    </w:p>
    <w:p w:rsidR="00E971B5" w:rsidRPr="0090041E" w:rsidRDefault="00E971B5" w:rsidP="00DB2F7C">
      <w:r w:rsidRPr="0090041E">
        <w:t>Дата __________                                             Подпись__________________</w:t>
      </w:r>
    </w:p>
    <w:p w:rsidR="00E971B5" w:rsidRPr="0090041E" w:rsidRDefault="00E971B5" w:rsidP="00DB2F7C"/>
    <w:p w:rsidR="00E971B5" w:rsidRPr="0090041E" w:rsidRDefault="00E971B5" w:rsidP="00DB2F7C"/>
    <w:p w:rsidR="00E971B5" w:rsidRPr="0090041E" w:rsidRDefault="00E971B5" w:rsidP="00DB2F7C">
      <w:pPr>
        <w:ind w:left="-426"/>
        <w:jc w:val="both"/>
        <w:rPr>
          <w:b/>
        </w:rPr>
      </w:pPr>
      <w:r w:rsidRPr="0090041E">
        <w:rPr>
          <w:b/>
        </w:rPr>
        <w:t>Что соответствует интересам несовершеннолетнего(них). Обязуюсь после совершения сделки предоставить в органы опеки и попечительства копии совершенных договоров, свидетельств о регистрации прав собственности.</w:t>
      </w:r>
    </w:p>
    <w:p w:rsidR="00E971B5" w:rsidRPr="0090041E" w:rsidRDefault="00E971B5" w:rsidP="00DB2F7C">
      <w:pPr>
        <w:ind w:left="-426"/>
        <w:jc w:val="center"/>
      </w:pPr>
      <w:r w:rsidRPr="0090041E">
        <w:t>Даю согласие на использование и обработку персональных данных.</w:t>
      </w:r>
    </w:p>
    <w:p w:rsidR="00E971B5" w:rsidRPr="0090041E" w:rsidRDefault="00E971B5" w:rsidP="00DB2F7C">
      <w:pPr>
        <w:ind w:left="-426"/>
        <w:jc w:val="both"/>
        <w:rPr>
          <w:b/>
        </w:rPr>
      </w:pPr>
    </w:p>
    <w:p w:rsidR="00E971B5" w:rsidRPr="0090041E" w:rsidRDefault="00E971B5" w:rsidP="00DB2F7C">
      <w:pPr>
        <w:ind w:left="-426"/>
        <w:jc w:val="both"/>
      </w:pPr>
      <w:r w:rsidRPr="0090041E">
        <w:t>Дата _______________         Подпись _________________      Расшифровка подписи_________________</w:t>
      </w:r>
    </w:p>
    <w:p w:rsidR="00E971B5" w:rsidRPr="0090041E" w:rsidRDefault="00E971B5" w:rsidP="00DB2F7C"/>
    <w:p w:rsidR="00E971B5" w:rsidRPr="0090041E" w:rsidRDefault="00E971B5" w:rsidP="00DB2F7C">
      <w:pPr>
        <w:ind w:left="-426"/>
      </w:pPr>
      <w:r w:rsidRPr="0090041E">
        <w:t>С совершением сделки согласен(на)</w:t>
      </w:r>
    </w:p>
    <w:p w:rsidR="00E971B5" w:rsidRPr="0090041E" w:rsidRDefault="00E971B5" w:rsidP="00DB2F7C">
      <w:pPr>
        <w:ind w:left="-426"/>
      </w:pPr>
      <w:r w:rsidRPr="0090041E">
        <w:t>Ф.И.О. ______________________________________________________________________________________</w:t>
      </w:r>
    </w:p>
    <w:p w:rsidR="00E971B5" w:rsidRPr="0090041E" w:rsidRDefault="00E971B5" w:rsidP="00DB2F7C">
      <w:pPr>
        <w:ind w:left="-426"/>
        <w:jc w:val="both"/>
      </w:pPr>
    </w:p>
    <w:p w:rsidR="00E971B5" w:rsidRPr="0090041E" w:rsidRDefault="00E971B5" w:rsidP="00DB2F7C">
      <w:pPr>
        <w:ind w:left="-426"/>
        <w:jc w:val="both"/>
      </w:pPr>
      <w:r w:rsidRPr="0090041E">
        <w:t>Дата _________________         Подпись ___________________      Расшифровка подписи_________________</w:t>
      </w:r>
    </w:p>
    <w:p w:rsidR="00E971B5" w:rsidRPr="0090041E" w:rsidRDefault="00E971B5" w:rsidP="00DB2F7C">
      <w:pPr>
        <w:ind w:left="-426"/>
        <w:jc w:val="both"/>
      </w:pPr>
    </w:p>
    <w:p w:rsidR="00E971B5" w:rsidRPr="0090041E" w:rsidRDefault="00E971B5" w:rsidP="00DB2F7C">
      <w:pPr>
        <w:ind w:left="-426"/>
        <w:rPr>
          <w:b/>
        </w:rPr>
      </w:pPr>
      <w:r w:rsidRPr="0090041E">
        <w:t>Дата___________________      Подпись специалиста, принявшего заявление ___________________________</w:t>
      </w:r>
      <w:r w:rsidRPr="0090041E">
        <w:rPr>
          <w:b/>
        </w:rPr>
        <w:t xml:space="preserve">                      </w:t>
      </w:r>
    </w:p>
    <w:p w:rsidR="00E971B5" w:rsidRPr="0090041E" w:rsidRDefault="00E971B5" w:rsidP="00DB2F7C">
      <w:pPr>
        <w:jc w:val="center"/>
      </w:pPr>
    </w:p>
    <w:p w:rsidR="00E971B5" w:rsidRPr="0090041E" w:rsidRDefault="00E971B5" w:rsidP="00DB2F7C">
      <w:pPr>
        <w:pStyle w:val="ConsPlusNormal"/>
        <w:jc w:val="center"/>
        <w:rPr>
          <w:rFonts w:ascii="Times New Roman" w:hAnsi="Times New Roman" w:cs="Times New Roman"/>
          <w:sz w:val="24"/>
          <w:szCs w:val="24"/>
        </w:rPr>
      </w:pPr>
    </w:p>
    <w:sectPr w:rsidR="00E971B5" w:rsidRPr="0090041E" w:rsidSect="00CE4405">
      <w:pgSz w:w="11906" w:h="16838"/>
      <w:pgMar w:top="1258" w:right="746" w:bottom="1079" w:left="1620" w:header="720" w:footer="720" w:gutter="0"/>
      <w:cols w:space="720"/>
      <w:noEndnote/>
      <w:rtlGutter/>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53CE"/>
    <w:rsid w:val="000003AC"/>
    <w:rsid w:val="000006FC"/>
    <w:rsid w:val="00001A4C"/>
    <w:rsid w:val="00001ACD"/>
    <w:rsid w:val="00003203"/>
    <w:rsid w:val="00003EE3"/>
    <w:rsid w:val="00004342"/>
    <w:rsid w:val="0000440E"/>
    <w:rsid w:val="0000442A"/>
    <w:rsid w:val="000046F4"/>
    <w:rsid w:val="00005185"/>
    <w:rsid w:val="000052E2"/>
    <w:rsid w:val="000054B6"/>
    <w:rsid w:val="00005994"/>
    <w:rsid w:val="00005AC0"/>
    <w:rsid w:val="00005CEA"/>
    <w:rsid w:val="000061DE"/>
    <w:rsid w:val="00006307"/>
    <w:rsid w:val="00006624"/>
    <w:rsid w:val="0000673C"/>
    <w:rsid w:val="00006775"/>
    <w:rsid w:val="000069AD"/>
    <w:rsid w:val="00006B64"/>
    <w:rsid w:val="00007133"/>
    <w:rsid w:val="0000774A"/>
    <w:rsid w:val="00007866"/>
    <w:rsid w:val="00007DF1"/>
    <w:rsid w:val="00007ECB"/>
    <w:rsid w:val="00007F5E"/>
    <w:rsid w:val="0001070B"/>
    <w:rsid w:val="00010E85"/>
    <w:rsid w:val="0001105F"/>
    <w:rsid w:val="00012072"/>
    <w:rsid w:val="00012189"/>
    <w:rsid w:val="000127A0"/>
    <w:rsid w:val="0001284F"/>
    <w:rsid w:val="00012918"/>
    <w:rsid w:val="000129D6"/>
    <w:rsid w:val="00013121"/>
    <w:rsid w:val="0001325F"/>
    <w:rsid w:val="00013539"/>
    <w:rsid w:val="00014569"/>
    <w:rsid w:val="000151A9"/>
    <w:rsid w:val="0001526B"/>
    <w:rsid w:val="000155B5"/>
    <w:rsid w:val="000157CD"/>
    <w:rsid w:val="0001600B"/>
    <w:rsid w:val="000160FA"/>
    <w:rsid w:val="0001681E"/>
    <w:rsid w:val="00016B8B"/>
    <w:rsid w:val="000171B5"/>
    <w:rsid w:val="000173F2"/>
    <w:rsid w:val="0001767C"/>
    <w:rsid w:val="0001799A"/>
    <w:rsid w:val="000179A3"/>
    <w:rsid w:val="00020343"/>
    <w:rsid w:val="00020C1E"/>
    <w:rsid w:val="000217C5"/>
    <w:rsid w:val="000227E8"/>
    <w:rsid w:val="00022B4C"/>
    <w:rsid w:val="00023457"/>
    <w:rsid w:val="0002359C"/>
    <w:rsid w:val="00024149"/>
    <w:rsid w:val="00024257"/>
    <w:rsid w:val="00024427"/>
    <w:rsid w:val="000246CC"/>
    <w:rsid w:val="00024DB0"/>
    <w:rsid w:val="00024EEC"/>
    <w:rsid w:val="00025215"/>
    <w:rsid w:val="000255CF"/>
    <w:rsid w:val="00025A49"/>
    <w:rsid w:val="00025BAA"/>
    <w:rsid w:val="000261CF"/>
    <w:rsid w:val="00026D4B"/>
    <w:rsid w:val="0002715F"/>
    <w:rsid w:val="000273E9"/>
    <w:rsid w:val="000275A3"/>
    <w:rsid w:val="00027F1C"/>
    <w:rsid w:val="0003040C"/>
    <w:rsid w:val="00030608"/>
    <w:rsid w:val="00030ABE"/>
    <w:rsid w:val="00030BEE"/>
    <w:rsid w:val="00030DE0"/>
    <w:rsid w:val="00030F81"/>
    <w:rsid w:val="00031181"/>
    <w:rsid w:val="0003158C"/>
    <w:rsid w:val="000323B8"/>
    <w:rsid w:val="000325E7"/>
    <w:rsid w:val="0003266D"/>
    <w:rsid w:val="00032D24"/>
    <w:rsid w:val="00033079"/>
    <w:rsid w:val="00033267"/>
    <w:rsid w:val="000334A8"/>
    <w:rsid w:val="00033B7E"/>
    <w:rsid w:val="00033CA4"/>
    <w:rsid w:val="00033F93"/>
    <w:rsid w:val="0003430B"/>
    <w:rsid w:val="0003588D"/>
    <w:rsid w:val="00035C9E"/>
    <w:rsid w:val="00036818"/>
    <w:rsid w:val="000368EE"/>
    <w:rsid w:val="000374A1"/>
    <w:rsid w:val="0003774C"/>
    <w:rsid w:val="000378C8"/>
    <w:rsid w:val="000404A8"/>
    <w:rsid w:val="00040E5E"/>
    <w:rsid w:val="000421DB"/>
    <w:rsid w:val="000423E0"/>
    <w:rsid w:val="00042F0D"/>
    <w:rsid w:val="00042FC1"/>
    <w:rsid w:val="00043469"/>
    <w:rsid w:val="000435D9"/>
    <w:rsid w:val="00043CDF"/>
    <w:rsid w:val="00043CFC"/>
    <w:rsid w:val="00043DE8"/>
    <w:rsid w:val="00043ECC"/>
    <w:rsid w:val="000444DE"/>
    <w:rsid w:val="000453B0"/>
    <w:rsid w:val="000454F2"/>
    <w:rsid w:val="000456BF"/>
    <w:rsid w:val="00045937"/>
    <w:rsid w:val="00045C95"/>
    <w:rsid w:val="00046341"/>
    <w:rsid w:val="0004638B"/>
    <w:rsid w:val="00046889"/>
    <w:rsid w:val="00046897"/>
    <w:rsid w:val="00046899"/>
    <w:rsid w:val="00046B42"/>
    <w:rsid w:val="00046F4F"/>
    <w:rsid w:val="000473F9"/>
    <w:rsid w:val="00047619"/>
    <w:rsid w:val="00047B8D"/>
    <w:rsid w:val="00047BE4"/>
    <w:rsid w:val="00047EEE"/>
    <w:rsid w:val="000507F1"/>
    <w:rsid w:val="000508B7"/>
    <w:rsid w:val="00050A9B"/>
    <w:rsid w:val="00050AAB"/>
    <w:rsid w:val="00051640"/>
    <w:rsid w:val="00051A53"/>
    <w:rsid w:val="00051B22"/>
    <w:rsid w:val="000523F7"/>
    <w:rsid w:val="000529ED"/>
    <w:rsid w:val="00052F54"/>
    <w:rsid w:val="00053052"/>
    <w:rsid w:val="00053192"/>
    <w:rsid w:val="000537EF"/>
    <w:rsid w:val="00053C50"/>
    <w:rsid w:val="00053CF2"/>
    <w:rsid w:val="000549BB"/>
    <w:rsid w:val="00054F00"/>
    <w:rsid w:val="000550ED"/>
    <w:rsid w:val="000556B1"/>
    <w:rsid w:val="00055898"/>
    <w:rsid w:val="000558E0"/>
    <w:rsid w:val="00056531"/>
    <w:rsid w:val="0005661F"/>
    <w:rsid w:val="00056626"/>
    <w:rsid w:val="00056A41"/>
    <w:rsid w:val="00056B6F"/>
    <w:rsid w:val="00057EA6"/>
    <w:rsid w:val="00057F42"/>
    <w:rsid w:val="000600C4"/>
    <w:rsid w:val="000601DF"/>
    <w:rsid w:val="0006066A"/>
    <w:rsid w:val="000607EC"/>
    <w:rsid w:val="00060F98"/>
    <w:rsid w:val="000610AF"/>
    <w:rsid w:val="000611EA"/>
    <w:rsid w:val="00061C68"/>
    <w:rsid w:val="00061C91"/>
    <w:rsid w:val="0006217E"/>
    <w:rsid w:val="00062765"/>
    <w:rsid w:val="00062791"/>
    <w:rsid w:val="00062910"/>
    <w:rsid w:val="00062C02"/>
    <w:rsid w:val="00063757"/>
    <w:rsid w:val="000637CB"/>
    <w:rsid w:val="00063B58"/>
    <w:rsid w:val="00064AD5"/>
    <w:rsid w:val="00064C75"/>
    <w:rsid w:val="00066177"/>
    <w:rsid w:val="000663D0"/>
    <w:rsid w:val="00066472"/>
    <w:rsid w:val="00066794"/>
    <w:rsid w:val="000669C4"/>
    <w:rsid w:val="00066D99"/>
    <w:rsid w:val="00067EA8"/>
    <w:rsid w:val="00070248"/>
    <w:rsid w:val="000703BD"/>
    <w:rsid w:val="000703E1"/>
    <w:rsid w:val="00070AB5"/>
    <w:rsid w:val="00070F72"/>
    <w:rsid w:val="00071031"/>
    <w:rsid w:val="0007187D"/>
    <w:rsid w:val="00071BAA"/>
    <w:rsid w:val="00071D6A"/>
    <w:rsid w:val="00072067"/>
    <w:rsid w:val="000721C8"/>
    <w:rsid w:val="00072667"/>
    <w:rsid w:val="000739C9"/>
    <w:rsid w:val="0007413C"/>
    <w:rsid w:val="0007437F"/>
    <w:rsid w:val="0007463E"/>
    <w:rsid w:val="00074A2E"/>
    <w:rsid w:val="00074CE0"/>
    <w:rsid w:val="00074EB2"/>
    <w:rsid w:val="0007529A"/>
    <w:rsid w:val="000752F4"/>
    <w:rsid w:val="000755A1"/>
    <w:rsid w:val="00075B2C"/>
    <w:rsid w:val="00075E57"/>
    <w:rsid w:val="000761A0"/>
    <w:rsid w:val="00076A72"/>
    <w:rsid w:val="00076AF1"/>
    <w:rsid w:val="0007706B"/>
    <w:rsid w:val="0007772A"/>
    <w:rsid w:val="000803F1"/>
    <w:rsid w:val="000808EB"/>
    <w:rsid w:val="00080D43"/>
    <w:rsid w:val="00080EAE"/>
    <w:rsid w:val="0008126B"/>
    <w:rsid w:val="00081303"/>
    <w:rsid w:val="0008174D"/>
    <w:rsid w:val="00081C96"/>
    <w:rsid w:val="00081DCF"/>
    <w:rsid w:val="000823B2"/>
    <w:rsid w:val="00082FC1"/>
    <w:rsid w:val="0008370D"/>
    <w:rsid w:val="000838F0"/>
    <w:rsid w:val="00083EB5"/>
    <w:rsid w:val="00084026"/>
    <w:rsid w:val="00085093"/>
    <w:rsid w:val="000850BC"/>
    <w:rsid w:val="000853B5"/>
    <w:rsid w:val="00085AC8"/>
    <w:rsid w:val="00085E2A"/>
    <w:rsid w:val="00086222"/>
    <w:rsid w:val="00086251"/>
    <w:rsid w:val="000862F2"/>
    <w:rsid w:val="0008630F"/>
    <w:rsid w:val="000872FA"/>
    <w:rsid w:val="00087C5C"/>
    <w:rsid w:val="000906B8"/>
    <w:rsid w:val="000909E3"/>
    <w:rsid w:val="00090A9E"/>
    <w:rsid w:val="00090D3B"/>
    <w:rsid w:val="00090FA4"/>
    <w:rsid w:val="00091559"/>
    <w:rsid w:val="00091D2F"/>
    <w:rsid w:val="00092A5A"/>
    <w:rsid w:val="00092B0B"/>
    <w:rsid w:val="00093018"/>
    <w:rsid w:val="00093022"/>
    <w:rsid w:val="00094207"/>
    <w:rsid w:val="000942D0"/>
    <w:rsid w:val="000942F3"/>
    <w:rsid w:val="00094BC1"/>
    <w:rsid w:val="00094E1C"/>
    <w:rsid w:val="00095022"/>
    <w:rsid w:val="00095D2B"/>
    <w:rsid w:val="00095E8F"/>
    <w:rsid w:val="000963BE"/>
    <w:rsid w:val="00096822"/>
    <w:rsid w:val="00096ED0"/>
    <w:rsid w:val="000971C9"/>
    <w:rsid w:val="000972B4"/>
    <w:rsid w:val="000973F4"/>
    <w:rsid w:val="000975A9"/>
    <w:rsid w:val="000976FE"/>
    <w:rsid w:val="0009785C"/>
    <w:rsid w:val="00097F57"/>
    <w:rsid w:val="000A0097"/>
    <w:rsid w:val="000A0894"/>
    <w:rsid w:val="000A1196"/>
    <w:rsid w:val="000A18D2"/>
    <w:rsid w:val="000A19AE"/>
    <w:rsid w:val="000A1F5C"/>
    <w:rsid w:val="000A290C"/>
    <w:rsid w:val="000A2DCC"/>
    <w:rsid w:val="000A2F8B"/>
    <w:rsid w:val="000A30D2"/>
    <w:rsid w:val="000A361F"/>
    <w:rsid w:val="000A36F3"/>
    <w:rsid w:val="000A3A81"/>
    <w:rsid w:val="000A3C95"/>
    <w:rsid w:val="000A3CBF"/>
    <w:rsid w:val="000A3F47"/>
    <w:rsid w:val="000A4BD6"/>
    <w:rsid w:val="000A5588"/>
    <w:rsid w:val="000A59D8"/>
    <w:rsid w:val="000A5A15"/>
    <w:rsid w:val="000A5B83"/>
    <w:rsid w:val="000A6041"/>
    <w:rsid w:val="000A64E3"/>
    <w:rsid w:val="000A6DBB"/>
    <w:rsid w:val="000A720A"/>
    <w:rsid w:val="000A7504"/>
    <w:rsid w:val="000A75E1"/>
    <w:rsid w:val="000A7D7B"/>
    <w:rsid w:val="000B05FC"/>
    <w:rsid w:val="000B09CB"/>
    <w:rsid w:val="000B0A63"/>
    <w:rsid w:val="000B0C94"/>
    <w:rsid w:val="000B0CB0"/>
    <w:rsid w:val="000B14FB"/>
    <w:rsid w:val="000B1AAB"/>
    <w:rsid w:val="000B1CBF"/>
    <w:rsid w:val="000B1DD6"/>
    <w:rsid w:val="000B278B"/>
    <w:rsid w:val="000B32D5"/>
    <w:rsid w:val="000B337D"/>
    <w:rsid w:val="000B350F"/>
    <w:rsid w:val="000B3962"/>
    <w:rsid w:val="000B3C61"/>
    <w:rsid w:val="000B3E0C"/>
    <w:rsid w:val="000B401E"/>
    <w:rsid w:val="000B45F3"/>
    <w:rsid w:val="000B49A5"/>
    <w:rsid w:val="000B50BF"/>
    <w:rsid w:val="000B5267"/>
    <w:rsid w:val="000B52A3"/>
    <w:rsid w:val="000B5917"/>
    <w:rsid w:val="000B5A92"/>
    <w:rsid w:val="000B5BE4"/>
    <w:rsid w:val="000B60DA"/>
    <w:rsid w:val="000B615C"/>
    <w:rsid w:val="000B647D"/>
    <w:rsid w:val="000B667C"/>
    <w:rsid w:val="000B68C7"/>
    <w:rsid w:val="000B6B15"/>
    <w:rsid w:val="000B6DED"/>
    <w:rsid w:val="000B7174"/>
    <w:rsid w:val="000B7581"/>
    <w:rsid w:val="000B762F"/>
    <w:rsid w:val="000C0317"/>
    <w:rsid w:val="000C0779"/>
    <w:rsid w:val="000C09B2"/>
    <w:rsid w:val="000C0CD1"/>
    <w:rsid w:val="000C0D2E"/>
    <w:rsid w:val="000C108A"/>
    <w:rsid w:val="000C1147"/>
    <w:rsid w:val="000C13CC"/>
    <w:rsid w:val="000C147D"/>
    <w:rsid w:val="000C15CB"/>
    <w:rsid w:val="000C1A08"/>
    <w:rsid w:val="000C1F8C"/>
    <w:rsid w:val="000C26D9"/>
    <w:rsid w:val="000C30B4"/>
    <w:rsid w:val="000C3A0B"/>
    <w:rsid w:val="000C3A14"/>
    <w:rsid w:val="000C3DEC"/>
    <w:rsid w:val="000C3E39"/>
    <w:rsid w:val="000C4151"/>
    <w:rsid w:val="000C4153"/>
    <w:rsid w:val="000C49BB"/>
    <w:rsid w:val="000C4B04"/>
    <w:rsid w:val="000C5014"/>
    <w:rsid w:val="000C5197"/>
    <w:rsid w:val="000C52BF"/>
    <w:rsid w:val="000C5E72"/>
    <w:rsid w:val="000C692E"/>
    <w:rsid w:val="000C7081"/>
    <w:rsid w:val="000C7527"/>
    <w:rsid w:val="000C7BAF"/>
    <w:rsid w:val="000D0D05"/>
    <w:rsid w:val="000D1487"/>
    <w:rsid w:val="000D1539"/>
    <w:rsid w:val="000D202C"/>
    <w:rsid w:val="000D2087"/>
    <w:rsid w:val="000D24D8"/>
    <w:rsid w:val="000D2988"/>
    <w:rsid w:val="000D35F8"/>
    <w:rsid w:val="000D3678"/>
    <w:rsid w:val="000D36E3"/>
    <w:rsid w:val="000D37BD"/>
    <w:rsid w:val="000D3BF9"/>
    <w:rsid w:val="000D3DCD"/>
    <w:rsid w:val="000D403B"/>
    <w:rsid w:val="000D4331"/>
    <w:rsid w:val="000D4DD6"/>
    <w:rsid w:val="000D5028"/>
    <w:rsid w:val="000D5722"/>
    <w:rsid w:val="000D5786"/>
    <w:rsid w:val="000D57C4"/>
    <w:rsid w:val="000D593A"/>
    <w:rsid w:val="000D5EA5"/>
    <w:rsid w:val="000D67F8"/>
    <w:rsid w:val="000D6883"/>
    <w:rsid w:val="000D6D2B"/>
    <w:rsid w:val="000D7772"/>
    <w:rsid w:val="000D7FA1"/>
    <w:rsid w:val="000E036E"/>
    <w:rsid w:val="000E067F"/>
    <w:rsid w:val="000E077C"/>
    <w:rsid w:val="000E1C35"/>
    <w:rsid w:val="000E2592"/>
    <w:rsid w:val="000E2A08"/>
    <w:rsid w:val="000E300C"/>
    <w:rsid w:val="000E34E8"/>
    <w:rsid w:val="000E3590"/>
    <w:rsid w:val="000E3B7D"/>
    <w:rsid w:val="000E4430"/>
    <w:rsid w:val="000E460A"/>
    <w:rsid w:val="000E4E58"/>
    <w:rsid w:val="000E4F36"/>
    <w:rsid w:val="000E5604"/>
    <w:rsid w:val="000E5CD6"/>
    <w:rsid w:val="000E6823"/>
    <w:rsid w:val="000E6DA9"/>
    <w:rsid w:val="000E6F0F"/>
    <w:rsid w:val="000E7070"/>
    <w:rsid w:val="000E7310"/>
    <w:rsid w:val="000E794F"/>
    <w:rsid w:val="000E7A11"/>
    <w:rsid w:val="000E7F0A"/>
    <w:rsid w:val="000F053A"/>
    <w:rsid w:val="000F1CE3"/>
    <w:rsid w:val="000F1ED9"/>
    <w:rsid w:val="000F2216"/>
    <w:rsid w:val="000F2EAF"/>
    <w:rsid w:val="000F3676"/>
    <w:rsid w:val="000F3F31"/>
    <w:rsid w:val="000F3FD5"/>
    <w:rsid w:val="000F400D"/>
    <w:rsid w:val="000F41C5"/>
    <w:rsid w:val="000F4238"/>
    <w:rsid w:val="000F42D0"/>
    <w:rsid w:val="000F4440"/>
    <w:rsid w:val="000F574E"/>
    <w:rsid w:val="000F59EE"/>
    <w:rsid w:val="000F60D7"/>
    <w:rsid w:val="000F645A"/>
    <w:rsid w:val="000F6A2E"/>
    <w:rsid w:val="000F6C25"/>
    <w:rsid w:val="000F731B"/>
    <w:rsid w:val="000F7D07"/>
    <w:rsid w:val="000F7EF3"/>
    <w:rsid w:val="001001AE"/>
    <w:rsid w:val="001004EE"/>
    <w:rsid w:val="00100663"/>
    <w:rsid w:val="0010090F"/>
    <w:rsid w:val="0010101E"/>
    <w:rsid w:val="001013D1"/>
    <w:rsid w:val="00101704"/>
    <w:rsid w:val="00101F20"/>
    <w:rsid w:val="001033CE"/>
    <w:rsid w:val="00103BC1"/>
    <w:rsid w:val="00104681"/>
    <w:rsid w:val="00104773"/>
    <w:rsid w:val="001047F3"/>
    <w:rsid w:val="00105888"/>
    <w:rsid w:val="00105976"/>
    <w:rsid w:val="00105FEF"/>
    <w:rsid w:val="00105FF3"/>
    <w:rsid w:val="00106007"/>
    <w:rsid w:val="0010694B"/>
    <w:rsid w:val="00106998"/>
    <w:rsid w:val="001076CC"/>
    <w:rsid w:val="00107E7F"/>
    <w:rsid w:val="001103EC"/>
    <w:rsid w:val="001109CB"/>
    <w:rsid w:val="00111199"/>
    <w:rsid w:val="0011165A"/>
    <w:rsid w:val="001119B8"/>
    <w:rsid w:val="00111CED"/>
    <w:rsid w:val="001122D8"/>
    <w:rsid w:val="00112310"/>
    <w:rsid w:val="00112F81"/>
    <w:rsid w:val="00113D17"/>
    <w:rsid w:val="001144AE"/>
    <w:rsid w:val="00114CD7"/>
    <w:rsid w:val="0011509F"/>
    <w:rsid w:val="00115291"/>
    <w:rsid w:val="00115B04"/>
    <w:rsid w:val="00115F16"/>
    <w:rsid w:val="00115F66"/>
    <w:rsid w:val="00116544"/>
    <w:rsid w:val="001168EF"/>
    <w:rsid w:val="00117A7B"/>
    <w:rsid w:val="00117D0D"/>
    <w:rsid w:val="00117F20"/>
    <w:rsid w:val="00117F79"/>
    <w:rsid w:val="0012043C"/>
    <w:rsid w:val="0012083E"/>
    <w:rsid w:val="00121483"/>
    <w:rsid w:val="0012157F"/>
    <w:rsid w:val="00122407"/>
    <w:rsid w:val="00122772"/>
    <w:rsid w:val="00122A58"/>
    <w:rsid w:val="00123D01"/>
    <w:rsid w:val="00123D1F"/>
    <w:rsid w:val="00123E62"/>
    <w:rsid w:val="001240EB"/>
    <w:rsid w:val="00124145"/>
    <w:rsid w:val="00124163"/>
    <w:rsid w:val="00124408"/>
    <w:rsid w:val="00124E57"/>
    <w:rsid w:val="001251AF"/>
    <w:rsid w:val="001256D6"/>
    <w:rsid w:val="00125706"/>
    <w:rsid w:val="00125907"/>
    <w:rsid w:val="00126228"/>
    <w:rsid w:val="0012742A"/>
    <w:rsid w:val="00127804"/>
    <w:rsid w:val="00127A37"/>
    <w:rsid w:val="00130158"/>
    <w:rsid w:val="00130525"/>
    <w:rsid w:val="0013092E"/>
    <w:rsid w:val="00130A51"/>
    <w:rsid w:val="00130B0F"/>
    <w:rsid w:val="001313D1"/>
    <w:rsid w:val="001316EC"/>
    <w:rsid w:val="00131773"/>
    <w:rsid w:val="00131EF3"/>
    <w:rsid w:val="00131FFD"/>
    <w:rsid w:val="0013230A"/>
    <w:rsid w:val="001323E2"/>
    <w:rsid w:val="001325A2"/>
    <w:rsid w:val="001325D3"/>
    <w:rsid w:val="00132805"/>
    <w:rsid w:val="001328D5"/>
    <w:rsid w:val="00132952"/>
    <w:rsid w:val="00133058"/>
    <w:rsid w:val="00133397"/>
    <w:rsid w:val="00133655"/>
    <w:rsid w:val="001337C1"/>
    <w:rsid w:val="00133A25"/>
    <w:rsid w:val="00133A5E"/>
    <w:rsid w:val="00133D32"/>
    <w:rsid w:val="00134063"/>
    <w:rsid w:val="00134A4C"/>
    <w:rsid w:val="00134CB7"/>
    <w:rsid w:val="00135782"/>
    <w:rsid w:val="00135C3C"/>
    <w:rsid w:val="0013617B"/>
    <w:rsid w:val="00136AB4"/>
    <w:rsid w:val="00137D43"/>
    <w:rsid w:val="00137F23"/>
    <w:rsid w:val="00140129"/>
    <w:rsid w:val="00140765"/>
    <w:rsid w:val="0014103A"/>
    <w:rsid w:val="00141B4C"/>
    <w:rsid w:val="00142233"/>
    <w:rsid w:val="00142A18"/>
    <w:rsid w:val="001432AA"/>
    <w:rsid w:val="00143AC3"/>
    <w:rsid w:val="00143D56"/>
    <w:rsid w:val="00143E64"/>
    <w:rsid w:val="00143FFD"/>
    <w:rsid w:val="00144C8F"/>
    <w:rsid w:val="00144DFA"/>
    <w:rsid w:val="00145D10"/>
    <w:rsid w:val="00146256"/>
    <w:rsid w:val="00146B33"/>
    <w:rsid w:val="00147211"/>
    <w:rsid w:val="00150142"/>
    <w:rsid w:val="0015016E"/>
    <w:rsid w:val="0015097B"/>
    <w:rsid w:val="00151833"/>
    <w:rsid w:val="00151B1D"/>
    <w:rsid w:val="001522B7"/>
    <w:rsid w:val="0015263D"/>
    <w:rsid w:val="00152CFA"/>
    <w:rsid w:val="00153173"/>
    <w:rsid w:val="001533B3"/>
    <w:rsid w:val="0015365E"/>
    <w:rsid w:val="0015399E"/>
    <w:rsid w:val="00154440"/>
    <w:rsid w:val="00154A8B"/>
    <w:rsid w:val="00154D2E"/>
    <w:rsid w:val="00154E07"/>
    <w:rsid w:val="00155397"/>
    <w:rsid w:val="00155730"/>
    <w:rsid w:val="00155785"/>
    <w:rsid w:val="001563A4"/>
    <w:rsid w:val="00156546"/>
    <w:rsid w:val="00156675"/>
    <w:rsid w:val="001566E3"/>
    <w:rsid w:val="00156808"/>
    <w:rsid w:val="00157675"/>
    <w:rsid w:val="00157F46"/>
    <w:rsid w:val="0016017A"/>
    <w:rsid w:val="00160655"/>
    <w:rsid w:val="00160852"/>
    <w:rsid w:val="00160C84"/>
    <w:rsid w:val="00160DC0"/>
    <w:rsid w:val="001612C3"/>
    <w:rsid w:val="00161AF2"/>
    <w:rsid w:val="00161B19"/>
    <w:rsid w:val="00161DCB"/>
    <w:rsid w:val="00162163"/>
    <w:rsid w:val="00162A1B"/>
    <w:rsid w:val="00162B77"/>
    <w:rsid w:val="00163261"/>
    <w:rsid w:val="0016372D"/>
    <w:rsid w:val="00163C00"/>
    <w:rsid w:val="00163D65"/>
    <w:rsid w:val="0016404C"/>
    <w:rsid w:val="00164885"/>
    <w:rsid w:val="00164939"/>
    <w:rsid w:val="00164F8D"/>
    <w:rsid w:val="00164FE5"/>
    <w:rsid w:val="00165877"/>
    <w:rsid w:val="001666AA"/>
    <w:rsid w:val="001666BD"/>
    <w:rsid w:val="00167E06"/>
    <w:rsid w:val="00170B8D"/>
    <w:rsid w:val="00170C4F"/>
    <w:rsid w:val="00170DDA"/>
    <w:rsid w:val="00170FB6"/>
    <w:rsid w:val="001715F0"/>
    <w:rsid w:val="00171884"/>
    <w:rsid w:val="00171BC4"/>
    <w:rsid w:val="0017236B"/>
    <w:rsid w:val="00172628"/>
    <w:rsid w:val="0017283E"/>
    <w:rsid w:val="00172B84"/>
    <w:rsid w:val="00172BB7"/>
    <w:rsid w:val="00172E90"/>
    <w:rsid w:val="0017306C"/>
    <w:rsid w:val="00173545"/>
    <w:rsid w:val="001738BC"/>
    <w:rsid w:val="00174221"/>
    <w:rsid w:val="0017532E"/>
    <w:rsid w:val="00175366"/>
    <w:rsid w:val="00175897"/>
    <w:rsid w:val="001759D9"/>
    <w:rsid w:val="0017626C"/>
    <w:rsid w:val="00176342"/>
    <w:rsid w:val="001765CE"/>
    <w:rsid w:val="00176EE9"/>
    <w:rsid w:val="0017767A"/>
    <w:rsid w:val="001779B6"/>
    <w:rsid w:val="001779BD"/>
    <w:rsid w:val="00180306"/>
    <w:rsid w:val="0018087A"/>
    <w:rsid w:val="00181B4D"/>
    <w:rsid w:val="00181B61"/>
    <w:rsid w:val="00181EB2"/>
    <w:rsid w:val="001820DD"/>
    <w:rsid w:val="001823D8"/>
    <w:rsid w:val="00182856"/>
    <w:rsid w:val="001830A3"/>
    <w:rsid w:val="0018319E"/>
    <w:rsid w:val="00183AE4"/>
    <w:rsid w:val="00183F97"/>
    <w:rsid w:val="00184027"/>
    <w:rsid w:val="0018475E"/>
    <w:rsid w:val="001849F3"/>
    <w:rsid w:val="00184F32"/>
    <w:rsid w:val="0018562E"/>
    <w:rsid w:val="00185F4F"/>
    <w:rsid w:val="00186535"/>
    <w:rsid w:val="0018676A"/>
    <w:rsid w:val="00187234"/>
    <w:rsid w:val="001876B7"/>
    <w:rsid w:val="00187A6D"/>
    <w:rsid w:val="00190068"/>
    <w:rsid w:val="00190286"/>
    <w:rsid w:val="001906AF"/>
    <w:rsid w:val="00190CA9"/>
    <w:rsid w:val="00191096"/>
    <w:rsid w:val="00191100"/>
    <w:rsid w:val="001916A7"/>
    <w:rsid w:val="00191E81"/>
    <w:rsid w:val="00192001"/>
    <w:rsid w:val="00192466"/>
    <w:rsid w:val="00192747"/>
    <w:rsid w:val="001927F0"/>
    <w:rsid w:val="00192A59"/>
    <w:rsid w:val="00192C1F"/>
    <w:rsid w:val="00192F0D"/>
    <w:rsid w:val="00192FBD"/>
    <w:rsid w:val="0019302A"/>
    <w:rsid w:val="00193A5F"/>
    <w:rsid w:val="00193DBB"/>
    <w:rsid w:val="00194198"/>
    <w:rsid w:val="0019424E"/>
    <w:rsid w:val="001948DD"/>
    <w:rsid w:val="001950FB"/>
    <w:rsid w:val="00195F68"/>
    <w:rsid w:val="001961CD"/>
    <w:rsid w:val="001963EA"/>
    <w:rsid w:val="001967D6"/>
    <w:rsid w:val="0019685F"/>
    <w:rsid w:val="00196FBF"/>
    <w:rsid w:val="00197A35"/>
    <w:rsid w:val="001A0AB1"/>
    <w:rsid w:val="001A158B"/>
    <w:rsid w:val="001A166C"/>
    <w:rsid w:val="001A1709"/>
    <w:rsid w:val="001A1C71"/>
    <w:rsid w:val="001A1D36"/>
    <w:rsid w:val="001A2180"/>
    <w:rsid w:val="001A24F5"/>
    <w:rsid w:val="001A2705"/>
    <w:rsid w:val="001A2AEF"/>
    <w:rsid w:val="001A2D29"/>
    <w:rsid w:val="001A2F6D"/>
    <w:rsid w:val="001A382A"/>
    <w:rsid w:val="001A38E0"/>
    <w:rsid w:val="001A3E7E"/>
    <w:rsid w:val="001A3EBD"/>
    <w:rsid w:val="001A4222"/>
    <w:rsid w:val="001A438A"/>
    <w:rsid w:val="001A4510"/>
    <w:rsid w:val="001A497A"/>
    <w:rsid w:val="001A5E9D"/>
    <w:rsid w:val="001A6272"/>
    <w:rsid w:val="001A67F8"/>
    <w:rsid w:val="001A7213"/>
    <w:rsid w:val="001A734F"/>
    <w:rsid w:val="001A73E7"/>
    <w:rsid w:val="001A74B7"/>
    <w:rsid w:val="001A76AD"/>
    <w:rsid w:val="001A7860"/>
    <w:rsid w:val="001A7C2F"/>
    <w:rsid w:val="001A7C6F"/>
    <w:rsid w:val="001B079F"/>
    <w:rsid w:val="001B0B12"/>
    <w:rsid w:val="001B105A"/>
    <w:rsid w:val="001B1508"/>
    <w:rsid w:val="001B1C19"/>
    <w:rsid w:val="001B2602"/>
    <w:rsid w:val="001B2AFD"/>
    <w:rsid w:val="001B33ED"/>
    <w:rsid w:val="001B3905"/>
    <w:rsid w:val="001B3E49"/>
    <w:rsid w:val="001B400D"/>
    <w:rsid w:val="001B40A0"/>
    <w:rsid w:val="001B455C"/>
    <w:rsid w:val="001B475E"/>
    <w:rsid w:val="001B4D16"/>
    <w:rsid w:val="001B4DD8"/>
    <w:rsid w:val="001B58B4"/>
    <w:rsid w:val="001B6049"/>
    <w:rsid w:val="001B60FF"/>
    <w:rsid w:val="001B66D8"/>
    <w:rsid w:val="001B70B5"/>
    <w:rsid w:val="001B74A4"/>
    <w:rsid w:val="001B7795"/>
    <w:rsid w:val="001B7AF7"/>
    <w:rsid w:val="001C0435"/>
    <w:rsid w:val="001C0995"/>
    <w:rsid w:val="001C0B76"/>
    <w:rsid w:val="001C0CC7"/>
    <w:rsid w:val="001C0D4B"/>
    <w:rsid w:val="001C1169"/>
    <w:rsid w:val="001C138A"/>
    <w:rsid w:val="001C1752"/>
    <w:rsid w:val="001C1C5F"/>
    <w:rsid w:val="001C22C1"/>
    <w:rsid w:val="001C27A2"/>
    <w:rsid w:val="001C2D10"/>
    <w:rsid w:val="001C2DD8"/>
    <w:rsid w:val="001C3009"/>
    <w:rsid w:val="001C304A"/>
    <w:rsid w:val="001C340E"/>
    <w:rsid w:val="001C3494"/>
    <w:rsid w:val="001C3765"/>
    <w:rsid w:val="001C38C6"/>
    <w:rsid w:val="001C3A02"/>
    <w:rsid w:val="001C3C1E"/>
    <w:rsid w:val="001C43D0"/>
    <w:rsid w:val="001C45A5"/>
    <w:rsid w:val="001C519B"/>
    <w:rsid w:val="001C583D"/>
    <w:rsid w:val="001C5A14"/>
    <w:rsid w:val="001C6269"/>
    <w:rsid w:val="001C6C38"/>
    <w:rsid w:val="001C72E4"/>
    <w:rsid w:val="001C7704"/>
    <w:rsid w:val="001C78D8"/>
    <w:rsid w:val="001C795B"/>
    <w:rsid w:val="001C7F3E"/>
    <w:rsid w:val="001C7F5F"/>
    <w:rsid w:val="001D00CC"/>
    <w:rsid w:val="001D02CC"/>
    <w:rsid w:val="001D0A7E"/>
    <w:rsid w:val="001D0AFA"/>
    <w:rsid w:val="001D1011"/>
    <w:rsid w:val="001D18B2"/>
    <w:rsid w:val="001D19C4"/>
    <w:rsid w:val="001D1E04"/>
    <w:rsid w:val="001D22BF"/>
    <w:rsid w:val="001D23C5"/>
    <w:rsid w:val="001D28EB"/>
    <w:rsid w:val="001D2FCF"/>
    <w:rsid w:val="001D3237"/>
    <w:rsid w:val="001D3998"/>
    <w:rsid w:val="001D3D90"/>
    <w:rsid w:val="001D4014"/>
    <w:rsid w:val="001D43C5"/>
    <w:rsid w:val="001D4A32"/>
    <w:rsid w:val="001D4AF9"/>
    <w:rsid w:val="001D521D"/>
    <w:rsid w:val="001D52BE"/>
    <w:rsid w:val="001D5953"/>
    <w:rsid w:val="001D5B90"/>
    <w:rsid w:val="001D5F72"/>
    <w:rsid w:val="001D6465"/>
    <w:rsid w:val="001D6B1D"/>
    <w:rsid w:val="001D6B2D"/>
    <w:rsid w:val="001D6E09"/>
    <w:rsid w:val="001D6E73"/>
    <w:rsid w:val="001D77A3"/>
    <w:rsid w:val="001D7CF0"/>
    <w:rsid w:val="001E08FB"/>
    <w:rsid w:val="001E0914"/>
    <w:rsid w:val="001E13BE"/>
    <w:rsid w:val="001E1437"/>
    <w:rsid w:val="001E15B7"/>
    <w:rsid w:val="001E1E9B"/>
    <w:rsid w:val="001E29B0"/>
    <w:rsid w:val="001E2C7A"/>
    <w:rsid w:val="001E3741"/>
    <w:rsid w:val="001E378F"/>
    <w:rsid w:val="001E4260"/>
    <w:rsid w:val="001E5761"/>
    <w:rsid w:val="001E5AD8"/>
    <w:rsid w:val="001E5B59"/>
    <w:rsid w:val="001E5DB4"/>
    <w:rsid w:val="001E5E40"/>
    <w:rsid w:val="001E635F"/>
    <w:rsid w:val="001E646E"/>
    <w:rsid w:val="001E6695"/>
    <w:rsid w:val="001E704B"/>
    <w:rsid w:val="001E7845"/>
    <w:rsid w:val="001F0156"/>
    <w:rsid w:val="001F0233"/>
    <w:rsid w:val="001F05DF"/>
    <w:rsid w:val="001F0792"/>
    <w:rsid w:val="001F131D"/>
    <w:rsid w:val="001F1530"/>
    <w:rsid w:val="001F17FE"/>
    <w:rsid w:val="001F1832"/>
    <w:rsid w:val="001F1E8F"/>
    <w:rsid w:val="001F1F70"/>
    <w:rsid w:val="001F2175"/>
    <w:rsid w:val="001F21B4"/>
    <w:rsid w:val="001F2505"/>
    <w:rsid w:val="001F4894"/>
    <w:rsid w:val="001F53D5"/>
    <w:rsid w:val="001F551B"/>
    <w:rsid w:val="001F5C5B"/>
    <w:rsid w:val="001F61CE"/>
    <w:rsid w:val="001F6B2C"/>
    <w:rsid w:val="001F7397"/>
    <w:rsid w:val="001F73D1"/>
    <w:rsid w:val="001F76CC"/>
    <w:rsid w:val="001F7E8F"/>
    <w:rsid w:val="001F7FBC"/>
    <w:rsid w:val="00200436"/>
    <w:rsid w:val="002007CC"/>
    <w:rsid w:val="0020096A"/>
    <w:rsid w:val="00200EC2"/>
    <w:rsid w:val="0020155D"/>
    <w:rsid w:val="002018E2"/>
    <w:rsid w:val="00201E63"/>
    <w:rsid w:val="0020322C"/>
    <w:rsid w:val="00203BAD"/>
    <w:rsid w:val="002040E6"/>
    <w:rsid w:val="0020427B"/>
    <w:rsid w:val="00204B85"/>
    <w:rsid w:val="00204DD0"/>
    <w:rsid w:val="00204DF8"/>
    <w:rsid w:val="00204FDD"/>
    <w:rsid w:val="002052D4"/>
    <w:rsid w:val="0020551E"/>
    <w:rsid w:val="0020559D"/>
    <w:rsid w:val="00205E81"/>
    <w:rsid w:val="0020669A"/>
    <w:rsid w:val="00206726"/>
    <w:rsid w:val="00206A94"/>
    <w:rsid w:val="00206E30"/>
    <w:rsid w:val="00207A99"/>
    <w:rsid w:val="00210546"/>
    <w:rsid w:val="002107ED"/>
    <w:rsid w:val="00210961"/>
    <w:rsid w:val="002115B4"/>
    <w:rsid w:val="002117E8"/>
    <w:rsid w:val="00211E33"/>
    <w:rsid w:val="0021228C"/>
    <w:rsid w:val="0021259C"/>
    <w:rsid w:val="00212985"/>
    <w:rsid w:val="00212DF9"/>
    <w:rsid w:val="00212E2D"/>
    <w:rsid w:val="00213119"/>
    <w:rsid w:val="00213586"/>
    <w:rsid w:val="00213693"/>
    <w:rsid w:val="00214517"/>
    <w:rsid w:val="0021472C"/>
    <w:rsid w:val="00214766"/>
    <w:rsid w:val="00214AF0"/>
    <w:rsid w:val="0021631D"/>
    <w:rsid w:val="0021714E"/>
    <w:rsid w:val="002176E8"/>
    <w:rsid w:val="002179A0"/>
    <w:rsid w:val="00217B55"/>
    <w:rsid w:val="00220297"/>
    <w:rsid w:val="002206FD"/>
    <w:rsid w:val="00220783"/>
    <w:rsid w:val="0022081F"/>
    <w:rsid w:val="00220CC7"/>
    <w:rsid w:val="002210B0"/>
    <w:rsid w:val="002211F2"/>
    <w:rsid w:val="00221752"/>
    <w:rsid w:val="002219C9"/>
    <w:rsid w:val="00221AB0"/>
    <w:rsid w:val="0022201F"/>
    <w:rsid w:val="00222993"/>
    <w:rsid w:val="00222A48"/>
    <w:rsid w:val="00222F80"/>
    <w:rsid w:val="002231A8"/>
    <w:rsid w:val="002233B0"/>
    <w:rsid w:val="00223A31"/>
    <w:rsid w:val="00223A8A"/>
    <w:rsid w:val="00223FED"/>
    <w:rsid w:val="002247C1"/>
    <w:rsid w:val="002247DD"/>
    <w:rsid w:val="00224A45"/>
    <w:rsid w:val="00224A81"/>
    <w:rsid w:val="00224AAF"/>
    <w:rsid w:val="0022581D"/>
    <w:rsid w:val="00225FB5"/>
    <w:rsid w:val="00226248"/>
    <w:rsid w:val="002263DB"/>
    <w:rsid w:val="00226430"/>
    <w:rsid w:val="002268B9"/>
    <w:rsid w:val="00226F4F"/>
    <w:rsid w:val="00227D26"/>
    <w:rsid w:val="002303F2"/>
    <w:rsid w:val="00230CC4"/>
    <w:rsid w:val="00231778"/>
    <w:rsid w:val="002317DC"/>
    <w:rsid w:val="00232144"/>
    <w:rsid w:val="002322F1"/>
    <w:rsid w:val="002328EB"/>
    <w:rsid w:val="00232B13"/>
    <w:rsid w:val="00232D39"/>
    <w:rsid w:val="0023302B"/>
    <w:rsid w:val="00233D2F"/>
    <w:rsid w:val="00233D72"/>
    <w:rsid w:val="00233E23"/>
    <w:rsid w:val="0023477D"/>
    <w:rsid w:val="00234BFF"/>
    <w:rsid w:val="00234D12"/>
    <w:rsid w:val="00234F3C"/>
    <w:rsid w:val="00234FD1"/>
    <w:rsid w:val="0023515A"/>
    <w:rsid w:val="00235615"/>
    <w:rsid w:val="00235BEC"/>
    <w:rsid w:val="00235CA8"/>
    <w:rsid w:val="00235E4D"/>
    <w:rsid w:val="0023627A"/>
    <w:rsid w:val="0023642A"/>
    <w:rsid w:val="002365E6"/>
    <w:rsid w:val="002375B8"/>
    <w:rsid w:val="00237899"/>
    <w:rsid w:val="00237D1E"/>
    <w:rsid w:val="00237D92"/>
    <w:rsid w:val="00237E1F"/>
    <w:rsid w:val="00237E56"/>
    <w:rsid w:val="00237EA9"/>
    <w:rsid w:val="00240186"/>
    <w:rsid w:val="002403E6"/>
    <w:rsid w:val="0024087D"/>
    <w:rsid w:val="00240C88"/>
    <w:rsid w:val="00240C92"/>
    <w:rsid w:val="00240F9F"/>
    <w:rsid w:val="00241416"/>
    <w:rsid w:val="002414E2"/>
    <w:rsid w:val="00241E41"/>
    <w:rsid w:val="002423A6"/>
    <w:rsid w:val="002424E2"/>
    <w:rsid w:val="00242973"/>
    <w:rsid w:val="00242CB3"/>
    <w:rsid w:val="002430FC"/>
    <w:rsid w:val="002436EA"/>
    <w:rsid w:val="00243788"/>
    <w:rsid w:val="00243B1E"/>
    <w:rsid w:val="002444AF"/>
    <w:rsid w:val="002446F1"/>
    <w:rsid w:val="0024478D"/>
    <w:rsid w:val="002458F9"/>
    <w:rsid w:val="00245F38"/>
    <w:rsid w:val="002463A4"/>
    <w:rsid w:val="00246528"/>
    <w:rsid w:val="00246D6F"/>
    <w:rsid w:val="00247B14"/>
    <w:rsid w:val="00250199"/>
    <w:rsid w:val="0025030D"/>
    <w:rsid w:val="00250BEC"/>
    <w:rsid w:val="00250E07"/>
    <w:rsid w:val="0025119C"/>
    <w:rsid w:val="002511F4"/>
    <w:rsid w:val="00251770"/>
    <w:rsid w:val="00251CEA"/>
    <w:rsid w:val="00251CF7"/>
    <w:rsid w:val="002522EF"/>
    <w:rsid w:val="00252B1D"/>
    <w:rsid w:val="00252F5B"/>
    <w:rsid w:val="002530F5"/>
    <w:rsid w:val="00253491"/>
    <w:rsid w:val="00253789"/>
    <w:rsid w:val="002539B0"/>
    <w:rsid w:val="00253A13"/>
    <w:rsid w:val="00254028"/>
    <w:rsid w:val="002540E0"/>
    <w:rsid w:val="00254288"/>
    <w:rsid w:val="00254844"/>
    <w:rsid w:val="00254AD0"/>
    <w:rsid w:val="00254C1A"/>
    <w:rsid w:val="00254DE1"/>
    <w:rsid w:val="002552D9"/>
    <w:rsid w:val="0025548C"/>
    <w:rsid w:val="0025598D"/>
    <w:rsid w:val="00256446"/>
    <w:rsid w:val="002568C5"/>
    <w:rsid w:val="00257051"/>
    <w:rsid w:val="002570DF"/>
    <w:rsid w:val="00257B4C"/>
    <w:rsid w:val="00257DA7"/>
    <w:rsid w:val="00257E07"/>
    <w:rsid w:val="00260BCE"/>
    <w:rsid w:val="002614FB"/>
    <w:rsid w:val="00261761"/>
    <w:rsid w:val="002619E1"/>
    <w:rsid w:val="00261D72"/>
    <w:rsid w:val="002625AE"/>
    <w:rsid w:val="002629E7"/>
    <w:rsid w:val="00262B67"/>
    <w:rsid w:val="002633E5"/>
    <w:rsid w:val="002634A1"/>
    <w:rsid w:val="0026399B"/>
    <w:rsid w:val="00263BB0"/>
    <w:rsid w:val="00264323"/>
    <w:rsid w:val="00264E80"/>
    <w:rsid w:val="00264F2E"/>
    <w:rsid w:val="00265364"/>
    <w:rsid w:val="0026653F"/>
    <w:rsid w:val="002668FC"/>
    <w:rsid w:val="002669F5"/>
    <w:rsid w:val="0026780A"/>
    <w:rsid w:val="00267CE4"/>
    <w:rsid w:val="00270781"/>
    <w:rsid w:val="00270873"/>
    <w:rsid w:val="00270C55"/>
    <w:rsid w:val="00271541"/>
    <w:rsid w:val="002715D9"/>
    <w:rsid w:val="00271AC5"/>
    <w:rsid w:val="002720EC"/>
    <w:rsid w:val="00272523"/>
    <w:rsid w:val="00272ED6"/>
    <w:rsid w:val="002732DC"/>
    <w:rsid w:val="00273468"/>
    <w:rsid w:val="002740C7"/>
    <w:rsid w:val="002740D0"/>
    <w:rsid w:val="00274393"/>
    <w:rsid w:val="002745BE"/>
    <w:rsid w:val="00275072"/>
    <w:rsid w:val="002757FE"/>
    <w:rsid w:val="0027611F"/>
    <w:rsid w:val="00276509"/>
    <w:rsid w:val="00276977"/>
    <w:rsid w:val="002769A0"/>
    <w:rsid w:val="002769CE"/>
    <w:rsid w:val="0027748A"/>
    <w:rsid w:val="002776D7"/>
    <w:rsid w:val="002801B6"/>
    <w:rsid w:val="0028035B"/>
    <w:rsid w:val="002804A1"/>
    <w:rsid w:val="002808BD"/>
    <w:rsid w:val="00280DB0"/>
    <w:rsid w:val="00280DB1"/>
    <w:rsid w:val="00281374"/>
    <w:rsid w:val="002813A8"/>
    <w:rsid w:val="002816DE"/>
    <w:rsid w:val="00281FDE"/>
    <w:rsid w:val="00282114"/>
    <w:rsid w:val="002821A9"/>
    <w:rsid w:val="00282771"/>
    <w:rsid w:val="002834AF"/>
    <w:rsid w:val="0028350E"/>
    <w:rsid w:val="00283A82"/>
    <w:rsid w:val="00283E03"/>
    <w:rsid w:val="00283E37"/>
    <w:rsid w:val="0028450D"/>
    <w:rsid w:val="002846F7"/>
    <w:rsid w:val="00284AAB"/>
    <w:rsid w:val="00284D6E"/>
    <w:rsid w:val="00284E65"/>
    <w:rsid w:val="00284EC4"/>
    <w:rsid w:val="00284FE8"/>
    <w:rsid w:val="002852CF"/>
    <w:rsid w:val="00285329"/>
    <w:rsid w:val="00285567"/>
    <w:rsid w:val="00285827"/>
    <w:rsid w:val="002859B3"/>
    <w:rsid w:val="00286526"/>
    <w:rsid w:val="00286B8B"/>
    <w:rsid w:val="00286DD6"/>
    <w:rsid w:val="00287808"/>
    <w:rsid w:val="00287D67"/>
    <w:rsid w:val="0029082B"/>
    <w:rsid w:val="002908C3"/>
    <w:rsid w:val="00290A76"/>
    <w:rsid w:val="00290B6E"/>
    <w:rsid w:val="00291014"/>
    <w:rsid w:val="0029142E"/>
    <w:rsid w:val="00291732"/>
    <w:rsid w:val="00292674"/>
    <w:rsid w:val="00292749"/>
    <w:rsid w:val="002927AA"/>
    <w:rsid w:val="00293345"/>
    <w:rsid w:val="00294805"/>
    <w:rsid w:val="002948B1"/>
    <w:rsid w:val="00295513"/>
    <w:rsid w:val="0029558F"/>
    <w:rsid w:val="00295E7D"/>
    <w:rsid w:val="00296508"/>
    <w:rsid w:val="002968DB"/>
    <w:rsid w:val="00296AEA"/>
    <w:rsid w:val="00296CFC"/>
    <w:rsid w:val="00297266"/>
    <w:rsid w:val="0029732C"/>
    <w:rsid w:val="00297506"/>
    <w:rsid w:val="002A0433"/>
    <w:rsid w:val="002A074D"/>
    <w:rsid w:val="002A1233"/>
    <w:rsid w:val="002A1313"/>
    <w:rsid w:val="002A1421"/>
    <w:rsid w:val="002A1809"/>
    <w:rsid w:val="002A1E05"/>
    <w:rsid w:val="002A1FAD"/>
    <w:rsid w:val="002A271D"/>
    <w:rsid w:val="002A283F"/>
    <w:rsid w:val="002A2870"/>
    <w:rsid w:val="002A2EEF"/>
    <w:rsid w:val="002A3503"/>
    <w:rsid w:val="002A3D73"/>
    <w:rsid w:val="002A3DCB"/>
    <w:rsid w:val="002A3E3E"/>
    <w:rsid w:val="002A3E8F"/>
    <w:rsid w:val="002A447C"/>
    <w:rsid w:val="002A4A5A"/>
    <w:rsid w:val="002A4E29"/>
    <w:rsid w:val="002A4F83"/>
    <w:rsid w:val="002A5188"/>
    <w:rsid w:val="002A5783"/>
    <w:rsid w:val="002A59DF"/>
    <w:rsid w:val="002A6B84"/>
    <w:rsid w:val="002A6F62"/>
    <w:rsid w:val="002A6FAB"/>
    <w:rsid w:val="002A703A"/>
    <w:rsid w:val="002A7416"/>
    <w:rsid w:val="002A7746"/>
    <w:rsid w:val="002A7E5E"/>
    <w:rsid w:val="002B059F"/>
    <w:rsid w:val="002B05A0"/>
    <w:rsid w:val="002B12A2"/>
    <w:rsid w:val="002B1462"/>
    <w:rsid w:val="002B1C48"/>
    <w:rsid w:val="002B20F8"/>
    <w:rsid w:val="002B23C1"/>
    <w:rsid w:val="002B240B"/>
    <w:rsid w:val="002B2678"/>
    <w:rsid w:val="002B2F9A"/>
    <w:rsid w:val="002B3401"/>
    <w:rsid w:val="002B3453"/>
    <w:rsid w:val="002B3E3C"/>
    <w:rsid w:val="002B44C1"/>
    <w:rsid w:val="002B4D7F"/>
    <w:rsid w:val="002B4ED6"/>
    <w:rsid w:val="002B5449"/>
    <w:rsid w:val="002B5787"/>
    <w:rsid w:val="002B61EF"/>
    <w:rsid w:val="002B6C17"/>
    <w:rsid w:val="002B6CAE"/>
    <w:rsid w:val="002B77A9"/>
    <w:rsid w:val="002B7ED1"/>
    <w:rsid w:val="002C046A"/>
    <w:rsid w:val="002C07CD"/>
    <w:rsid w:val="002C0BD9"/>
    <w:rsid w:val="002C0DCE"/>
    <w:rsid w:val="002C0E9B"/>
    <w:rsid w:val="002C0F90"/>
    <w:rsid w:val="002C0F94"/>
    <w:rsid w:val="002C1F4A"/>
    <w:rsid w:val="002C1F63"/>
    <w:rsid w:val="002C1FD3"/>
    <w:rsid w:val="002C23C1"/>
    <w:rsid w:val="002C2472"/>
    <w:rsid w:val="002C287D"/>
    <w:rsid w:val="002C2A22"/>
    <w:rsid w:val="002C33D9"/>
    <w:rsid w:val="002C3B9C"/>
    <w:rsid w:val="002C3E5C"/>
    <w:rsid w:val="002C3EE9"/>
    <w:rsid w:val="002C3FFF"/>
    <w:rsid w:val="002C4B03"/>
    <w:rsid w:val="002C4E20"/>
    <w:rsid w:val="002C564D"/>
    <w:rsid w:val="002C574C"/>
    <w:rsid w:val="002C5930"/>
    <w:rsid w:val="002C5A1C"/>
    <w:rsid w:val="002C5C02"/>
    <w:rsid w:val="002C6132"/>
    <w:rsid w:val="002C66A9"/>
    <w:rsid w:val="002C66C6"/>
    <w:rsid w:val="002C6924"/>
    <w:rsid w:val="002C6E4F"/>
    <w:rsid w:val="002C73B8"/>
    <w:rsid w:val="002C7926"/>
    <w:rsid w:val="002D0B94"/>
    <w:rsid w:val="002D168E"/>
    <w:rsid w:val="002D1B94"/>
    <w:rsid w:val="002D1E91"/>
    <w:rsid w:val="002D22EE"/>
    <w:rsid w:val="002D2728"/>
    <w:rsid w:val="002D28A2"/>
    <w:rsid w:val="002D2C2A"/>
    <w:rsid w:val="002D372B"/>
    <w:rsid w:val="002D3EB2"/>
    <w:rsid w:val="002D4584"/>
    <w:rsid w:val="002D4CDA"/>
    <w:rsid w:val="002D4D29"/>
    <w:rsid w:val="002D4F4D"/>
    <w:rsid w:val="002D4F5E"/>
    <w:rsid w:val="002D55DE"/>
    <w:rsid w:val="002D6071"/>
    <w:rsid w:val="002D608E"/>
    <w:rsid w:val="002D68F6"/>
    <w:rsid w:val="002D6AC1"/>
    <w:rsid w:val="002D70E4"/>
    <w:rsid w:val="002D71DD"/>
    <w:rsid w:val="002D721B"/>
    <w:rsid w:val="002D74D9"/>
    <w:rsid w:val="002E003B"/>
    <w:rsid w:val="002E0A69"/>
    <w:rsid w:val="002E14A6"/>
    <w:rsid w:val="002E1788"/>
    <w:rsid w:val="002E1A83"/>
    <w:rsid w:val="002E1C77"/>
    <w:rsid w:val="002E1E22"/>
    <w:rsid w:val="002E20BA"/>
    <w:rsid w:val="002E3D53"/>
    <w:rsid w:val="002E43C6"/>
    <w:rsid w:val="002E44E7"/>
    <w:rsid w:val="002E5991"/>
    <w:rsid w:val="002E69CD"/>
    <w:rsid w:val="002E73DD"/>
    <w:rsid w:val="002E75D4"/>
    <w:rsid w:val="002E760E"/>
    <w:rsid w:val="002E7F17"/>
    <w:rsid w:val="002F0190"/>
    <w:rsid w:val="002F0361"/>
    <w:rsid w:val="002F059E"/>
    <w:rsid w:val="002F1291"/>
    <w:rsid w:val="002F140E"/>
    <w:rsid w:val="002F1996"/>
    <w:rsid w:val="002F1AE6"/>
    <w:rsid w:val="002F1FA1"/>
    <w:rsid w:val="002F214B"/>
    <w:rsid w:val="002F273E"/>
    <w:rsid w:val="002F31B5"/>
    <w:rsid w:val="002F35AC"/>
    <w:rsid w:val="002F3BC7"/>
    <w:rsid w:val="002F3EB2"/>
    <w:rsid w:val="002F40A4"/>
    <w:rsid w:val="002F4162"/>
    <w:rsid w:val="002F519C"/>
    <w:rsid w:val="002F533D"/>
    <w:rsid w:val="002F60B9"/>
    <w:rsid w:val="002F62C1"/>
    <w:rsid w:val="002F65F4"/>
    <w:rsid w:val="002F7B83"/>
    <w:rsid w:val="00300290"/>
    <w:rsid w:val="00300AE8"/>
    <w:rsid w:val="00300D06"/>
    <w:rsid w:val="00301276"/>
    <w:rsid w:val="003013DA"/>
    <w:rsid w:val="0030191E"/>
    <w:rsid w:val="00301D01"/>
    <w:rsid w:val="00301D09"/>
    <w:rsid w:val="00302211"/>
    <w:rsid w:val="00302859"/>
    <w:rsid w:val="00302A37"/>
    <w:rsid w:val="00302C95"/>
    <w:rsid w:val="00302FBC"/>
    <w:rsid w:val="00303645"/>
    <w:rsid w:val="00303E78"/>
    <w:rsid w:val="0030473E"/>
    <w:rsid w:val="00304E17"/>
    <w:rsid w:val="00305203"/>
    <w:rsid w:val="0030553D"/>
    <w:rsid w:val="003061BC"/>
    <w:rsid w:val="003074DA"/>
    <w:rsid w:val="0030780D"/>
    <w:rsid w:val="00307DBA"/>
    <w:rsid w:val="003100D5"/>
    <w:rsid w:val="0031011C"/>
    <w:rsid w:val="00310319"/>
    <w:rsid w:val="0031081D"/>
    <w:rsid w:val="003108CD"/>
    <w:rsid w:val="00310C7C"/>
    <w:rsid w:val="003116F7"/>
    <w:rsid w:val="00311F06"/>
    <w:rsid w:val="00312261"/>
    <w:rsid w:val="00312355"/>
    <w:rsid w:val="0031313A"/>
    <w:rsid w:val="0031321F"/>
    <w:rsid w:val="00313370"/>
    <w:rsid w:val="003133FE"/>
    <w:rsid w:val="003134FA"/>
    <w:rsid w:val="003139B4"/>
    <w:rsid w:val="00313AB5"/>
    <w:rsid w:val="00313E46"/>
    <w:rsid w:val="00313E51"/>
    <w:rsid w:val="00314012"/>
    <w:rsid w:val="00314472"/>
    <w:rsid w:val="0031465C"/>
    <w:rsid w:val="0031478F"/>
    <w:rsid w:val="00314B89"/>
    <w:rsid w:val="00314BC8"/>
    <w:rsid w:val="00314E05"/>
    <w:rsid w:val="003151E3"/>
    <w:rsid w:val="00315292"/>
    <w:rsid w:val="003153CF"/>
    <w:rsid w:val="00315A02"/>
    <w:rsid w:val="0031605B"/>
    <w:rsid w:val="003161AB"/>
    <w:rsid w:val="003167F6"/>
    <w:rsid w:val="00316C6E"/>
    <w:rsid w:val="00316DF3"/>
    <w:rsid w:val="0031731F"/>
    <w:rsid w:val="00317E75"/>
    <w:rsid w:val="00320854"/>
    <w:rsid w:val="003210AF"/>
    <w:rsid w:val="0032124C"/>
    <w:rsid w:val="0032144B"/>
    <w:rsid w:val="003221F4"/>
    <w:rsid w:val="00322D86"/>
    <w:rsid w:val="0032371F"/>
    <w:rsid w:val="00323985"/>
    <w:rsid w:val="00324222"/>
    <w:rsid w:val="00324B10"/>
    <w:rsid w:val="00324DF1"/>
    <w:rsid w:val="00325023"/>
    <w:rsid w:val="00325601"/>
    <w:rsid w:val="003256A0"/>
    <w:rsid w:val="00325A96"/>
    <w:rsid w:val="00325D44"/>
    <w:rsid w:val="00325E2C"/>
    <w:rsid w:val="00326542"/>
    <w:rsid w:val="003265B2"/>
    <w:rsid w:val="00326EA0"/>
    <w:rsid w:val="003270C9"/>
    <w:rsid w:val="0032716B"/>
    <w:rsid w:val="00327247"/>
    <w:rsid w:val="003272D0"/>
    <w:rsid w:val="00327A0C"/>
    <w:rsid w:val="00327B92"/>
    <w:rsid w:val="00327FA6"/>
    <w:rsid w:val="00330994"/>
    <w:rsid w:val="00330FE7"/>
    <w:rsid w:val="003314FA"/>
    <w:rsid w:val="0033175F"/>
    <w:rsid w:val="00331A96"/>
    <w:rsid w:val="00331C57"/>
    <w:rsid w:val="0033244D"/>
    <w:rsid w:val="00332A25"/>
    <w:rsid w:val="00332DC0"/>
    <w:rsid w:val="00333226"/>
    <w:rsid w:val="0033379B"/>
    <w:rsid w:val="00333DA8"/>
    <w:rsid w:val="00333F81"/>
    <w:rsid w:val="0033457E"/>
    <w:rsid w:val="0033490B"/>
    <w:rsid w:val="0033493D"/>
    <w:rsid w:val="0033495F"/>
    <w:rsid w:val="0033530F"/>
    <w:rsid w:val="00335589"/>
    <w:rsid w:val="00335938"/>
    <w:rsid w:val="00335FDE"/>
    <w:rsid w:val="0033614E"/>
    <w:rsid w:val="00337670"/>
    <w:rsid w:val="0033792D"/>
    <w:rsid w:val="003401C1"/>
    <w:rsid w:val="0034029A"/>
    <w:rsid w:val="003409E4"/>
    <w:rsid w:val="0034121D"/>
    <w:rsid w:val="0034144E"/>
    <w:rsid w:val="00341C0C"/>
    <w:rsid w:val="00342B0F"/>
    <w:rsid w:val="00342C59"/>
    <w:rsid w:val="00342D59"/>
    <w:rsid w:val="00342D60"/>
    <w:rsid w:val="00343097"/>
    <w:rsid w:val="00343110"/>
    <w:rsid w:val="0034324C"/>
    <w:rsid w:val="00343372"/>
    <w:rsid w:val="00344BC7"/>
    <w:rsid w:val="00344E70"/>
    <w:rsid w:val="0034534C"/>
    <w:rsid w:val="003453F9"/>
    <w:rsid w:val="00345475"/>
    <w:rsid w:val="003457B5"/>
    <w:rsid w:val="00345F7A"/>
    <w:rsid w:val="00345F8F"/>
    <w:rsid w:val="0034664B"/>
    <w:rsid w:val="0034673D"/>
    <w:rsid w:val="0034687D"/>
    <w:rsid w:val="00346900"/>
    <w:rsid w:val="00346C61"/>
    <w:rsid w:val="00347C46"/>
    <w:rsid w:val="00347FA5"/>
    <w:rsid w:val="00350011"/>
    <w:rsid w:val="00350DA2"/>
    <w:rsid w:val="00351252"/>
    <w:rsid w:val="003516A6"/>
    <w:rsid w:val="00351ADA"/>
    <w:rsid w:val="00351B4D"/>
    <w:rsid w:val="00351BE6"/>
    <w:rsid w:val="0035201B"/>
    <w:rsid w:val="0035254F"/>
    <w:rsid w:val="003525BB"/>
    <w:rsid w:val="00352A84"/>
    <w:rsid w:val="00353256"/>
    <w:rsid w:val="0035327D"/>
    <w:rsid w:val="00353524"/>
    <w:rsid w:val="00353723"/>
    <w:rsid w:val="00353ABC"/>
    <w:rsid w:val="00353AED"/>
    <w:rsid w:val="00353CB8"/>
    <w:rsid w:val="00354715"/>
    <w:rsid w:val="003548B3"/>
    <w:rsid w:val="003548BC"/>
    <w:rsid w:val="00354D29"/>
    <w:rsid w:val="00355576"/>
    <w:rsid w:val="003555B8"/>
    <w:rsid w:val="00355919"/>
    <w:rsid w:val="00355A90"/>
    <w:rsid w:val="00355F8C"/>
    <w:rsid w:val="0035620D"/>
    <w:rsid w:val="00356A62"/>
    <w:rsid w:val="00356C6E"/>
    <w:rsid w:val="00357382"/>
    <w:rsid w:val="0035763B"/>
    <w:rsid w:val="0035788A"/>
    <w:rsid w:val="00357934"/>
    <w:rsid w:val="00357A2D"/>
    <w:rsid w:val="00360022"/>
    <w:rsid w:val="003603A9"/>
    <w:rsid w:val="0036046E"/>
    <w:rsid w:val="003606F4"/>
    <w:rsid w:val="00360B12"/>
    <w:rsid w:val="00360EE3"/>
    <w:rsid w:val="00361021"/>
    <w:rsid w:val="003613A8"/>
    <w:rsid w:val="003623F6"/>
    <w:rsid w:val="0036270C"/>
    <w:rsid w:val="00362C06"/>
    <w:rsid w:val="00362DF5"/>
    <w:rsid w:val="003635C8"/>
    <w:rsid w:val="00363882"/>
    <w:rsid w:val="00363B4C"/>
    <w:rsid w:val="00363B88"/>
    <w:rsid w:val="003642BE"/>
    <w:rsid w:val="0036442C"/>
    <w:rsid w:val="003645C8"/>
    <w:rsid w:val="00364CC4"/>
    <w:rsid w:val="00364D58"/>
    <w:rsid w:val="00364F44"/>
    <w:rsid w:val="00364FB6"/>
    <w:rsid w:val="003653E4"/>
    <w:rsid w:val="00365586"/>
    <w:rsid w:val="003655AB"/>
    <w:rsid w:val="00365712"/>
    <w:rsid w:val="00365717"/>
    <w:rsid w:val="00365AA4"/>
    <w:rsid w:val="00365F52"/>
    <w:rsid w:val="00366A89"/>
    <w:rsid w:val="00366CFA"/>
    <w:rsid w:val="00366EF2"/>
    <w:rsid w:val="00366F57"/>
    <w:rsid w:val="0036733F"/>
    <w:rsid w:val="003679B8"/>
    <w:rsid w:val="00367BD8"/>
    <w:rsid w:val="00367BF4"/>
    <w:rsid w:val="00370509"/>
    <w:rsid w:val="00370A1D"/>
    <w:rsid w:val="00371451"/>
    <w:rsid w:val="00371504"/>
    <w:rsid w:val="0037158E"/>
    <w:rsid w:val="00371944"/>
    <w:rsid w:val="00371A0C"/>
    <w:rsid w:val="00371A46"/>
    <w:rsid w:val="00371B2C"/>
    <w:rsid w:val="0037258E"/>
    <w:rsid w:val="00372619"/>
    <w:rsid w:val="0037298C"/>
    <w:rsid w:val="00372C94"/>
    <w:rsid w:val="00372CEC"/>
    <w:rsid w:val="00373882"/>
    <w:rsid w:val="00373D99"/>
    <w:rsid w:val="00374714"/>
    <w:rsid w:val="00374D51"/>
    <w:rsid w:val="0037527A"/>
    <w:rsid w:val="003752EB"/>
    <w:rsid w:val="00375648"/>
    <w:rsid w:val="00375877"/>
    <w:rsid w:val="00375DFF"/>
    <w:rsid w:val="00375FC4"/>
    <w:rsid w:val="003766C0"/>
    <w:rsid w:val="003766CF"/>
    <w:rsid w:val="003767DB"/>
    <w:rsid w:val="00376AEC"/>
    <w:rsid w:val="00376E1A"/>
    <w:rsid w:val="003770C3"/>
    <w:rsid w:val="003802A5"/>
    <w:rsid w:val="003810A0"/>
    <w:rsid w:val="003818F1"/>
    <w:rsid w:val="00382C91"/>
    <w:rsid w:val="00382EB0"/>
    <w:rsid w:val="0038305D"/>
    <w:rsid w:val="003831B9"/>
    <w:rsid w:val="00383B36"/>
    <w:rsid w:val="00383E78"/>
    <w:rsid w:val="00383F89"/>
    <w:rsid w:val="00384325"/>
    <w:rsid w:val="003843DB"/>
    <w:rsid w:val="00384788"/>
    <w:rsid w:val="003859E8"/>
    <w:rsid w:val="00385BA2"/>
    <w:rsid w:val="0038615D"/>
    <w:rsid w:val="0038637F"/>
    <w:rsid w:val="003863D9"/>
    <w:rsid w:val="0038641E"/>
    <w:rsid w:val="003869CF"/>
    <w:rsid w:val="00386DF5"/>
    <w:rsid w:val="003871BE"/>
    <w:rsid w:val="00387453"/>
    <w:rsid w:val="00387904"/>
    <w:rsid w:val="00390179"/>
    <w:rsid w:val="00390605"/>
    <w:rsid w:val="00390EE3"/>
    <w:rsid w:val="00391332"/>
    <w:rsid w:val="003913E8"/>
    <w:rsid w:val="003920A9"/>
    <w:rsid w:val="0039230F"/>
    <w:rsid w:val="003934D5"/>
    <w:rsid w:val="00393807"/>
    <w:rsid w:val="00393915"/>
    <w:rsid w:val="00393C9F"/>
    <w:rsid w:val="00393E57"/>
    <w:rsid w:val="00393E6B"/>
    <w:rsid w:val="003943FE"/>
    <w:rsid w:val="0039483D"/>
    <w:rsid w:val="0039491F"/>
    <w:rsid w:val="00394922"/>
    <w:rsid w:val="00394DCC"/>
    <w:rsid w:val="00394FF7"/>
    <w:rsid w:val="003955D4"/>
    <w:rsid w:val="00395AAE"/>
    <w:rsid w:val="00396703"/>
    <w:rsid w:val="00396856"/>
    <w:rsid w:val="00396B52"/>
    <w:rsid w:val="00396F46"/>
    <w:rsid w:val="00396F60"/>
    <w:rsid w:val="0039796C"/>
    <w:rsid w:val="00397C21"/>
    <w:rsid w:val="00397E28"/>
    <w:rsid w:val="003A0474"/>
    <w:rsid w:val="003A05E3"/>
    <w:rsid w:val="003A10D0"/>
    <w:rsid w:val="003A1500"/>
    <w:rsid w:val="003A1557"/>
    <w:rsid w:val="003A178B"/>
    <w:rsid w:val="003A19E4"/>
    <w:rsid w:val="003A1BE7"/>
    <w:rsid w:val="003A24C6"/>
    <w:rsid w:val="003A27D3"/>
    <w:rsid w:val="003A30E8"/>
    <w:rsid w:val="003A3D9D"/>
    <w:rsid w:val="003A46E5"/>
    <w:rsid w:val="003A54AF"/>
    <w:rsid w:val="003A54EC"/>
    <w:rsid w:val="003A5B6C"/>
    <w:rsid w:val="003A5E69"/>
    <w:rsid w:val="003A6E60"/>
    <w:rsid w:val="003A6F1B"/>
    <w:rsid w:val="003A72B2"/>
    <w:rsid w:val="003A762F"/>
    <w:rsid w:val="003B016A"/>
    <w:rsid w:val="003B05F3"/>
    <w:rsid w:val="003B0992"/>
    <w:rsid w:val="003B0CAD"/>
    <w:rsid w:val="003B1366"/>
    <w:rsid w:val="003B14B8"/>
    <w:rsid w:val="003B151A"/>
    <w:rsid w:val="003B1654"/>
    <w:rsid w:val="003B18EB"/>
    <w:rsid w:val="003B2332"/>
    <w:rsid w:val="003B2B07"/>
    <w:rsid w:val="003B31BE"/>
    <w:rsid w:val="003B31F3"/>
    <w:rsid w:val="003B33A6"/>
    <w:rsid w:val="003B3A34"/>
    <w:rsid w:val="003B3B34"/>
    <w:rsid w:val="003B40E6"/>
    <w:rsid w:val="003B4826"/>
    <w:rsid w:val="003B4F77"/>
    <w:rsid w:val="003B5056"/>
    <w:rsid w:val="003B53DD"/>
    <w:rsid w:val="003B5673"/>
    <w:rsid w:val="003B5C5A"/>
    <w:rsid w:val="003B610E"/>
    <w:rsid w:val="003B6B3E"/>
    <w:rsid w:val="003B6B7A"/>
    <w:rsid w:val="003B7298"/>
    <w:rsid w:val="003B745D"/>
    <w:rsid w:val="003B781E"/>
    <w:rsid w:val="003B7B11"/>
    <w:rsid w:val="003B7E40"/>
    <w:rsid w:val="003C0515"/>
    <w:rsid w:val="003C0962"/>
    <w:rsid w:val="003C100E"/>
    <w:rsid w:val="003C1070"/>
    <w:rsid w:val="003C1762"/>
    <w:rsid w:val="003C2031"/>
    <w:rsid w:val="003C2852"/>
    <w:rsid w:val="003C31B7"/>
    <w:rsid w:val="003C383C"/>
    <w:rsid w:val="003C394C"/>
    <w:rsid w:val="003C514C"/>
    <w:rsid w:val="003C5819"/>
    <w:rsid w:val="003C584E"/>
    <w:rsid w:val="003C5887"/>
    <w:rsid w:val="003C5B6B"/>
    <w:rsid w:val="003C618E"/>
    <w:rsid w:val="003C68CE"/>
    <w:rsid w:val="003C72EF"/>
    <w:rsid w:val="003C79B1"/>
    <w:rsid w:val="003C7D5E"/>
    <w:rsid w:val="003D046B"/>
    <w:rsid w:val="003D04E2"/>
    <w:rsid w:val="003D09AD"/>
    <w:rsid w:val="003D0A0F"/>
    <w:rsid w:val="003D0D32"/>
    <w:rsid w:val="003D1983"/>
    <w:rsid w:val="003D1A20"/>
    <w:rsid w:val="003D1C39"/>
    <w:rsid w:val="003D2758"/>
    <w:rsid w:val="003D2846"/>
    <w:rsid w:val="003D3496"/>
    <w:rsid w:val="003D3882"/>
    <w:rsid w:val="003D3D31"/>
    <w:rsid w:val="003D40C1"/>
    <w:rsid w:val="003D44D0"/>
    <w:rsid w:val="003D5444"/>
    <w:rsid w:val="003D5461"/>
    <w:rsid w:val="003D56CB"/>
    <w:rsid w:val="003D659F"/>
    <w:rsid w:val="003D6791"/>
    <w:rsid w:val="003D7142"/>
    <w:rsid w:val="003D7DEB"/>
    <w:rsid w:val="003D7F4A"/>
    <w:rsid w:val="003E00A5"/>
    <w:rsid w:val="003E0161"/>
    <w:rsid w:val="003E042D"/>
    <w:rsid w:val="003E1061"/>
    <w:rsid w:val="003E13BE"/>
    <w:rsid w:val="003E1AC2"/>
    <w:rsid w:val="003E1EA9"/>
    <w:rsid w:val="003E20BF"/>
    <w:rsid w:val="003E20F8"/>
    <w:rsid w:val="003E248D"/>
    <w:rsid w:val="003E30A0"/>
    <w:rsid w:val="003E3298"/>
    <w:rsid w:val="003E34D8"/>
    <w:rsid w:val="003E357B"/>
    <w:rsid w:val="003E3ADE"/>
    <w:rsid w:val="003E3AF6"/>
    <w:rsid w:val="003E47B2"/>
    <w:rsid w:val="003E49BE"/>
    <w:rsid w:val="003E49FA"/>
    <w:rsid w:val="003E4A93"/>
    <w:rsid w:val="003E4D39"/>
    <w:rsid w:val="003E54C8"/>
    <w:rsid w:val="003E5937"/>
    <w:rsid w:val="003E7220"/>
    <w:rsid w:val="003E74A9"/>
    <w:rsid w:val="003E74B0"/>
    <w:rsid w:val="003E7948"/>
    <w:rsid w:val="003E7B29"/>
    <w:rsid w:val="003E7D1A"/>
    <w:rsid w:val="003E7EEF"/>
    <w:rsid w:val="003F00F2"/>
    <w:rsid w:val="003F0A08"/>
    <w:rsid w:val="003F0B32"/>
    <w:rsid w:val="003F1801"/>
    <w:rsid w:val="003F1C27"/>
    <w:rsid w:val="003F25E3"/>
    <w:rsid w:val="003F279E"/>
    <w:rsid w:val="003F3117"/>
    <w:rsid w:val="003F340C"/>
    <w:rsid w:val="003F3F83"/>
    <w:rsid w:val="003F40EC"/>
    <w:rsid w:val="003F4628"/>
    <w:rsid w:val="003F463F"/>
    <w:rsid w:val="003F4778"/>
    <w:rsid w:val="003F4925"/>
    <w:rsid w:val="003F4948"/>
    <w:rsid w:val="003F4992"/>
    <w:rsid w:val="003F4A9F"/>
    <w:rsid w:val="003F521D"/>
    <w:rsid w:val="003F54F9"/>
    <w:rsid w:val="003F5D6B"/>
    <w:rsid w:val="003F6BF6"/>
    <w:rsid w:val="003F6FF8"/>
    <w:rsid w:val="003F710B"/>
    <w:rsid w:val="003F78D0"/>
    <w:rsid w:val="003F7CE9"/>
    <w:rsid w:val="003F7FD9"/>
    <w:rsid w:val="004009F2"/>
    <w:rsid w:val="00400EE3"/>
    <w:rsid w:val="00401D0A"/>
    <w:rsid w:val="00401E0E"/>
    <w:rsid w:val="004022A2"/>
    <w:rsid w:val="004022E8"/>
    <w:rsid w:val="00402931"/>
    <w:rsid w:val="00402E74"/>
    <w:rsid w:val="004034F1"/>
    <w:rsid w:val="0040375E"/>
    <w:rsid w:val="00403A2B"/>
    <w:rsid w:val="004040A1"/>
    <w:rsid w:val="0040450E"/>
    <w:rsid w:val="00404519"/>
    <w:rsid w:val="004049AB"/>
    <w:rsid w:val="004050F6"/>
    <w:rsid w:val="00405279"/>
    <w:rsid w:val="004055A9"/>
    <w:rsid w:val="00405954"/>
    <w:rsid w:val="00405B9C"/>
    <w:rsid w:val="004068C1"/>
    <w:rsid w:val="00406A9C"/>
    <w:rsid w:val="00406B6B"/>
    <w:rsid w:val="00406FF2"/>
    <w:rsid w:val="004075BD"/>
    <w:rsid w:val="004106D8"/>
    <w:rsid w:val="00410F34"/>
    <w:rsid w:val="004111F1"/>
    <w:rsid w:val="00411FA3"/>
    <w:rsid w:val="004125F6"/>
    <w:rsid w:val="004126F3"/>
    <w:rsid w:val="0041316D"/>
    <w:rsid w:val="004131C7"/>
    <w:rsid w:val="004136B8"/>
    <w:rsid w:val="00413EA0"/>
    <w:rsid w:val="00413EE2"/>
    <w:rsid w:val="00413FF3"/>
    <w:rsid w:val="00414210"/>
    <w:rsid w:val="00414558"/>
    <w:rsid w:val="004149EA"/>
    <w:rsid w:val="00414F36"/>
    <w:rsid w:val="0041501C"/>
    <w:rsid w:val="004150A0"/>
    <w:rsid w:val="00415A56"/>
    <w:rsid w:val="00415B75"/>
    <w:rsid w:val="00415D8B"/>
    <w:rsid w:val="00416399"/>
    <w:rsid w:val="00416495"/>
    <w:rsid w:val="00416626"/>
    <w:rsid w:val="00416B07"/>
    <w:rsid w:val="00416F05"/>
    <w:rsid w:val="004206B9"/>
    <w:rsid w:val="00420722"/>
    <w:rsid w:val="004208FC"/>
    <w:rsid w:val="00420971"/>
    <w:rsid w:val="00420BA9"/>
    <w:rsid w:val="00420D9C"/>
    <w:rsid w:val="0042109D"/>
    <w:rsid w:val="00421380"/>
    <w:rsid w:val="004219A8"/>
    <w:rsid w:val="00421E0F"/>
    <w:rsid w:val="00421E7D"/>
    <w:rsid w:val="0042220D"/>
    <w:rsid w:val="00422405"/>
    <w:rsid w:val="00422C7E"/>
    <w:rsid w:val="0042318D"/>
    <w:rsid w:val="00423A9C"/>
    <w:rsid w:val="00423DAB"/>
    <w:rsid w:val="00423E4D"/>
    <w:rsid w:val="00423F46"/>
    <w:rsid w:val="00424347"/>
    <w:rsid w:val="00424387"/>
    <w:rsid w:val="00424552"/>
    <w:rsid w:val="00424866"/>
    <w:rsid w:val="00424D3F"/>
    <w:rsid w:val="00424DD6"/>
    <w:rsid w:val="00424FEA"/>
    <w:rsid w:val="00425040"/>
    <w:rsid w:val="00425085"/>
    <w:rsid w:val="00425247"/>
    <w:rsid w:val="004252AC"/>
    <w:rsid w:val="00425AC3"/>
    <w:rsid w:val="00425D24"/>
    <w:rsid w:val="004266F3"/>
    <w:rsid w:val="00426DCB"/>
    <w:rsid w:val="0042712B"/>
    <w:rsid w:val="0042748E"/>
    <w:rsid w:val="00427958"/>
    <w:rsid w:val="00427EED"/>
    <w:rsid w:val="00427F58"/>
    <w:rsid w:val="00430509"/>
    <w:rsid w:val="0043101D"/>
    <w:rsid w:val="0043119C"/>
    <w:rsid w:val="004312EA"/>
    <w:rsid w:val="00431530"/>
    <w:rsid w:val="00431806"/>
    <w:rsid w:val="00431866"/>
    <w:rsid w:val="00431F74"/>
    <w:rsid w:val="00432BCD"/>
    <w:rsid w:val="00432BD5"/>
    <w:rsid w:val="00432D87"/>
    <w:rsid w:val="004331A1"/>
    <w:rsid w:val="00433432"/>
    <w:rsid w:val="004336F4"/>
    <w:rsid w:val="00433945"/>
    <w:rsid w:val="00433EA5"/>
    <w:rsid w:val="00433F4E"/>
    <w:rsid w:val="00433F5C"/>
    <w:rsid w:val="00434462"/>
    <w:rsid w:val="004344F2"/>
    <w:rsid w:val="00434884"/>
    <w:rsid w:val="00434955"/>
    <w:rsid w:val="00434C54"/>
    <w:rsid w:val="00434EDF"/>
    <w:rsid w:val="00435722"/>
    <w:rsid w:val="0043621C"/>
    <w:rsid w:val="004362F3"/>
    <w:rsid w:val="00436457"/>
    <w:rsid w:val="0043664B"/>
    <w:rsid w:val="004368C4"/>
    <w:rsid w:val="00436C6E"/>
    <w:rsid w:val="00437506"/>
    <w:rsid w:val="00437705"/>
    <w:rsid w:val="0043794A"/>
    <w:rsid w:val="0043795B"/>
    <w:rsid w:val="00437B83"/>
    <w:rsid w:val="00437DC7"/>
    <w:rsid w:val="004403FD"/>
    <w:rsid w:val="004410B1"/>
    <w:rsid w:val="00441103"/>
    <w:rsid w:val="00441164"/>
    <w:rsid w:val="0044117F"/>
    <w:rsid w:val="004411EC"/>
    <w:rsid w:val="0044123B"/>
    <w:rsid w:val="00441412"/>
    <w:rsid w:val="0044141C"/>
    <w:rsid w:val="00441899"/>
    <w:rsid w:val="004420C9"/>
    <w:rsid w:val="004426DD"/>
    <w:rsid w:val="00442789"/>
    <w:rsid w:val="00442A4A"/>
    <w:rsid w:val="00442E80"/>
    <w:rsid w:val="00443265"/>
    <w:rsid w:val="00443614"/>
    <w:rsid w:val="00443BB2"/>
    <w:rsid w:val="00443E6E"/>
    <w:rsid w:val="0044451C"/>
    <w:rsid w:val="0044458D"/>
    <w:rsid w:val="0044481F"/>
    <w:rsid w:val="0044625F"/>
    <w:rsid w:val="0044630F"/>
    <w:rsid w:val="0044666C"/>
    <w:rsid w:val="0044686D"/>
    <w:rsid w:val="00446BFB"/>
    <w:rsid w:val="0044724D"/>
    <w:rsid w:val="00447404"/>
    <w:rsid w:val="004501ED"/>
    <w:rsid w:val="00450C15"/>
    <w:rsid w:val="004511A9"/>
    <w:rsid w:val="004513EB"/>
    <w:rsid w:val="004514BD"/>
    <w:rsid w:val="004515FB"/>
    <w:rsid w:val="00452434"/>
    <w:rsid w:val="00452472"/>
    <w:rsid w:val="004526E7"/>
    <w:rsid w:val="00452955"/>
    <w:rsid w:val="00452CA9"/>
    <w:rsid w:val="00452F93"/>
    <w:rsid w:val="00453145"/>
    <w:rsid w:val="004533F0"/>
    <w:rsid w:val="00453B62"/>
    <w:rsid w:val="00454427"/>
    <w:rsid w:val="0045463A"/>
    <w:rsid w:val="00454B87"/>
    <w:rsid w:val="00454C34"/>
    <w:rsid w:val="00454CDF"/>
    <w:rsid w:val="00454FA5"/>
    <w:rsid w:val="00455518"/>
    <w:rsid w:val="00455B0E"/>
    <w:rsid w:val="00455BE9"/>
    <w:rsid w:val="00455F91"/>
    <w:rsid w:val="00456116"/>
    <w:rsid w:val="0045612F"/>
    <w:rsid w:val="004561C2"/>
    <w:rsid w:val="00456580"/>
    <w:rsid w:val="0045669A"/>
    <w:rsid w:val="00456855"/>
    <w:rsid w:val="00456F1C"/>
    <w:rsid w:val="00456F9D"/>
    <w:rsid w:val="004575A7"/>
    <w:rsid w:val="00460326"/>
    <w:rsid w:val="004603F0"/>
    <w:rsid w:val="00460992"/>
    <w:rsid w:val="00460C3E"/>
    <w:rsid w:val="00460E21"/>
    <w:rsid w:val="00461457"/>
    <w:rsid w:val="00461556"/>
    <w:rsid w:val="004615FD"/>
    <w:rsid w:val="004617D6"/>
    <w:rsid w:val="00461A0E"/>
    <w:rsid w:val="00461AA4"/>
    <w:rsid w:val="0046205C"/>
    <w:rsid w:val="0046215A"/>
    <w:rsid w:val="00462172"/>
    <w:rsid w:val="00462402"/>
    <w:rsid w:val="004625C9"/>
    <w:rsid w:val="004634B1"/>
    <w:rsid w:val="00463993"/>
    <w:rsid w:val="00463DAA"/>
    <w:rsid w:val="004648FC"/>
    <w:rsid w:val="00464B04"/>
    <w:rsid w:val="00465100"/>
    <w:rsid w:val="0046536B"/>
    <w:rsid w:val="00465B71"/>
    <w:rsid w:val="00465D0F"/>
    <w:rsid w:val="00465F32"/>
    <w:rsid w:val="004668A3"/>
    <w:rsid w:val="00466AEF"/>
    <w:rsid w:val="004672C2"/>
    <w:rsid w:val="004672E2"/>
    <w:rsid w:val="00470187"/>
    <w:rsid w:val="0047045A"/>
    <w:rsid w:val="0047089F"/>
    <w:rsid w:val="00470EA8"/>
    <w:rsid w:val="004715FC"/>
    <w:rsid w:val="004718CA"/>
    <w:rsid w:val="00472397"/>
    <w:rsid w:val="0047255F"/>
    <w:rsid w:val="004726E6"/>
    <w:rsid w:val="004726F3"/>
    <w:rsid w:val="00472BE5"/>
    <w:rsid w:val="00472E06"/>
    <w:rsid w:val="00472FA6"/>
    <w:rsid w:val="00473005"/>
    <w:rsid w:val="00473064"/>
    <w:rsid w:val="00473644"/>
    <w:rsid w:val="00474418"/>
    <w:rsid w:val="0047495D"/>
    <w:rsid w:val="004749B3"/>
    <w:rsid w:val="00474B12"/>
    <w:rsid w:val="00474DE9"/>
    <w:rsid w:val="00474E42"/>
    <w:rsid w:val="0047530A"/>
    <w:rsid w:val="004756CF"/>
    <w:rsid w:val="00475AAC"/>
    <w:rsid w:val="00475B39"/>
    <w:rsid w:val="00475D7C"/>
    <w:rsid w:val="00475EF2"/>
    <w:rsid w:val="00476B42"/>
    <w:rsid w:val="00477FCD"/>
    <w:rsid w:val="00480395"/>
    <w:rsid w:val="00480ABF"/>
    <w:rsid w:val="00480D33"/>
    <w:rsid w:val="004810C3"/>
    <w:rsid w:val="004819BB"/>
    <w:rsid w:val="00481CCA"/>
    <w:rsid w:val="00481FF1"/>
    <w:rsid w:val="004821E8"/>
    <w:rsid w:val="0048260F"/>
    <w:rsid w:val="00482766"/>
    <w:rsid w:val="004828CF"/>
    <w:rsid w:val="004829BF"/>
    <w:rsid w:val="00482D50"/>
    <w:rsid w:val="00482EEB"/>
    <w:rsid w:val="004848FB"/>
    <w:rsid w:val="00484B90"/>
    <w:rsid w:val="00484C4C"/>
    <w:rsid w:val="0048504C"/>
    <w:rsid w:val="0048514C"/>
    <w:rsid w:val="004855C9"/>
    <w:rsid w:val="00485A7B"/>
    <w:rsid w:val="00485B5B"/>
    <w:rsid w:val="00485B88"/>
    <w:rsid w:val="004864B6"/>
    <w:rsid w:val="00486951"/>
    <w:rsid w:val="00486D6D"/>
    <w:rsid w:val="00487926"/>
    <w:rsid w:val="00487C8A"/>
    <w:rsid w:val="0049018C"/>
    <w:rsid w:val="00490259"/>
    <w:rsid w:val="00490434"/>
    <w:rsid w:val="00490A37"/>
    <w:rsid w:val="00490CAD"/>
    <w:rsid w:val="00490F05"/>
    <w:rsid w:val="0049112B"/>
    <w:rsid w:val="0049120E"/>
    <w:rsid w:val="0049178D"/>
    <w:rsid w:val="004918E4"/>
    <w:rsid w:val="0049197C"/>
    <w:rsid w:val="00491A94"/>
    <w:rsid w:val="00491BF9"/>
    <w:rsid w:val="00491C22"/>
    <w:rsid w:val="004921D9"/>
    <w:rsid w:val="004922CD"/>
    <w:rsid w:val="004926A2"/>
    <w:rsid w:val="004927EB"/>
    <w:rsid w:val="00492D92"/>
    <w:rsid w:val="004934A0"/>
    <w:rsid w:val="004934A4"/>
    <w:rsid w:val="00493EA4"/>
    <w:rsid w:val="00494011"/>
    <w:rsid w:val="004945D9"/>
    <w:rsid w:val="00494E9D"/>
    <w:rsid w:val="00495973"/>
    <w:rsid w:val="0049611C"/>
    <w:rsid w:val="0049636E"/>
    <w:rsid w:val="0049675B"/>
    <w:rsid w:val="00496769"/>
    <w:rsid w:val="0049741F"/>
    <w:rsid w:val="004975B1"/>
    <w:rsid w:val="00497749"/>
    <w:rsid w:val="00497872"/>
    <w:rsid w:val="00497B24"/>
    <w:rsid w:val="004A04E9"/>
    <w:rsid w:val="004A066E"/>
    <w:rsid w:val="004A078E"/>
    <w:rsid w:val="004A0C60"/>
    <w:rsid w:val="004A15CF"/>
    <w:rsid w:val="004A2234"/>
    <w:rsid w:val="004A26DC"/>
    <w:rsid w:val="004A29BB"/>
    <w:rsid w:val="004A2AB6"/>
    <w:rsid w:val="004A2BD3"/>
    <w:rsid w:val="004A2CFE"/>
    <w:rsid w:val="004A2DDB"/>
    <w:rsid w:val="004A2FC6"/>
    <w:rsid w:val="004A3197"/>
    <w:rsid w:val="004A326C"/>
    <w:rsid w:val="004A3563"/>
    <w:rsid w:val="004A3573"/>
    <w:rsid w:val="004A36B3"/>
    <w:rsid w:val="004A36B5"/>
    <w:rsid w:val="004A3744"/>
    <w:rsid w:val="004A3AE2"/>
    <w:rsid w:val="004A4ED2"/>
    <w:rsid w:val="004A5590"/>
    <w:rsid w:val="004A6135"/>
    <w:rsid w:val="004A69DF"/>
    <w:rsid w:val="004A6B64"/>
    <w:rsid w:val="004A6E65"/>
    <w:rsid w:val="004A7120"/>
    <w:rsid w:val="004A73A3"/>
    <w:rsid w:val="004A79EB"/>
    <w:rsid w:val="004A7BD0"/>
    <w:rsid w:val="004A7DAD"/>
    <w:rsid w:val="004A7DC5"/>
    <w:rsid w:val="004B03FA"/>
    <w:rsid w:val="004B05C0"/>
    <w:rsid w:val="004B0C6E"/>
    <w:rsid w:val="004B10AA"/>
    <w:rsid w:val="004B120D"/>
    <w:rsid w:val="004B1454"/>
    <w:rsid w:val="004B14B1"/>
    <w:rsid w:val="004B1626"/>
    <w:rsid w:val="004B1638"/>
    <w:rsid w:val="004B1C8E"/>
    <w:rsid w:val="004B1E6E"/>
    <w:rsid w:val="004B272C"/>
    <w:rsid w:val="004B2DBD"/>
    <w:rsid w:val="004B3404"/>
    <w:rsid w:val="004B37FD"/>
    <w:rsid w:val="004B3AA3"/>
    <w:rsid w:val="004B3C5C"/>
    <w:rsid w:val="004B42AE"/>
    <w:rsid w:val="004B42FE"/>
    <w:rsid w:val="004B466B"/>
    <w:rsid w:val="004B5052"/>
    <w:rsid w:val="004B5FC4"/>
    <w:rsid w:val="004B627E"/>
    <w:rsid w:val="004B670D"/>
    <w:rsid w:val="004B6721"/>
    <w:rsid w:val="004B6B8C"/>
    <w:rsid w:val="004B6D3B"/>
    <w:rsid w:val="004B6D94"/>
    <w:rsid w:val="004B7129"/>
    <w:rsid w:val="004B74C8"/>
    <w:rsid w:val="004B7631"/>
    <w:rsid w:val="004B7EC0"/>
    <w:rsid w:val="004C144E"/>
    <w:rsid w:val="004C14CD"/>
    <w:rsid w:val="004C161D"/>
    <w:rsid w:val="004C1AF2"/>
    <w:rsid w:val="004C1E8F"/>
    <w:rsid w:val="004C2032"/>
    <w:rsid w:val="004C2464"/>
    <w:rsid w:val="004C26EB"/>
    <w:rsid w:val="004C288C"/>
    <w:rsid w:val="004C3183"/>
    <w:rsid w:val="004C333B"/>
    <w:rsid w:val="004C3474"/>
    <w:rsid w:val="004C4080"/>
    <w:rsid w:val="004C43E7"/>
    <w:rsid w:val="004C4668"/>
    <w:rsid w:val="004C476A"/>
    <w:rsid w:val="004C4DC5"/>
    <w:rsid w:val="004C4ED7"/>
    <w:rsid w:val="004C5981"/>
    <w:rsid w:val="004C5E77"/>
    <w:rsid w:val="004C6F87"/>
    <w:rsid w:val="004C72E0"/>
    <w:rsid w:val="004C778E"/>
    <w:rsid w:val="004C784A"/>
    <w:rsid w:val="004C7F1A"/>
    <w:rsid w:val="004D0DA4"/>
    <w:rsid w:val="004D1271"/>
    <w:rsid w:val="004D137B"/>
    <w:rsid w:val="004D1395"/>
    <w:rsid w:val="004D1699"/>
    <w:rsid w:val="004D1ECA"/>
    <w:rsid w:val="004D1FA6"/>
    <w:rsid w:val="004D2273"/>
    <w:rsid w:val="004D241D"/>
    <w:rsid w:val="004D3530"/>
    <w:rsid w:val="004D39C0"/>
    <w:rsid w:val="004D3BE5"/>
    <w:rsid w:val="004D3E85"/>
    <w:rsid w:val="004D4335"/>
    <w:rsid w:val="004D4367"/>
    <w:rsid w:val="004D45E3"/>
    <w:rsid w:val="004D4BE6"/>
    <w:rsid w:val="004D4C12"/>
    <w:rsid w:val="004D50D7"/>
    <w:rsid w:val="004D53F8"/>
    <w:rsid w:val="004D5615"/>
    <w:rsid w:val="004D5CDF"/>
    <w:rsid w:val="004D6344"/>
    <w:rsid w:val="004D6534"/>
    <w:rsid w:val="004D66B0"/>
    <w:rsid w:val="004D6894"/>
    <w:rsid w:val="004D6A1C"/>
    <w:rsid w:val="004D6B01"/>
    <w:rsid w:val="004D6DDE"/>
    <w:rsid w:val="004D6FCA"/>
    <w:rsid w:val="004D7630"/>
    <w:rsid w:val="004D766A"/>
    <w:rsid w:val="004D77DC"/>
    <w:rsid w:val="004D78A8"/>
    <w:rsid w:val="004E0864"/>
    <w:rsid w:val="004E0C0C"/>
    <w:rsid w:val="004E0E4E"/>
    <w:rsid w:val="004E1D4D"/>
    <w:rsid w:val="004E2BA5"/>
    <w:rsid w:val="004E2ECE"/>
    <w:rsid w:val="004E3E8B"/>
    <w:rsid w:val="004E46AA"/>
    <w:rsid w:val="004E4AE9"/>
    <w:rsid w:val="004E4FD1"/>
    <w:rsid w:val="004E5115"/>
    <w:rsid w:val="004E53E8"/>
    <w:rsid w:val="004E56B8"/>
    <w:rsid w:val="004E5A16"/>
    <w:rsid w:val="004E5FEC"/>
    <w:rsid w:val="004E60BC"/>
    <w:rsid w:val="004E643D"/>
    <w:rsid w:val="004E66A3"/>
    <w:rsid w:val="004E6A11"/>
    <w:rsid w:val="004E6DD1"/>
    <w:rsid w:val="004E6E38"/>
    <w:rsid w:val="004E705B"/>
    <w:rsid w:val="004E75EC"/>
    <w:rsid w:val="004F0201"/>
    <w:rsid w:val="004F050A"/>
    <w:rsid w:val="004F0596"/>
    <w:rsid w:val="004F0661"/>
    <w:rsid w:val="004F090E"/>
    <w:rsid w:val="004F0ED3"/>
    <w:rsid w:val="004F2215"/>
    <w:rsid w:val="004F2F7C"/>
    <w:rsid w:val="004F350C"/>
    <w:rsid w:val="004F4131"/>
    <w:rsid w:val="004F459A"/>
    <w:rsid w:val="004F45B8"/>
    <w:rsid w:val="004F51A8"/>
    <w:rsid w:val="004F56F5"/>
    <w:rsid w:val="004F62B1"/>
    <w:rsid w:val="004F63F3"/>
    <w:rsid w:val="004F6634"/>
    <w:rsid w:val="004F775C"/>
    <w:rsid w:val="004F7BE6"/>
    <w:rsid w:val="004F7D50"/>
    <w:rsid w:val="0050053E"/>
    <w:rsid w:val="00500C90"/>
    <w:rsid w:val="005017E9"/>
    <w:rsid w:val="00501F00"/>
    <w:rsid w:val="00502160"/>
    <w:rsid w:val="0050221B"/>
    <w:rsid w:val="005025FB"/>
    <w:rsid w:val="005026C8"/>
    <w:rsid w:val="00502D8E"/>
    <w:rsid w:val="005035FF"/>
    <w:rsid w:val="005037DA"/>
    <w:rsid w:val="005044F8"/>
    <w:rsid w:val="00504B9B"/>
    <w:rsid w:val="00504E99"/>
    <w:rsid w:val="0050549A"/>
    <w:rsid w:val="005054BE"/>
    <w:rsid w:val="00505A46"/>
    <w:rsid w:val="0050614B"/>
    <w:rsid w:val="005064F1"/>
    <w:rsid w:val="0050656F"/>
    <w:rsid w:val="00506644"/>
    <w:rsid w:val="00506884"/>
    <w:rsid w:val="00506C32"/>
    <w:rsid w:val="00506C58"/>
    <w:rsid w:val="00506CD9"/>
    <w:rsid w:val="00506D75"/>
    <w:rsid w:val="00506E58"/>
    <w:rsid w:val="00507003"/>
    <w:rsid w:val="0050706E"/>
    <w:rsid w:val="00507124"/>
    <w:rsid w:val="0050739A"/>
    <w:rsid w:val="005078ED"/>
    <w:rsid w:val="00507A2D"/>
    <w:rsid w:val="00507B12"/>
    <w:rsid w:val="00507BBD"/>
    <w:rsid w:val="00507C7F"/>
    <w:rsid w:val="00507D06"/>
    <w:rsid w:val="005109C5"/>
    <w:rsid w:val="00511092"/>
    <w:rsid w:val="005112E0"/>
    <w:rsid w:val="00512203"/>
    <w:rsid w:val="00512340"/>
    <w:rsid w:val="005125E8"/>
    <w:rsid w:val="0051281A"/>
    <w:rsid w:val="00513222"/>
    <w:rsid w:val="0051328E"/>
    <w:rsid w:val="00513519"/>
    <w:rsid w:val="005137A5"/>
    <w:rsid w:val="005138B3"/>
    <w:rsid w:val="0051395B"/>
    <w:rsid w:val="00513A3B"/>
    <w:rsid w:val="00513DD5"/>
    <w:rsid w:val="00513F5F"/>
    <w:rsid w:val="00514058"/>
    <w:rsid w:val="00514303"/>
    <w:rsid w:val="005153C7"/>
    <w:rsid w:val="00516256"/>
    <w:rsid w:val="00516844"/>
    <w:rsid w:val="005168BA"/>
    <w:rsid w:val="005169A8"/>
    <w:rsid w:val="00516DC8"/>
    <w:rsid w:val="00517081"/>
    <w:rsid w:val="00517B09"/>
    <w:rsid w:val="00517D4C"/>
    <w:rsid w:val="00517F1E"/>
    <w:rsid w:val="005201DA"/>
    <w:rsid w:val="005204D6"/>
    <w:rsid w:val="00520576"/>
    <w:rsid w:val="00520799"/>
    <w:rsid w:val="00520A3F"/>
    <w:rsid w:val="00521162"/>
    <w:rsid w:val="005216F1"/>
    <w:rsid w:val="0052297C"/>
    <w:rsid w:val="00522AF9"/>
    <w:rsid w:val="00522CA9"/>
    <w:rsid w:val="00522D45"/>
    <w:rsid w:val="00522DA5"/>
    <w:rsid w:val="00522E8C"/>
    <w:rsid w:val="00523367"/>
    <w:rsid w:val="005233B8"/>
    <w:rsid w:val="00523470"/>
    <w:rsid w:val="00523EC1"/>
    <w:rsid w:val="0052514F"/>
    <w:rsid w:val="005253BF"/>
    <w:rsid w:val="005254A5"/>
    <w:rsid w:val="0052580B"/>
    <w:rsid w:val="00525C5D"/>
    <w:rsid w:val="00525CC0"/>
    <w:rsid w:val="00525F92"/>
    <w:rsid w:val="0052697C"/>
    <w:rsid w:val="00526F69"/>
    <w:rsid w:val="005304AC"/>
    <w:rsid w:val="0053070D"/>
    <w:rsid w:val="005313DC"/>
    <w:rsid w:val="0053144E"/>
    <w:rsid w:val="005324D3"/>
    <w:rsid w:val="00532A69"/>
    <w:rsid w:val="00532D12"/>
    <w:rsid w:val="005331C3"/>
    <w:rsid w:val="0053340A"/>
    <w:rsid w:val="0053386B"/>
    <w:rsid w:val="0053496B"/>
    <w:rsid w:val="00535085"/>
    <w:rsid w:val="0053536C"/>
    <w:rsid w:val="0053536F"/>
    <w:rsid w:val="0053558A"/>
    <w:rsid w:val="00535607"/>
    <w:rsid w:val="00535B9A"/>
    <w:rsid w:val="00535C84"/>
    <w:rsid w:val="0053621B"/>
    <w:rsid w:val="00536443"/>
    <w:rsid w:val="005364F6"/>
    <w:rsid w:val="0053684D"/>
    <w:rsid w:val="00536A5F"/>
    <w:rsid w:val="00536C80"/>
    <w:rsid w:val="005373F8"/>
    <w:rsid w:val="005405A4"/>
    <w:rsid w:val="005405C5"/>
    <w:rsid w:val="00540740"/>
    <w:rsid w:val="00540C32"/>
    <w:rsid w:val="00541480"/>
    <w:rsid w:val="005414D9"/>
    <w:rsid w:val="00542008"/>
    <w:rsid w:val="00542EF4"/>
    <w:rsid w:val="00543AEE"/>
    <w:rsid w:val="00544135"/>
    <w:rsid w:val="00544D4D"/>
    <w:rsid w:val="00545388"/>
    <w:rsid w:val="00545475"/>
    <w:rsid w:val="0054609B"/>
    <w:rsid w:val="00546130"/>
    <w:rsid w:val="00546403"/>
    <w:rsid w:val="005466E6"/>
    <w:rsid w:val="0054677C"/>
    <w:rsid w:val="005469F7"/>
    <w:rsid w:val="00546C22"/>
    <w:rsid w:val="0054745C"/>
    <w:rsid w:val="005500B5"/>
    <w:rsid w:val="00550496"/>
    <w:rsid w:val="00551292"/>
    <w:rsid w:val="005516B6"/>
    <w:rsid w:val="00551826"/>
    <w:rsid w:val="00551B4A"/>
    <w:rsid w:val="00551BD5"/>
    <w:rsid w:val="00551FBD"/>
    <w:rsid w:val="005525DC"/>
    <w:rsid w:val="005529FA"/>
    <w:rsid w:val="00552E9B"/>
    <w:rsid w:val="005530A3"/>
    <w:rsid w:val="005533C2"/>
    <w:rsid w:val="005533D8"/>
    <w:rsid w:val="00553B31"/>
    <w:rsid w:val="005541A4"/>
    <w:rsid w:val="005546C7"/>
    <w:rsid w:val="00554FE0"/>
    <w:rsid w:val="00555CE3"/>
    <w:rsid w:val="0055666A"/>
    <w:rsid w:val="005567A9"/>
    <w:rsid w:val="00556B89"/>
    <w:rsid w:val="005571AD"/>
    <w:rsid w:val="005572D6"/>
    <w:rsid w:val="00557774"/>
    <w:rsid w:val="005578C5"/>
    <w:rsid w:val="00560026"/>
    <w:rsid w:val="00560532"/>
    <w:rsid w:val="00560715"/>
    <w:rsid w:val="00560BAA"/>
    <w:rsid w:val="00560F01"/>
    <w:rsid w:val="00561003"/>
    <w:rsid w:val="00561344"/>
    <w:rsid w:val="00561A46"/>
    <w:rsid w:val="00561B45"/>
    <w:rsid w:val="0056232D"/>
    <w:rsid w:val="005624AA"/>
    <w:rsid w:val="005624EF"/>
    <w:rsid w:val="00562714"/>
    <w:rsid w:val="005629BE"/>
    <w:rsid w:val="00562D74"/>
    <w:rsid w:val="00562F84"/>
    <w:rsid w:val="005632F9"/>
    <w:rsid w:val="005633CF"/>
    <w:rsid w:val="005634AD"/>
    <w:rsid w:val="005635A8"/>
    <w:rsid w:val="00563617"/>
    <w:rsid w:val="0056364B"/>
    <w:rsid w:val="005636B3"/>
    <w:rsid w:val="00563823"/>
    <w:rsid w:val="00563CDB"/>
    <w:rsid w:val="00563D05"/>
    <w:rsid w:val="005646D1"/>
    <w:rsid w:val="00564D91"/>
    <w:rsid w:val="00564E13"/>
    <w:rsid w:val="005651D1"/>
    <w:rsid w:val="00565465"/>
    <w:rsid w:val="00565FCB"/>
    <w:rsid w:val="00566410"/>
    <w:rsid w:val="00566E42"/>
    <w:rsid w:val="005674B3"/>
    <w:rsid w:val="00567A9A"/>
    <w:rsid w:val="0057086C"/>
    <w:rsid w:val="00570F0A"/>
    <w:rsid w:val="00571B78"/>
    <w:rsid w:val="00571C6E"/>
    <w:rsid w:val="0057240E"/>
    <w:rsid w:val="00572A12"/>
    <w:rsid w:val="00572A1C"/>
    <w:rsid w:val="00572DEE"/>
    <w:rsid w:val="0057340F"/>
    <w:rsid w:val="0057383A"/>
    <w:rsid w:val="00573E2A"/>
    <w:rsid w:val="0057431D"/>
    <w:rsid w:val="00574623"/>
    <w:rsid w:val="00574EAF"/>
    <w:rsid w:val="005751AC"/>
    <w:rsid w:val="005757D0"/>
    <w:rsid w:val="0057580D"/>
    <w:rsid w:val="00576587"/>
    <w:rsid w:val="00576A9E"/>
    <w:rsid w:val="00576BFF"/>
    <w:rsid w:val="00576E0E"/>
    <w:rsid w:val="00576E47"/>
    <w:rsid w:val="005777F3"/>
    <w:rsid w:val="00577A27"/>
    <w:rsid w:val="00577B07"/>
    <w:rsid w:val="00581329"/>
    <w:rsid w:val="005814E3"/>
    <w:rsid w:val="00581723"/>
    <w:rsid w:val="00581859"/>
    <w:rsid w:val="00581D19"/>
    <w:rsid w:val="00582154"/>
    <w:rsid w:val="0058228E"/>
    <w:rsid w:val="00582332"/>
    <w:rsid w:val="005826EF"/>
    <w:rsid w:val="005827CB"/>
    <w:rsid w:val="00582DB9"/>
    <w:rsid w:val="00583361"/>
    <w:rsid w:val="005834A7"/>
    <w:rsid w:val="00583C82"/>
    <w:rsid w:val="00583E2E"/>
    <w:rsid w:val="00583EFF"/>
    <w:rsid w:val="0058472A"/>
    <w:rsid w:val="00584BD6"/>
    <w:rsid w:val="00584E74"/>
    <w:rsid w:val="005860CB"/>
    <w:rsid w:val="00586620"/>
    <w:rsid w:val="00586912"/>
    <w:rsid w:val="00586AF0"/>
    <w:rsid w:val="00586CD9"/>
    <w:rsid w:val="00587AE7"/>
    <w:rsid w:val="00587EFA"/>
    <w:rsid w:val="00590204"/>
    <w:rsid w:val="005904B1"/>
    <w:rsid w:val="0059059F"/>
    <w:rsid w:val="005907FB"/>
    <w:rsid w:val="00590AAB"/>
    <w:rsid w:val="00590B44"/>
    <w:rsid w:val="00590C63"/>
    <w:rsid w:val="00590EE5"/>
    <w:rsid w:val="005910D2"/>
    <w:rsid w:val="00591144"/>
    <w:rsid w:val="00591296"/>
    <w:rsid w:val="00591A24"/>
    <w:rsid w:val="00591BAA"/>
    <w:rsid w:val="00591D21"/>
    <w:rsid w:val="00591D84"/>
    <w:rsid w:val="00591DEA"/>
    <w:rsid w:val="005923A7"/>
    <w:rsid w:val="005931DF"/>
    <w:rsid w:val="0059374C"/>
    <w:rsid w:val="0059387B"/>
    <w:rsid w:val="00594003"/>
    <w:rsid w:val="005940AE"/>
    <w:rsid w:val="005940C0"/>
    <w:rsid w:val="00594516"/>
    <w:rsid w:val="00594952"/>
    <w:rsid w:val="00594BFD"/>
    <w:rsid w:val="00595395"/>
    <w:rsid w:val="00595419"/>
    <w:rsid w:val="0059590B"/>
    <w:rsid w:val="00595AF4"/>
    <w:rsid w:val="005962A6"/>
    <w:rsid w:val="00596327"/>
    <w:rsid w:val="00596334"/>
    <w:rsid w:val="005963CD"/>
    <w:rsid w:val="005968C6"/>
    <w:rsid w:val="00596C97"/>
    <w:rsid w:val="0059771D"/>
    <w:rsid w:val="005977BF"/>
    <w:rsid w:val="005A0059"/>
    <w:rsid w:val="005A01EC"/>
    <w:rsid w:val="005A09E6"/>
    <w:rsid w:val="005A0D2E"/>
    <w:rsid w:val="005A107D"/>
    <w:rsid w:val="005A1250"/>
    <w:rsid w:val="005A1490"/>
    <w:rsid w:val="005A169A"/>
    <w:rsid w:val="005A18EB"/>
    <w:rsid w:val="005A22C4"/>
    <w:rsid w:val="005A245A"/>
    <w:rsid w:val="005A256C"/>
    <w:rsid w:val="005A2688"/>
    <w:rsid w:val="005A26BB"/>
    <w:rsid w:val="005A2B5C"/>
    <w:rsid w:val="005A2D82"/>
    <w:rsid w:val="005A365D"/>
    <w:rsid w:val="005A3907"/>
    <w:rsid w:val="005A3B93"/>
    <w:rsid w:val="005A3F18"/>
    <w:rsid w:val="005A4393"/>
    <w:rsid w:val="005A4397"/>
    <w:rsid w:val="005A4521"/>
    <w:rsid w:val="005A484A"/>
    <w:rsid w:val="005A4F98"/>
    <w:rsid w:val="005A5431"/>
    <w:rsid w:val="005A5C68"/>
    <w:rsid w:val="005A637A"/>
    <w:rsid w:val="005A6529"/>
    <w:rsid w:val="005A6A3C"/>
    <w:rsid w:val="005A6D6B"/>
    <w:rsid w:val="005A6DC9"/>
    <w:rsid w:val="005A6EAB"/>
    <w:rsid w:val="005A7215"/>
    <w:rsid w:val="005A796B"/>
    <w:rsid w:val="005B027A"/>
    <w:rsid w:val="005B086E"/>
    <w:rsid w:val="005B14DC"/>
    <w:rsid w:val="005B21E9"/>
    <w:rsid w:val="005B23B8"/>
    <w:rsid w:val="005B24B4"/>
    <w:rsid w:val="005B29BA"/>
    <w:rsid w:val="005B2B68"/>
    <w:rsid w:val="005B38B4"/>
    <w:rsid w:val="005B3AEF"/>
    <w:rsid w:val="005B3AF4"/>
    <w:rsid w:val="005B3C4E"/>
    <w:rsid w:val="005B3CD1"/>
    <w:rsid w:val="005B3E02"/>
    <w:rsid w:val="005B4949"/>
    <w:rsid w:val="005B4EEA"/>
    <w:rsid w:val="005B5D82"/>
    <w:rsid w:val="005B6A2F"/>
    <w:rsid w:val="005B6BEE"/>
    <w:rsid w:val="005B78D4"/>
    <w:rsid w:val="005B7EAE"/>
    <w:rsid w:val="005C05FE"/>
    <w:rsid w:val="005C068D"/>
    <w:rsid w:val="005C0AD1"/>
    <w:rsid w:val="005C0C2D"/>
    <w:rsid w:val="005C0DCC"/>
    <w:rsid w:val="005C0EF1"/>
    <w:rsid w:val="005C10A7"/>
    <w:rsid w:val="005C1B8C"/>
    <w:rsid w:val="005C1D0F"/>
    <w:rsid w:val="005C2585"/>
    <w:rsid w:val="005C3512"/>
    <w:rsid w:val="005C3CAD"/>
    <w:rsid w:val="005C425C"/>
    <w:rsid w:val="005C47E5"/>
    <w:rsid w:val="005C4FED"/>
    <w:rsid w:val="005C532C"/>
    <w:rsid w:val="005C5B54"/>
    <w:rsid w:val="005C5C47"/>
    <w:rsid w:val="005C6417"/>
    <w:rsid w:val="005C6567"/>
    <w:rsid w:val="005C67C8"/>
    <w:rsid w:val="005C68EA"/>
    <w:rsid w:val="005C7A7A"/>
    <w:rsid w:val="005C7A84"/>
    <w:rsid w:val="005C7CA0"/>
    <w:rsid w:val="005C7DC9"/>
    <w:rsid w:val="005D067B"/>
    <w:rsid w:val="005D0860"/>
    <w:rsid w:val="005D08E2"/>
    <w:rsid w:val="005D0A9E"/>
    <w:rsid w:val="005D133A"/>
    <w:rsid w:val="005D184E"/>
    <w:rsid w:val="005D1B72"/>
    <w:rsid w:val="005D1ECB"/>
    <w:rsid w:val="005D2753"/>
    <w:rsid w:val="005D2A4C"/>
    <w:rsid w:val="005D2AEF"/>
    <w:rsid w:val="005D2D70"/>
    <w:rsid w:val="005D2E0F"/>
    <w:rsid w:val="005D34AF"/>
    <w:rsid w:val="005D405F"/>
    <w:rsid w:val="005D4179"/>
    <w:rsid w:val="005D427A"/>
    <w:rsid w:val="005D47AD"/>
    <w:rsid w:val="005D4A62"/>
    <w:rsid w:val="005D54E7"/>
    <w:rsid w:val="005D58B2"/>
    <w:rsid w:val="005D6E11"/>
    <w:rsid w:val="005D7439"/>
    <w:rsid w:val="005D78E9"/>
    <w:rsid w:val="005D7966"/>
    <w:rsid w:val="005D7EB8"/>
    <w:rsid w:val="005E022A"/>
    <w:rsid w:val="005E0E6D"/>
    <w:rsid w:val="005E0EC4"/>
    <w:rsid w:val="005E1184"/>
    <w:rsid w:val="005E182F"/>
    <w:rsid w:val="005E1834"/>
    <w:rsid w:val="005E1BAE"/>
    <w:rsid w:val="005E20A7"/>
    <w:rsid w:val="005E290E"/>
    <w:rsid w:val="005E29E8"/>
    <w:rsid w:val="005E2E79"/>
    <w:rsid w:val="005E3051"/>
    <w:rsid w:val="005E3161"/>
    <w:rsid w:val="005E317D"/>
    <w:rsid w:val="005E321A"/>
    <w:rsid w:val="005E358F"/>
    <w:rsid w:val="005E3755"/>
    <w:rsid w:val="005E3825"/>
    <w:rsid w:val="005E3D1B"/>
    <w:rsid w:val="005E4161"/>
    <w:rsid w:val="005E42D1"/>
    <w:rsid w:val="005E4B52"/>
    <w:rsid w:val="005E4F2F"/>
    <w:rsid w:val="005E5DE8"/>
    <w:rsid w:val="005E6230"/>
    <w:rsid w:val="005E6B12"/>
    <w:rsid w:val="005E6DF9"/>
    <w:rsid w:val="005E7C18"/>
    <w:rsid w:val="005E7CB2"/>
    <w:rsid w:val="005E7F16"/>
    <w:rsid w:val="005E7F90"/>
    <w:rsid w:val="005F067D"/>
    <w:rsid w:val="005F06F7"/>
    <w:rsid w:val="005F08FE"/>
    <w:rsid w:val="005F0F08"/>
    <w:rsid w:val="005F1B39"/>
    <w:rsid w:val="005F1EF3"/>
    <w:rsid w:val="005F1F0C"/>
    <w:rsid w:val="005F218F"/>
    <w:rsid w:val="005F26F2"/>
    <w:rsid w:val="005F29F6"/>
    <w:rsid w:val="005F2C86"/>
    <w:rsid w:val="005F337C"/>
    <w:rsid w:val="005F34C7"/>
    <w:rsid w:val="005F35E3"/>
    <w:rsid w:val="005F3AE5"/>
    <w:rsid w:val="005F3E53"/>
    <w:rsid w:val="005F3F7D"/>
    <w:rsid w:val="005F4131"/>
    <w:rsid w:val="005F463C"/>
    <w:rsid w:val="005F4981"/>
    <w:rsid w:val="005F528C"/>
    <w:rsid w:val="005F59B1"/>
    <w:rsid w:val="005F5C0B"/>
    <w:rsid w:val="005F5E01"/>
    <w:rsid w:val="005F65E3"/>
    <w:rsid w:val="005F678C"/>
    <w:rsid w:val="005F691E"/>
    <w:rsid w:val="005F7048"/>
    <w:rsid w:val="005F705D"/>
    <w:rsid w:val="005F78F9"/>
    <w:rsid w:val="005F7A3D"/>
    <w:rsid w:val="005F7AFB"/>
    <w:rsid w:val="0060016F"/>
    <w:rsid w:val="00600245"/>
    <w:rsid w:val="0060036D"/>
    <w:rsid w:val="0060062C"/>
    <w:rsid w:val="00600DD0"/>
    <w:rsid w:val="00600DE8"/>
    <w:rsid w:val="006012FA"/>
    <w:rsid w:val="006014D4"/>
    <w:rsid w:val="00601BA7"/>
    <w:rsid w:val="00601EBC"/>
    <w:rsid w:val="006020BF"/>
    <w:rsid w:val="00602D1F"/>
    <w:rsid w:val="00602D3C"/>
    <w:rsid w:val="00602D67"/>
    <w:rsid w:val="00603663"/>
    <w:rsid w:val="00603A38"/>
    <w:rsid w:val="00603E2A"/>
    <w:rsid w:val="006043B7"/>
    <w:rsid w:val="006045FB"/>
    <w:rsid w:val="00604848"/>
    <w:rsid w:val="00604C32"/>
    <w:rsid w:val="00604FDF"/>
    <w:rsid w:val="00605B75"/>
    <w:rsid w:val="0060605D"/>
    <w:rsid w:val="00606236"/>
    <w:rsid w:val="00606F1E"/>
    <w:rsid w:val="00607060"/>
    <w:rsid w:val="00607387"/>
    <w:rsid w:val="00607481"/>
    <w:rsid w:val="0060775D"/>
    <w:rsid w:val="00607767"/>
    <w:rsid w:val="00607C18"/>
    <w:rsid w:val="00610634"/>
    <w:rsid w:val="00610F31"/>
    <w:rsid w:val="00611B84"/>
    <w:rsid w:val="00612125"/>
    <w:rsid w:val="0061254F"/>
    <w:rsid w:val="0061258E"/>
    <w:rsid w:val="00612926"/>
    <w:rsid w:val="006129DB"/>
    <w:rsid w:val="00612A4C"/>
    <w:rsid w:val="00612B8C"/>
    <w:rsid w:val="00612EA9"/>
    <w:rsid w:val="00613B39"/>
    <w:rsid w:val="00614225"/>
    <w:rsid w:val="0061465F"/>
    <w:rsid w:val="00614693"/>
    <w:rsid w:val="00614871"/>
    <w:rsid w:val="006149E7"/>
    <w:rsid w:val="00614B66"/>
    <w:rsid w:val="00614C75"/>
    <w:rsid w:val="00614DC6"/>
    <w:rsid w:val="00614F4E"/>
    <w:rsid w:val="00614FAC"/>
    <w:rsid w:val="00615B05"/>
    <w:rsid w:val="00615CEE"/>
    <w:rsid w:val="00616050"/>
    <w:rsid w:val="0061699B"/>
    <w:rsid w:val="00616D71"/>
    <w:rsid w:val="0061776A"/>
    <w:rsid w:val="00617BEF"/>
    <w:rsid w:val="006208E9"/>
    <w:rsid w:val="00620D2F"/>
    <w:rsid w:val="00621031"/>
    <w:rsid w:val="00621048"/>
    <w:rsid w:val="006211DC"/>
    <w:rsid w:val="0062149F"/>
    <w:rsid w:val="00621EE8"/>
    <w:rsid w:val="0062265C"/>
    <w:rsid w:val="00622B51"/>
    <w:rsid w:val="00622E13"/>
    <w:rsid w:val="006230A5"/>
    <w:rsid w:val="0062316B"/>
    <w:rsid w:val="0062381C"/>
    <w:rsid w:val="006238F0"/>
    <w:rsid w:val="006239F6"/>
    <w:rsid w:val="00623B08"/>
    <w:rsid w:val="00623B8D"/>
    <w:rsid w:val="00623EE6"/>
    <w:rsid w:val="0062404C"/>
    <w:rsid w:val="006241BE"/>
    <w:rsid w:val="0062424C"/>
    <w:rsid w:val="0062483A"/>
    <w:rsid w:val="00624DC4"/>
    <w:rsid w:val="0062512C"/>
    <w:rsid w:val="00625138"/>
    <w:rsid w:val="006260B1"/>
    <w:rsid w:val="0062624B"/>
    <w:rsid w:val="00626555"/>
    <w:rsid w:val="006268E0"/>
    <w:rsid w:val="00626B3F"/>
    <w:rsid w:val="006279F2"/>
    <w:rsid w:val="00630F47"/>
    <w:rsid w:val="00631273"/>
    <w:rsid w:val="00631461"/>
    <w:rsid w:val="006315CD"/>
    <w:rsid w:val="006320DE"/>
    <w:rsid w:val="006324E8"/>
    <w:rsid w:val="00632652"/>
    <w:rsid w:val="00632BA5"/>
    <w:rsid w:val="00632FE1"/>
    <w:rsid w:val="006333FC"/>
    <w:rsid w:val="00633FE2"/>
    <w:rsid w:val="00634C32"/>
    <w:rsid w:val="00634C55"/>
    <w:rsid w:val="006350FE"/>
    <w:rsid w:val="00635300"/>
    <w:rsid w:val="00635484"/>
    <w:rsid w:val="006355FB"/>
    <w:rsid w:val="00635E15"/>
    <w:rsid w:val="0063638E"/>
    <w:rsid w:val="006364A0"/>
    <w:rsid w:val="0063661D"/>
    <w:rsid w:val="006366E1"/>
    <w:rsid w:val="0063795E"/>
    <w:rsid w:val="0063796D"/>
    <w:rsid w:val="00637C15"/>
    <w:rsid w:val="00640190"/>
    <w:rsid w:val="006403EE"/>
    <w:rsid w:val="006409C4"/>
    <w:rsid w:val="00640AB4"/>
    <w:rsid w:val="00640C64"/>
    <w:rsid w:val="00640CEF"/>
    <w:rsid w:val="0064100E"/>
    <w:rsid w:val="00641087"/>
    <w:rsid w:val="0064112B"/>
    <w:rsid w:val="00641396"/>
    <w:rsid w:val="00641EF6"/>
    <w:rsid w:val="00642379"/>
    <w:rsid w:val="00642534"/>
    <w:rsid w:val="006429A5"/>
    <w:rsid w:val="00642F3B"/>
    <w:rsid w:val="006431CB"/>
    <w:rsid w:val="006438C6"/>
    <w:rsid w:val="00643E38"/>
    <w:rsid w:val="00644004"/>
    <w:rsid w:val="00644199"/>
    <w:rsid w:val="006441E9"/>
    <w:rsid w:val="00644364"/>
    <w:rsid w:val="00644626"/>
    <w:rsid w:val="006446A2"/>
    <w:rsid w:val="006446A6"/>
    <w:rsid w:val="00644901"/>
    <w:rsid w:val="00644DA5"/>
    <w:rsid w:val="00645466"/>
    <w:rsid w:val="006459B8"/>
    <w:rsid w:val="00646539"/>
    <w:rsid w:val="00646C8C"/>
    <w:rsid w:val="00646F72"/>
    <w:rsid w:val="006472C4"/>
    <w:rsid w:val="006475FD"/>
    <w:rsid w:val="006477B6"/>
    <w:rsid w:val="006477E0"/>
    <w:rsid w:val="00647A79"/>
    <w:rsid w:val="00647B68"/>
    <w:rsid w:val="006502EF"/>
    <w:rsid w:val="0065053D"/>
    <w:rsid w:val="00650737"/>
    <w:rsid w:val="006509F1"/>
    <w:rsid w:val="00651011"/>
    <w:rsid w:val="006515D6"/>
    <w:rsid w:val="006516B1"/>
    <w:rsid w:val="00651FD3"/>
    <w:rsid w:val="0065210D"/>
    <w:rsid w:val="00652373"/>
    <w:rsid w:val="00652849"/>
    <w:rsid w:val="00652DA6"/>
    <w:rsid w:val="00652E49"/>
    <w:rsid w:val="00653EF7"/>
    <w:rsid w:val="006543C9"/>
    <w:rsid w:val="00654980"/>
    <w:rsid w:val="00654CE2"/>
    <w:rsid w:val="006552EF"/>
    <w:rsid w:val="00655889"/>
    <w:rsid w:val="00655AE7"/>
    <w:rsid w:val="00655EA1"/>
    <w:rsid w:val="00655FAD"/>
    <w:rsid w:val="0065610C"/>
    <w:rsid w:val="0065626E"/>
    <w:rsid w:val="0065641C"/>
    <w:rsid w:val="0065693F"/>
    <w:rsid w:val="00657396"/>
    <w:rsid w:val="00660270"/>
    <w:rsid w:val="0066058F"/>
    <w:rsid w:val="0066060A"/>
    <w:rsid w:val="00661295"/>
    <w:rsid w:val="0066150D"/>
    <w:rsid w:val="0066199A"/>
    <w:rsid w:val="00661C19"/>
    <w:rsid w:val="00661C57"/>
    <w:rsid w:val="00661CE5"/>
    <w:rsid w:val="00661EE9"/>
    <w:rsid w:val="006624D4"/>
    <w:rsid w:val="006624F3"/>
    <w:rsid w:val="00662593"/>
    <w:rsid w:val="006630DA"/>
    <w:rsid w:val="00663623"/>
    <w:rsid w:val="00663ABD"/>
    <w:rsid w:val="00663CBA"/>
    <w:rsid w:val="00663D69"/>
    <w:rsid w:val="0066403B"/>
    <w:rsid w:val="006646CA"/>
    <w:rsid w:val="00664D65"/>
    <w:rsid w:val="00664EF0"/>
    <w:rsid w:val="006652AC"/>
    <w:rsid w:val="006654CB"/>
    <w:rsid w:val="00665759"/>
    <w:rsid w:val="00666215"/>
    <w:rsid w:val="0066666E"/>
    <w:rsid w:val="00667060"/>
    <w:rsid w:val="00667A43"/>
    <w:rsid w:val="00667A75"/>
    <w:rsid w:val="006706EC"/>
    <w:rsid w:val="00670A04"/>
    <w:rsid w:val="006711CD"/>
    <w:rsid w:val="006711EF"/>
    <w:rsid w:val="00672206"/>
    <w:rsid w:val="00672D73"/>
    <w:rsid w:val="00672F91"/>
    <w:rsid w:val="00672FE5"/>
    <w:rsid w:val="0067327C"/>
    <w:rsid w:val="0067356A"/>
    <w:rsid w:val="006735ED"/>
    <w:rsid w:val="0067364C"/>
    <w:rsid w:val="00673CD9"/>
    <w:rsid w:val="006744EC"/>
    <w:rsid w:val="00674C5C"/>
    <w:rsid w:val="00675343"/>
    <w:rsid w:val="00675ECA"/>
    <w:rsid w:val="00675FFA"/>
    <w:rsid w:val="006764E7"/>
    <w:rsid w:val="006769E1"/>
    <w:rsid w:val="00677FDC"/>
    <w:rsid w:val="00680357"/>
    <w:rsid w:val="00680905"/>
    <w:rsid w:val="006809BC"/>
    <w:rsid w:val="006809DA"/>
    <w:rsid w:val="00680D37"/>
    <w:rsid w:val="006813F8"/>
    <w:rsid w:val="00681EEF"/>
    <w:rsid w:val="0068225E"/>
    <w:rsid w:val="006824F2"/>
    <w:rsid w:val="00683538"/>
    <w:rsid w:val="00683B7C"/>
    <w:rsid w:val="00683BAF"/>
    <w:rsid w:val="00684CE2"/>
    <w:rsid w:val="006868E4"/>
    <w:rsid w:val="006869FC"/>
    <w:rsid w:val="00686AA1"/>
    <w:rsid w:val="00687027"/>
    <w:rsid w:val="006875B7"/>
    <w:rsid w:val="006900DA"/>
    <w:rsid w:val="00690619"/>
    <w:rsid w:val="00690FE3"/>
    <w:rsid w:val="00691256"/>
    <w:rsid w:val="00691693"/>
    <w:rsid w:val="00691DA8"/>
    <w:rsid w:val="006924EA"/>
    <w:rsid w:val="00692820"/>
    <w:rsid w:val="00692A90"/>
    <w:rsid w:val="00692C30"/>
    <w:rsid w:val="00692EA1"/>
    <w:rsid w:val="006934ED"/>
    <w:rsid w:val="00693681"/>
    <w:rsid w:val="00693A63"/>
    <w:rsid w:val="00693AAC"/>
    <w:rsid w:val="00693D31"/>
    <w:rsid w:val="006942BA"/>
    <w:rsid w:val="0069496F"/>
    <w:rsid w:val="00695176"/>
    <w:rsid w:val="00695686"/>
    <w:rsid w:val="0069596A"/>
    <w:rsid w:val="00695B62"/>
    <w:rsid w:val="00695E78"/>
    <w:rsid w:val="006964EC"/>
    <w:rsid w:val="00696A54"/>
    <w:rsid w:val="00696DA0"/>
    <w:rsid w:val="00697005"/>
    <w:rsid w:val="006A007C"/>
    <w:rsid w:val="006A0D75"/>
    <w:rsid w:val="006A12BD"/>
    <w:rsid w:val="006A17D1"/>
    <w:rsid w:val="006A2624"/>
    <w:rsid w:val="006A2A51"/>
    <w:rsid w:val="006A2CCF"/>
    <w:rsid w:val="006A345E"/>
    <w:rsid w:val="006A382D"/>
    <w:rsid w:val="006A3F0E"/>
    <w:rsid w:val="006A4950"/>
    <w:rsid w:val="006A497C"/>
    <w:rsid w:val="006A4A4F"/>
    <w:rsid w:val="006A4AAD"/>
    <w:rsid w:val="006A4EA5"/>
    <w:rsid w:val="006A59D2"/>
    <w:rsid w:val="006A5D02"/>
    <w:rsid w:val="006A68C3"/>
    <w:rsid w:val="006A6B41"/>
    <w:rsid w:val="006A753F"/>
    <w:rsid w:val="006A7FAC"/>
    <w:rsid w:val="006A7FC4"/>
    <w:rsid w:val="006B04FE"/>
    <w:rsid w:val="006B0556"/>
    <w:rsid w:val="006B05AD"/>
    <w:rsid w:val="006B05BE"/>
    <w:rsid w:val="006B0A83"/>
    <w:rsid w:val="006B0E00"/>
    <w:rsid w:val="006B0ED0"/>
    <w:rsid w:val="006B1318"/>
    <w:rsid w:val="006B1E73"/>
    <w:rsid w:val="006B1F99"/>
    <w:rsid w:val="006B28B7"/>
    <w:rsid w:val="006B2C50"/>
    <w:rsid w:val="006B31FA"/>
    <w:rsid w:val="006B3A54"/>
    <w:rsid w:val="006B3E95"/>
    <w:rsid w:val="006B41AA"/>
    <w:rsid w:val="006B443A"/>
    <w:rsid w:val="006B4CCD"/>
    <w:rsid w:val="006B4D57"/>
    <w:rsid w:val="006B50A2"/>
    <w:rsid w:val="006B53F6"/>
    <w:rsid w:val="006B5F03"/>
    <w:rsid w:val="006B630E"/>
    <w:rsid w:val="006B6BC2"/>
    <w:rsid w:val="006B6D77"/>
    <w:rsid w:val="006B6EB8"/>
    <w:rsid w:val="006B7887"/>
    <w:rsid w:val="006B7BDC"/>
    <w:rsid w:val="006B7FAD"/>
    <w:rsid w:val="006C04A1"/>
    <w:rsid w:val="006C0675"/>
    <w:rsid w:val="006C1658"/>
    <w:rsid w:val="006C1B69"/>
    <w:rsid w:val="006C1FAF"/>
    <w:rsid w:val="006C277C"/>
    <w:rsid w:val="006C27C4"/>
    <w:rsid w:val="006C2ED3"/>
    <w:rsid w:val="006C31A6"/>
    <w:rsid w:val="006C3262"/>
    <w:rsid w:val="006C38E2"/>
    <w:rsid w:val="006C3BD8"/>
    <w:rsid w:val="006C4086"/>
    <w:rsid w:val="006C40AA"/>
    <w:rsid w:val="006C4951"/>
    <w:rsid w:val="006C4CAD"/>
    <w:rsid w:val="006C5602"/>
    <w:rsid w:val="006C57F6"/>
    <w:rsid w:val="006C5F7E"/>
    <w:rsid w:val="006C6164"/>
    <w:rsid w:val="006C616C"/>
    <w:rsid w:val="006C6642"/>
    <w:rsid w:val="006C6D83"/>
    <w:rsid w:val="006C6DE7"/>
    <w:rsid w:val="006C7096"/>
    <w:rsid w:val="006C746B"/>
    <w:rsid w:val="006C7579"/>
    <w:rsid w:val="006C7D8C"/>
    <w:rsid w:val="006D035B"/>
    <w:rsid w:val="006D03E5"/>
    <w:rsid w:val="006D0525"/>
    <w:rsid w:val="006D09B0"/>
    <w:rsid w:val="006D11FF"/>
    <w:rsid w:val="006D1335"/>
    <w:rsid w:val="006D133A"/>
    <w:rsid w:val="006D1419"/>
    <w:rsid w:val="006D14B4"/>
    <w:rsid w:val="006D1773"/>
    <w:rsid w:val="006D17C3"/>
    <w:rsid w:val="006D1D82"/>
    <w:rsid w:val="006D21AE"/>
    <w:rsid w:val="006D23C3"/>
    <w:rsid w:val="006D2BED"/>
    <w:rsid w:val="006D2D9C"/>
    <w:rsid w:val="006D322B"/>
    <w:rsid w:val="006D3371"/>
    <w:rsid w:val="006D370A"/>
    <w:rsid w:val="006D3B4C"/>
    <w:rsid w:val="006D3DD7"/>
    <w:rsid w:val="006D431D"/>
    <w:rsid w:val="006D4B4A"/>
    <w:rsid w:val="006D53E3"/>
    <w:rsid w:val="006D54DB"/>
    <w:rsid w:val="006D5A07"/>
    <w:rsid w:val="006D64DC"/>
    <w:rsid w:val="006D6878"/>
    <w:rsid w:val="006D6899"/>
    <w:rsid w:val="006D6AB6"/>
    <w:rsid w:val="006D6BD0"/>
    <w:rsid w:val="006D70E8"/>
    <w:rsid w:val="006D7DC7"/>
    <w:rsid w:val="006E03CE"/>
    <w:rsid w:val="006E0439"/>
    <w:rsid w:val="006E07A9"/>
    <w:rsid w:val="006E0E48"/>
    <w:rsid w:val="006E0F01"/>
    <w:rsid w:val="006E21F6"/>
    <w:rsid w:val="006E27FD"/>
    <w:rsid w:val="006E309A"/>
    <w:rsid w:val="006E368F"/>
    <w:rsid w:val="006E3B5A"/>
    <w:rsid w:val="006E4243"/>
    <w:rsid w:val="006E45F8"/>
    <w:rsid w:val="006E4D8D"/>
    <w:rsid w:val="006E56BC"/>
    <w:rsid w:val="006E5E0E"/>
    <w:rsid w:val="006E5E44"/>
    <w:rsid w:val="006E6D42"/>
    <w:rsid w:val="006E6DCE"/>
    <w:rsid w:val="006E6EB4"/>
    <w:rsid w:val="006E7534"/>
    <w:rsid w:val="006E755E"/>
    <w:rsid w:val="006E7907"/>
    <w:rsid w:val="006F07B6"/>
    <w:rsid w:val="006F09E0"/>
    <w:rsid w:val="006F0BE3"/>
    <w:rsid w:val="006F1144"/>
    <w:rsid w:val="006F2158"/>
    <w:rsid w:val="006F2207"/>
    <w:rsid w:val="006F23D0"/>
    <w:rsid w:val="006F267F"/>
    <w:rsid w:val="006F2781"/>
    <w:rsid w:val="006F28FF"/>
    <w:rsid w:val="006F2988"/>
    <w:rsid w:val="006F2EA0"/>
    <w:rsid w:val="006F30D8"/>
    <w:rsid w:val="006F33A5"/>
    <w:rsid w:val="006F33AF"/>
    <w:rsid w:val="006F3558"/>
    <w:rsid w:val="006F36FD"/>
    <w:rsid w:val="006F39F9"/>
    <w:rsid w:val="006F3D8E"/>
    <w:rsid w:val="006F4142"/>
    <w:rsid w:val="006F447A"/>
    <w:rsid w:val="006F4DED"/>
    <w:rsid w:val="006F5026"/>
    <w:rsid w:val="006F6389"/>
    <w:rsid w:val="006F663A"/>
    <w:rsid w:val="006F6C76"/>
    <w:rsid w:val="006F7363"/>
    <w:rsid w:val="006F7444"/>
    <w:rsid w:val="006F779D"/>
    <w:rsid w:val="006F77EA"/>
    <w:rsid w:val="006F781E"/>
    <w:rsid w:val="006F793B"/>
    <w:rsid w:val="006F7FA5"/>
    <w:rsid w:val="006F7FEC"/>
    <w:rsid w:val="007002B8"/>
    <w:rsid w:val="0070068B"/>
    <w:rsid w:val="00700799"/>
    <w:rsid w:val="00700DA6"/>
    <w:rsid w:val="00700DD5"/>
    <w:rsid w:val="007015FD"/>
    <w:rsid w:val="0070197E"/>
    <w:rsid w:val="00701E22"/>
    <w:rsid w:val="0070344F"/>
    <w:rsid w:val="00703D3F"/>
    <w:rsid w:val="00703E56"/>
    <w:rsid w:val="00704008"/>
    <w:rsid w:val="00704A31"/>
    <w:rsid w:val="00704BD2"/>
    <w:rsid w:val="00704E7F"/>
    <w:rsid w:val="007052F2"/>
    <w:rsid w:val="00705303"/>
    <w:rsid w:val="00705708"/>
    <w:rsid w:val="00705A1A"/>
    <w:rsid w:val="00705B8F"/>
    <w:rsid w:val="00705D62"/>
    <w:rsid w:val="00705E2E"/>
    <w:rsid w:val="007061AA"/>
    <w:rsid w:val="00706490"/>
    <w:rsid w:val="0070661D"/>
    <w:rsid w:val="00706969"/>
    <w:rsid w:val="00712604"/>
    <w:rsid w:val="0071288A"/>
    <w:rsid w:val="00712FEC"/>
    <w:rsid w:val="007133D7"/>
    <w:rsid w:val="007134AD"/>
    <w:rsid w:val="007137A9"/>
    <w:rsid w:val="00713ECA"/>
    <w:rsid w:val="0071439C"/>
    <w:rsid w:val="00714AD5"/>
    <w:rsid w:val="00714D16"/>
    <w:rsid w:val="007153E8"/>
    <w:rsid w:val="00715E06"/>
    <w:rsid w:val="0071658F"/>
    <w:rsid w:val="00716C70"/>
    <w:rsid w:val="0072032D"/>
    <w:rsid w:val="00720807"/>
    <w:rsid w:val="00720D7C"/>
    <w:rsid w:val="00721981"/>
    <w:rsid w:val="00721C4E"/>
    <w:rsid w:val="0072224C"/>
    <w:rsid w:val="007223B6"/>
    <w:rsid w:val="0072262F"/>
    <w:rsid w:val="007227C6"/>
    <w:rsid w:val="0072318D"/>
    <w:rsid w:val="007239E6"/>
    <w:rsid w:val="00723F31"/>
    <w:rsid w:val="00724253"/>
    <w:rsid w:val="007242F4"/>
    <w:rsid w:val="00724441"/>
    <w:rsid w:val="00724A49"/>
    <w:rsid w:val="00724CF2"/>
    <w:rsid w:val="0072553D"/>
    <w:rsid w:val="00725A3B"/>
    <w:rsid w:val="007261AE"/>
    <w:rsid w:val="007263DC"/>
    <w:rsid w:val="00726596"/>
    <w:rsid w:val="007265FF"/>
    <w:rsid w:val="007273B7"/>
    <w:rsid w:val="00727917"/>
    <w:rsid w:val="00727CF8"/>
    <w:rsid w:val="0073030B"/>
    <w:rsid w:val="007309AA"/>
    <w:rsid w:val="007309F3"/>
    <w:rsid w:val="00730A8A"/>
    <w:rsid w:val="00730F37"/>
    <w:rsid w:val="00731371"/>
    <w:rsid w:val="007324C5"/>
    <w:rsid w:val="0073256D"/>
    <w:rsid w:val="00732F6F"/>
    <w:rsid w:val="00732FDB"/>
    <w:rsid w:val="00733704"/>
    <w:rsid w:val="007339E2"/>
    <w:rsid w:val="007349FA"/>
    <w:rsid w:val="00734E6B"/>
    <w:rsid w:val="00735572"/>
    <w:rsid w:val="00735648"/>
    <w:rsid w:val="0073595E"/>
    <w:rsid w:val="0073689E"/>
    <w:rsid w:val="00736EF9"/>
    <w:rsid w:val="00736F3F"/>
    <w:rsid w:val="0073790E"/>
    <w:rsid w:val="0074012B"/>
    <w:rsid w:val="00740610"/>
    <w:rsid w:val="00740AB0"/>
    <w:rsid w:val="00740B36"/>
    <w:rsid w:val="00740B65"/>
    <w:rsid w:val="007412FD"/>
    <w:rsid w:val="00741FC6"/>
    <w:rsid w:val="0074221A"/>
    <w:rsid w:val="007424A2"/>
    <w:rsid w:val="007425C0"/>
    <w:rsid w:val="0074275B"/>
    <w:rsid w:val="00742C9A"/>
    <w:rsid w:val="00743315"/>
    <w:rsid w:val="00744219"/>
    <w:rsid w:val="00744462"/>
    <w:rsid w:val="0074470E"/>
    <w:rsid w:val="00744C3C"/>
    <w:rsid w:val="007453C2"/>
    <w:rsid w:val="00745797"/>
    <w:rsid w:val="0074614E"/>
    <w:rsid w:val="00746672"/>
    <w:rsid w:val="007469B5"/>
    <w:rsid w:val="00746BE3"/>
    <w:rsid w:val="00747095"/>
    <w:rsid w:val="00747376"/>
    <w:rsid w:val="00747483"/>
    <w:rsid w:val="007474BF"/>
    <w:rsid w:val="0074798D"/>
    <w:rsid w:val="00747D53"/>
    <w:rsid w:val="00750160"/>
    <w:rsid w:val="0075064E"/>
    <w:rsid w:val="00750973"/>
    <w:rsid w:val="00751262"/>
    <w:rsid w:val="007518B0"/>
    <w:rsid w:val="00752210"/>
    <w:rsid w:val="007523D4"/>
    <w:rsid w:val="0075272F"/>
    <w:rsid w:val="007529FD"/>
    <w:rsid w:val="00752A2E"/>
    <w:rsid w:val="00752C89"/>
    <w:rsid w:val="00752CCC"/>
    <w:rsid w:val="00753321"/>
    <w:rsid w:val="0075337A"/>
    <w:rsid w:val="007534F0"/>
    <w:rsid w:val="00753BF6"/>
    <w:rsid w:val="00754126"/>
    <w:rsid w:val="00754743"/>
    <w:rsid w:val="007547C2"/>
    <w:rsid w:val="007549D3"/>
    <w:rsid w:val="00755362"/>
    <w:rsid w:val="0075555F"/>
    <w:rsid w:val="00755E1B"/>
    <w:rsid w:val="00755E1C"/>
    <w:rsid w:val="007565C9"/>
    <w:rsid w:val="007569F1"/>
    <w:rsid w:val="007570B4"/>
    <w:rsid w:val="00757753"/>
    <w:rsid w:val="00757918"/>
    <w:rsid w:val="00757CA3"/>
    <w:rsid w:val="00760638"/>
    <w:rsid w:val="00761CA2"/>
    <w:rsid w:val="00761D53"/>
    <w:rsid w:val="00761DD5"/>
    <w:rsid w:val="00762253"/>
    <w:rsid w:val="007624CF"/>
    <w:rsid w:val="0076254E"/>
    <w:rsid w:val="00762D8C"/>
    <w:rsid w:val="00762E3F"/>
    <w:rsid w:val="00763FE3"/>
    <w:rsid w:val="00764041"/>
    <w:rsid w:val="0076464F"/>
    <w:rsid w:val="00764B22"/>
    <w:rsid w:val="00764C94"/>
    <w:rsid w:val="00764CC0"/>
    <w:rsid w:val="00764E4A"/>
    <w:rsid w:val="00764EE5"/>
    <w:rsid w:val="00764F0A"/>
    <w:rsid w:val="00765251"/>
    <w:rsid w:val="00765AC6"/>
    <w:rsid w:val="00765CBB"/>
    <w:rsid w:val="00765D96"/>
    <w:rsid w:val="00765FE6"/>
    <w:rsid w:val="0076695F"/>
    <w:rsid w:val="00767284"/>
    <w:rsid w:val="007672D7"/>
    <w:rsid w:val="0076750E"/>
    <w:rsid w:val="007677C8"/>
    <w:rsid w:val="00767AC7"/>
    <w:rsid w:val="00767D69"/>
    <w:rsid w:val="00767E91"/>
    <w:rsid w:val="0077104B"/>
    <w:rsid w:val="00771A6C"/>
    <w:rsid w:val="00771C19"/>
    <w:rsid w:val="00771F0C"/>
    <w:rsid w:val="00772368"/>
    <w:rsid w:val="0077251C"/>
    <w:rsid w:val="007725A6"/>
    <w:rsid w:val="00772648"/>
    <w:rsid w:val="00772D24"/>
    <w:rsid w:val="00773084"/>
    <w:rsid w:val="00774619"/>
    <w:rsid w:val="007748E9"/>
    <w:rsid w:val="00774B4E"/>
    <w:rsid w:val="00774BAD"/>
    <w:rsid w:val="00774BB9"/>
    <w:rsid w:val="007753CF"/>
    <w:rsid w:val="00775604"/>
    <w:rsid w:val="007756B6"/>
    <w:rsid w:val="00776C70"/>
    <w:rsid w:val="00777089"/>
    <w:rsid w:val="0077738A"/>
    <w:rsid w:val="00777933"/>
    <w:rsid w:val="00777A83"/>
    <w:rsid w:val="00777FEA"/>
    <w:rsid w:val="007802E5"/>
    <w:rsid w:val="00780801"/>
    <w:rsid w:val="00780F7F"/>
    <w:rsid w:val="0078191B"/>
    <w:rsid w:val="00781B05"/>
    <w:rsid w:val="00781BF8"/>
    <w:rsid w:val="00781CEC"/>
    <w:rsid w:val="007821CD"/>
    <w:rsid w:val="00782245"/>
    <w:rsid w:val="007823C7"/>
    <w:rsid w:val="00782B09"/>
    <w:rsid w:val="00782B42"/>
    <w:rsid w:val="00782F44"/>
    <w:rsid w:val="0078344E"/>
    <w:rsid w:val="0078412A"/>
    <w:rsid w:val="00784E4F"/>
    <w:rsid w:val="00784ED1"/>
    <w:rsid w:val="007856E2"/>
    <w:rsid w:val="00785C55"/>
    <w:rsid w:val="00785C74"/>
    <w:rsid w:val="0078601E"/>
    <w:rsid w:val="007860EC"/>
    <w:rsid w:val="00786748"/>
    <w:rsid w:val="00786845"/>
    <w:rsid w:val="0078711D"/>
    <w:rsid w:val="00787677"/>
    <w:rsid w:val="007878D4"/>
    <w:rsid w:val="00787C19"/>
    <w:rsid w:val="00787D26"/>
    <w:rsid w:val="00787F8D"/>
    <w:rsid w:val="00790404"/>
    <w:rsid w:val="00790AD2"/>
    <w:rsid w:val="00790DBA"/>
    <w:rsid w:val="00791659"/>
    <w:rsid w:val="0079199C"/>
    <w:rsid w:val="00791AF4"/>
    <w:rsid w:val="00791C28"/>
    <w:rsid w:val="00791EEE"/>
    <w:rsid w:val="0079278C"/>
    <w:rsid w:val="00792989"/>
    <w:rsid w:val="00792C3F"/>
    <w:rsid w:val="00793880"/>
    <w:rsid w:val="00793A1A"/>
    <w:rsid w:val="00793B96"/>
    <w:rsid w:val="0079440D"/>
    <w:rsid w:val="00794D1C"/>
    <w:rsid w:val="00795AA4"/>
    <w:rsid w:val="0079642C"/>
    <w:rsid w:val="00796CEB"/>
    <w:rsid w:val="0079750C"/>
    <w:rsid w:val="0079754A"/>
    <w:rsid w:val="0079784B"/>
    <w:rsid w:val="007978BF"/>
    <w:rsid w:val="00797E60"/>
    <w:rsid w:val="007A085F"/>
    <w:rsid w:val="007A0893"/>
    <w:rsid w:val="007A091D"/>
    <w:rsid w:val="007A097E"/>
    <w:rsid w:val="007A0BE4"/>
    <w:rsid w:val="007A14D5"/>
    <w:rsid w:val="007A1A69"/>
    <w:rsid w:val="007A25D0"/>
    <w:rsid w:val="007A2826"/>
    <w:rsid w:val="007A3204"/>
    <w:rsid w:val="007A3333"/>
    <w:rsid w:val="007A34EA"/>
    <w:rsid w:val="007A3A5C"/>
    <w:rsid w:val="007A3EFE"/>
    <w:rsid w:val="007A4721"/>
    <w:rsid w:val="007A493D"/>
    <w:rsid w:val="007A4D30"/>
    <w:rsid w:val="007A57DD"/>
    <w:rsid w:val="007A582E"/>
    <w:rsid w:val="007A5AD0"/>
    <w:rsid w:val="007A5EE9"/>
    <w:rsid w:val="007A5F7C"/>
    <w:rsid w:val="007A609A"/>
    <w:rsid w:val="007A61BB"/>
    <w:rsid w:val="007A64EB"/>
    <w:rsid w:val="007A6522"/>
    <w:rsid w:val="007A6809"/>
    <w:rsid w:val="007A6988"/>
    <w:rsid w:val="007A6B5D"/>
    <w:rsid w:val="007A6FA2"/>
    <w:rsid w:val="007A713C"/>
    <w:rsid w:val="007B12DF"/>
    <w:rsid w:val="007B12E1"/>
    <w:rsid w:val="007B1507"/>
    <w:rsid w:val="007B1AC7"/>
    <w:rsid w:val="007B1B27"/>
    <w:rsid w:val="007B1CE8"/>
    <w:rsid w:val="007B1F94"/>
    <w:rsid w:val="007B2518"/>
    <w:rsid w:val="007B25C2"/>
    <w:rsid w:val="007B2A1B"/>
    <w:rsid w:val="007B2ECB"/>
    <w:rsid w:val="007B2F4A"/>
    <w:rsid w:val="007B39FE"/>
    <w:rsid w:val="007B401F"/>
    <w:rsid w:val="007B43FD"/>
    <w:rsid w:val="007B4B81"/>
    <w:rsid w:val="007B56CE"/>
    <w:rsid w:val="007B5EC4"/>
    <w:rsid w:val="007B6587"/>
    <w:rsid w:val="007B6F56"/>
    <w:rsid w:val="007B7CBD"/>
    <w:rsid w:val="007C07AE"/>
    <w:rsid w:val="007C07DF"/>
    <w:rsid w:val="007C0B08"/>
    <w:rsid w:val="007C0E4D"/>
    <w:rsid w:val="007C14F9"/>
    <w:rsid w:val="007C161A"/>
    <w:rsid w:val="007C1E58"/>
    <w:rsid w:val="007C22A2"/>
    <w:rsid w:val="007C2BFD"/>
    <w:rsid w:val="007C3A90"/>
    <w:rsid w:val="007C477B"/>
    <w:rsid w:val="007C4B5C"/>
    <w:rsid w:val="007C4DA7"/>
    <w:rsid w:val="007C5667"/>
    <w:rsid w:val="007C598A"/>
    <w:rsid w:val="007C5D65"/>
    <w:rsid w:val="007C5E97"/>
    <w:rsid w:val="007C6415"/>
    <w:rsid w:val="007C686A"/>
    <w:rsid w:val="007C6FDB"/>
    <w:rsid w:val="007C712E"/>
    <w:rsid w:val="007C713A"/>
    <w:rsid w:val="007C7302"/>
    <w:rsid w:val="007D086B"/>
    <w:rsid w:val="007D0E23"/>
    <w:rsid w:val="007D1185"/>
    <w:rsid w:val="007D137D"/>
    <w:rsid w:val="007D16D3"/>
    <w:rsid w:val="007D199E"/>
    <w:rsid w:val="007D1C74"/>
    <w:rsid w:val="007D1DAB"/>
    <w:rsid w:val="007D1F42"/>
    <w:rsid w:val="007D21AD"/>
    <w:rsid w:val="007D3C75"/>
    <w:rsid w:val="007D3DB9"/>
    <w:rsid w:val="007D4871"/>
    <w:rsid w:val="007D48C5"/>
    <w:rsid w:val="007D4B60"/>
    <w:rsid w:val="007D4E56"/>
    <w:rsid w:val="007D53AA"/>
    <w:rsid w:val="007D55DF"/>
    <w:rsid w:val="007D5676"/>
    <w:rsid w:val="007D5F86"/>
    <w:rsid w:val="007D5F98"/>
    <w:rsid w:val="007D623D"/>
    <w:rsid w:val="007D6C50"/>
    <w:rsid w:val="007E025D"/>
    <w:rsid w:val="007E0516"/>
    <w:rsid w:val="007E0611"/>
    <w:rsid w:val="007E1089"/>
    <w:rsid w:val="007E15C3"/>
    <w:rsid w:val="007E18D6"/>
    <w:rsid w:val="007E1BC4"/>
    <w:rsid w:val="007E1DFC"/>
    <w:rsid w:val="007E265E"/>
    <w:rsid w:val="007E2CDF"/>
    <w:rsid w:val="007E3797"/>
    <w:rsid w:val="007E3FC6"/>
    <w:rsid w:val="007E4171"/>
    <w:rsid w:val="007E468D"/>
    <w:rsid w:val="007E4B47"/>
    <w:rsid w:val="007E4C3D"/>
    <w:rsid w:val="007E4EFF"/>
    <w:rsid w:val="007E515B"/>
    <w:rsid w:val="007E54F3"/>
    <w:rsid w:val="007E60BE"/>
    <w:rsid w:val="007E6137"/>
    <w:rsid w:val="007E62B1"/>
    <w:rsid w:val="007E68F9"/>
    <w:rsid w:val="007E73C2"/>
    <w:rsid w:val="007E78D2"/>
    <w:rsid w:val="007F084A"/>
    <w:rsid w:val="007F0D42"/>
    <w:rsid w:val="007F1567"/>
    <w:rsid w:val="007F1628"/>
    <w:rsid w:val="007F187A"/>
    <w:rsid w:val="007F1C09"/>
    <w:rsid w:val="007F1EE5"/>
    <w:rsid w:val="007F205C"/>
    <w:rsid w:val="007F25A8"/>
    <w:rsid w:val="007F2728"/>
    <w:rsid w:val="007F30D6"/>
    <w:rsid w:val="007F30E9"/>
    <w:rsid w:val="007F31BC"/>
    <w:rsid w:val="007F369C"/>
    <w:rsid w:val="007F3B0D"/>
    <w:rsid w:val="007F3B23"/>
    <w:rsid w:val="007F3E8D"/>
    <w:rsid w:val="007F5125"/>
    <w:rsid w:val="007F515E"/>
    <w:rsid w:val="007F5904"/>
    <w:rsid w:val="007F5919"/>
    <w:rsid w:val="007F5A61"/>
    <w:rsid w:val="007F6398"/>
    <w:rsid w:val="007F6592"/>
    <w:rsid w:val="007F6725"/>
    <w:rsid w:val="007F723E"/>
    <w:rsid w:val="007F7329"/>
    <w:rsid w:val="007F760D"/>
    <w:rsid w:val="007F7626"/>
    <w:rsid w:val="007F7E74"/>
    <w:rsid w:val="00800522"/>
    <w:rsid w:val="00800C09"/>
    <w:rsid w:val="0080102A"/>
    <w:rsid w:val="00801443"/>
    <w:rsid w:val="0080160B"/>
    <w:rsid w:val="00801774"/>
    <w:rsid w:val="00801D0C"/>
    <w:rsid w:val="00802080"/>
    <w:rsid w:val="00802DE8"/>
    <w:rsid w:val="00802F4B"/>
    <w:rsid w:val="00803336"/>
    <w:rsid w:val="00803455"/>
    <w:rsid w:val="0080373F"/>
    <w:rsid w:val="0080382D"/>
    <w:rsid w:val="00803EF7"/>
    <w:rsid w:val="00804234"/>
    <w:rsid w:val="00804559"/>
    <w:rsid w:val="008049DB"/>
    <w:rsid w:val="00805438"/>
    <w:rsid w:val="00805452"/>
    <w:rsid w:val="00805644"/>
    <w:rsid w:val="00805B47"/>
    <w:rsid w:val="00805D90"/>
    <w:rsid w:val="008063D8"/>
    <w:rsid w:val="0080669E"/>
    <w:rsid w:val="00806D1F"/>
    <w:rsid w:val="00806DC6"/>
    <w:rsid w:val="008071C4"/>
    <w:rsid w:val="0080783C"/>
    <w:rsid w:val="00807AEE"/>
    <w:rsid w:val="00807CE6"/>
    <w:rsid w:val="0081078F"/>
    <w:rsid w:val="00810ABA"/>
    <w:rsid w:val="00810FDB"/>
    <w:rsid w:val="008111CA"/>
    <w:rsid w:val="00811751"/>
    <w:rsid w:val="00811B36"/>
    <w:rsid w:val="00811FBE"/>
    <w:rsid w:val="00812156"/>
    <w:rsid w:val="00812196"/>
    <w:rsid w:val="00812668"/>
    <w:rsid w:val="0081276F"/>
    <w:rsid w:val="008130B8"/>
    <w:rsid w:val="008130E0"/>
    <w:rsid w:val="00813C5E"/>
    <w:rsid w:val="00813F64"/>
    <w:rsid w:val="00814875"/>
    <w:rsid w:val="00814C54"/>
    <w:rsid w:val="00814CEA"/>
    <w:rsid w:val="00814FFA"/>
    <w:rsid w:val="00815252"/>
    <w:rsid w:val="00815401"/>
    <w:rsid w:val="008157C3"/>
    <w:rsid w:val="00816D37"/>
    <w:rsid w:val="00816F03"/>
    <w:rsid w:val="0081716A"/>
    <w:rsid w:val="00817ADC"/>
    <w:rsid w:val="00817C0E"/>
    <w:rsid w:val="00817DBB"/>
    <w:rsid w:val="00820006"/>
    <w:rsid w:val="00820135"/>
    <w:rsid w:val="008204EC"/>
    <w:rsid w:val="0082128A"/>
    <w:rsid w:val="008212A5"/>
    <w:rsid w:val="0082149A"/>
    <w:rsid w:val="00821B7F"/>
    <w:rsid w:val="0082225F"/>
    <w:rsid w:val="008225D9"/>
    <w:rsid w:val="0082291E"/>
    <w:rsid w:val="008243A9"/>
    <w:rsid w:val="00824909"/>
    <w:rsid w:val="00824F3C"/>
    <w:rsid w:val="008259AA"/>
    <w:rsid w:val="00825C3F"/>
    <w:rsid w:val="0082620D"/>
    <w:rsid w:val="00826276"/>
    <w:rsid w:val="00826D28"/>
    <w:rsid w:val="008279B0"/>
    <w:rsid w:val="00827AF5"/>
    <w:rsid w:val="00830584"/>
    <w:rsid w:val="008309B1"/>
    <w:rsid w:val="00830B39"/>
    <w:rsid w:val="00830B5B"/>
    <w:rsid w:val="00830FE3"/>
    <w:rsid w:val="008314B9"/>
    <w:rsid w:val="0083153F"/>
    <w:rsid w:val="00831D6F"/>
    <w:rsid w:val="00831E1D"/>
    <w:rsid w:val="008325B8"/>
    <w:rsid w:val="008326C9"/>
    <w:rsid w:val="00832A35"/>
    <w:rsid w:val="00832F5B"/>
    <w:rsid w:val="0083321B"/>
    <w:rsid w:val="0083350C"/>
    <w:rsid w:val="00833888"/>
    <w:rsid w:val="00834895"/>
    <w:rsid w:val="008348C4"/>
    <w:rsid w:val="0083601F"/>
    <w:rsid w:val="00837324"/>
    <w:rsid w:val="00837496"/>
    <w:rsid w:val="0083793A"/>
    <w:rsid w:val="00837EF0"/>
    <w:rsid w:val="00837EF6"/>
    <w:rsid w:val="00840AA8"/>
    <w:rsid w:val="00840BA2"/>
    <w:rsid w:val="00840C1C"/>
    <w:rsid w:val="008411CF"/>
    <w:rsid w:val="00841C14"/>
    <w:rsid w:val="00842847"/>
    <w:rsid w:val="00842AB0"/>
    <w:rsid w:val="00843499"/>
    <w:rsid w:val="00843D93"/>
    <w:rsid w:val="00844012"/>
    <w:rsid w:val="0084412C"/>
    <w:rsid w:val="00844C3B"/>
    <w:rsid w:val="00844D6D"/>
    <w:rsid w:val="00844E21"/>
    <w:rsid w:val="008451F9"/>
    <w:rsid w:val="00845487"/>
    <w:rsid w:val="0084554B"/>
    <w:rsid w:val="00845B6E"/>
    <w:rsid w:val="00846024"/>
    <w:rsid w:val="008462C6"/>
    <w:rsid w:val="008468FF"/>
    <w:rsid w:val="00847852"/>
    <w:rsid w:val="00847DCE"/>
    <w:rsid w:val="00847DFF"/>
    <w:rsid w:val="00847E81"/>
    <w:rsid w:val="008502D0"/>
    <w:rsid w:val="00850927"/>
    <w:rsid w:val="0085124F"/>
    <w:rsid w:val="008512C7"/>
    <w:rsid w:val="00851610"/>
    <w:rsid w:val="0085168E"/>
    <w:rsid w:val="008519FD"/>
    <w:rsid w:val="00851ABB"/>
    <w:rsid w:val="00851F13"/>
    <w:rsid w:val="008528F9"/>
    <w:rsid w:val="00852BB3"/>
    <w:rsid w:val="00852DA5"/>
    <w:rsid w:val="008532E5"/>
    <w:rsid w:val="008541BD"/>
    <w:rsid w:val="00854238"/>
    <w:rsid w:val="008542C7"/>
    <w:rsid w:val="0085495E"/>
    <w:rsid w:val="00854A9D"/>
    <w:rsid w:val="00854B84"/>
    <w:rsid w:val="008554DE"/>
    <w:rsid w:val="00855C56"/>
    <w:rsid w:val="00857993"/>
    <w:rsid w:val="0086047A"/>
    <w:rsid w:val="0086055D"/>
    <w:rsid w:val="00860926"/>
    <w:rsid w:val="008611C3"/>
    <w:rsid w:val="00861339"/>
    <w:rsid w:val="008617CD"/>
    <w:rsid w:val="00861991"/>
    <w:rsid w:val="00861CD5"/>
    <w:rsid w:val="00861D45"/>
    <w:rsid w:val="00862383"/>
    <w:rsid w:val="00862526"/>
    <w:rsid w:val="008628B1"/>
    <w:rsid w:val="008635F7"/>
    <w:rsid w:val="00863976"/>
    <w:rsid w:val="00863B5B"/>
    <w:rsid w:val="00863D33"/>
    <w:rsid w:val="00864086"/>
    <w:rsid w:val="008640C9"/>
    <w:rsid w:val="008642D0"/>
    <w:rsid w:val="00864362"/>
    <w:rsid w:val="00864458"/>
    <w:rsid w:val="00864552"/>
    <w:rsid w:val="0086461A"/>
    <w:rsid w:val="008651DA"/>
    <w:rsid w:val="0086553B"/>
    <w:rsid w:val="00865AF0"/>
    <w:rsid w:val="00865C8D"/>
    <w:rsid w:val="00865DE9"/>
    <w:rsid w:val="008660BA"/>
    <w:rsid w:val="0086664E"/>
    <w:rsid w:val="008666B5"/>
    <w:rsid w:val="00866A5E"/>
    <w:rsid w:val="00866DBC"/>
    <w:rsid w:val="00867554"/>
    <w:rsid w:val="00867A7D"/>
    <w:rsid w:val="00867AC7"/>
    <w:rsid w:val="008705CC"/>
    <w:rsid w:val="008709B0"/>
    <w:rsid w:val="00870C3B"/>
    <w:rsid w:val="00870FCB"/>
    <w:rsid w:val="0087162E"/>
    <w:rsid w:val="00871721"/>
    <w:rsid w:val="00871881"/>
    <w:rsid w:val="00871B01"/>
    <w:rsid w:val="00872D10"/>
    <w:rsid w:val="00872E0A"/>
    <w:rsid w:val="008731EA"/>
    <w:rsid w:val="00873640"/>
    <w:rsid w:val="0087375E"/>
    <w:rsid w:val="00874164"/>
    <w:rsid w:val="008744D7"/>
    <w:rsid w:val="00874FC0"/>
    <w:rsid w:val="00875014"/>
    <w:rsid w:val="00875129"/>
    <w:rsid w:val="008754C1"/>
    <w:rsid w:val="008754C5"/>
    <w:rsid w:val="008764AA"/>
    <w:rsid w:val="00876D6C"/>
    <w:rsid w:val="00876E25"/>
    <w:rsid w:val="00876F4A"/>
    <w:rsid w:val="0087750E"/>
    <w:rsid w:val="00877547"/>
    <w:rsid w:val="008779D3"/>
    <w:rsid w:val="00880009"/>
    <w:rsid w:val="008801F7"/>
    <w:rsid w:val="0088070E"/>
    <w:rsid w:val="0088073D"/>
    <w:rsid w:val="008808E7"/>
    <w:rsid w:val="00880E46"/>
    <w:rsid w:val="00881E44"/>
    <w:rsid w:val="0088209D"/>
    <w:rsid w:val="00882156"/>
    <w:rsid w:val="00882311"/>
    <w:rsid w:val="008828A0"/>
    <w:rsid w:val="0088300C"/>
    <w:rsid w:val="00883020"/>
    <w:rsid w:val="008834F4"/>
    <w:rsid w:val="0088377C"/>
    <w:rsid w:val="00884203"/>
    <w:rsid w:val="00884BE8"/>
    <w:rsid w:val="00884CF8"/>
    <w:rsid w:val="00884FA5"/>
    <w:rsid w:val="00885109"/>
    <w:rsid w:val="00885759"/>
    <w:rsid w:val="00885F9C"/>
    <w:rsid w:val="008862B8"/>
    <w:rsid w:val="00886B0D"/>
    <w:rsid w:val="0088724D"/>
    <w:rsid w:val="008875C7"/>
    <w:rsid w:val="0088764B"/>
    <w:rsid w:val="00887DD6"/>
    <w:rsid w:val="00890633"/>
    <w:rsid w:val="00890844"/>
    <w:rsid w:val="00890E3A"/>
    <w:rsid w:val="00891437"/>
    <w:rsid w:val="00891B6A"/>
    <w:rsid w:val="00891DA4"/>
    <w:rsid w:val="00891DEE"/>
    <w:rsid w:val="00892066"/>
    <w:rsid w:val="00893024"/>
    <w:rsid w:val="0089320A"/>
    <w:rsid w:val="008938D9"/>
    <w:rsid w:val="00893C37"/>
    <w:rsid w:val="008946E4"/>
    <w:rsid w:val="008951B5"/>
    <w:rsid w:val="00895272"/>
    <w:rsid w:val="00895435"/>
    <w:rsid w:val="00895674"/>
    <w:rsid w:val="00895773"/>
    <w:rsid w:val="00895CE6"/>
    <w:rsid w:val="008961BB"/>
    <w:rsid w:val="00896225"/>
    <w:rsid w:val="00896297"/>
    <w:rsid w:val="008964D0"/>
    <w:rsid w:val="00896706"/>
    <w:rsid w:val="00896708"/>
    <w:rsid w:val="00896955"/>
    <w:rsid w:val="00896B9D"/>
    <w:rsid w:val="00897104"/>
    <w:rsid w:val="00897191"/>
    <w:rsid w:val="00897843"/>
    <w:rsid w:val="008A029D"/>
    <w:rsid w:val="008A1B91"/>
    <w:rsid w:val="008A2680"/>
    <w:rsid w:val="008A295B"/>
    <w:rsid w:val="008A322A"/>
    <w:rsid w:val="008A3411"/>
    <w:rsid w:val="008A3B8C"/>
    <w:rsid w:val="008A3D69"/>
    <w:rsid w:val="008A3E8E"/>
    <w:rsid w:val="008A44E3"/>
    <w:rsid w:val="008A491A"/>
    <w:rsid w:val="008A4AE0"/>
    <w:rsid w:val="008A4FBA"/>
    <w:rsid w:val="008A5A34"/>
    <w:rsid w:val="008A5AB8"/>
    <w:rsid w:val="008A5C06"/>
    <w:rsid w:val="008A5D6D"/>
    <w:rsid w:val="008A6B31"/>
    <w:rsid w:val="008A6C83"/>
    <w:rsid w:val="008A705C"/>
    <w:rsid w:val="008A70F5"/>
    <w:rsid w:val="008A7937"/>
    <w:rsid w:val="008A7984"/>
    <w:rsid w:val="008A7A7E"/>
    <w:rsid w:val="008B021F"/>
    <w:rsid w:val="008B031F"/>
    <w:rsid w:val="008B09A6"/>
    <w:rsid w:val="008B0A44"/>
    <w:rsid w:val="008B12DD"/>
    <w:rsid w:val="008B150F"/>
    <w:rsid w:val="008B18DD"/>
    <w:rsid w:val="008B1E15"/>
    <w:rsid w:val="008B1E4B"/>
    <w:rsid w:val="008B23D8"/>
    <w:rsid w:val="008B2465"/>
    <w:rsid w:val="008B2623"/>
    <w:rsid w:val="008B2647"/>
    <w:rsid w:val="008B27B2"/>
    <w:rsid w:val="008B2BEF"/>
    <w:rsid w:val="008B2D9B"/>
    <w:rsid w:val="008B2DD1"/>
    <w:rsid w:val="008B31D0"/>
    <w:rsid w:val="008B351A"/>
    <w:rsid w:val="008B39FA"/>
    <w:rsid w:val="008B3B8A"/>
    <w:rsid w:val="008B3EB0"/>
    <w:rsid w:val="008B3F2A"/>
    <w:rsid w:val="008B4411"/>
    <w:rsid w:val="008B4730"/>
    <w:rsid w:val="008B4766"/>
    <w:rsid w:val="008B491A"/>
    <w:rsid w:val="008B49AA"/>
    <w:rsid w:val="008B5E8A"/>
    <w:rsid w:val="008B6006"/>
    <w:rsid w:val="008B6313"/>
    <w:rsid w:val="008B6900"/>
    <w:rsid w:val="008B6E8D"/>
    <w:rsid w:val="008B7286"/>
    <w:rsid w:val="008B7792"/>
    <w:rsid w:val="008B7988"/>
    <w:rsid w:val="008B79C9"/>
    <w:rsid w:val="008C051A"/>
    <w:rsid w:val="008C0B50"/>
    <w:rsid w:val="008C0C21"/>
    <w:rsid w:val="008C0E51"/>
    <w:rsid w:val="008C19FF"/>
    <w:rsid w:val="008C25A1"/>
    <w:rsid w:val="008C2902"/>
    <w:rsid w:val="008C2ED8"/>
    <w:rsid w:val="008C30D4"/>
    <w:rsid w:val="008C3CAB"/>
    <w:rsid w:val="008C3DE8"/>
    <w:rsid w:val="008C4712"/>
    <w:rsid w:val="008C4DF2"/>
    <w:rsid w:val="008C5AE1"/>
    <w:rsid w:val="008C5C9E"/>
    <w:rsid w:val="008C6091"/>
    <w:rsid w:val="008C60FC"/>
    <w:rsid w:val="008C6191"/>
    <w:rsid w:val="008C649C"/>
    <w:rsid w:val="008C6559"/>
    <w:rsid w:val="008C66D7"/>
    <w:rsid w:val="008C721F"/>
    <w:rsid w:val="008C72CB"/>
    <w:rsid w:val="008C73AE"/>
    <w:rsid w:val="008C7657"/>
    <w:rsid w:val="008C79D9"/>
    <w:rsid w:val="008C7B52"/>
    <w:rsid w:val="008C7C37"/>
    <w:rsid w:val="008D01C8"/>
    <w:rsid w:val="008D0422"/>
    <w:rsid w:val="008D0444"/>
    <w:rsid w:val="008D0F84"/>
    <w:rsid w:val="008D1309"/>
    <w:rsid w:val="008D138A"/>
    <w:rsid w:val="008D14F1"/>
    <w:rsid w:val="008D1670"/>
    <w:rsid w:val="008D1747"/>
    <w:rsid w:val="008D1F1D"/>
    <w:rsid w:val="008D21FE"/>
    <w:rsid w:val="008D296C"/>
    <w:rsid w:val="008D35CF"/>
    <w:rsid w:val="008D361D"/>
    <w:rsid w:val="008D45F5"/>
    <w:rsid w:val="008D4716"/>
    <w:rsid w:val="008D4A1F"/>
    <w:rsid w:val="008D4A4F"/>
    <w:rsid w:val="008D4CAE"/>
    <w:rsid w:val="008D4E0A"/>
    <w:rsid w:val="008D5594"/>
    <w:rsid w:val="008D57F8"/>
    <w:rsid w:val="008D5AC7"/>
    <w:rsid w:val="008D5BB2"/>
    <w:rsid w:val="008D5F3E"/>
    <w:rsid w:val="008D6077"/>
    <w:rsid w:val="008D6602"/>
    <w:rsid w:val="008D66E0"/>
    <w:rsid w:val="008D6976"/>
    <w:rsid w:val="008D702B"/>
    <w:rsid w:val="008D7E36"/>
    <w:rsid w:val="008E06BC"/>
    <w:rsid w:val="008E08C1"/>
    <w:rsid w:val="008E0F90"/>
    <w:rsid w:val="008E1194"/>
    <w:rsid w:val="008E1DE3"/>
    <w:rsid w:val="008E1EB2"/>
    <w:rsid w:val="008E2135"/>
    <w:rsid w:val="008E29F7"/>
    <w:rsid w:val="008E2D0A"/>
    <w:rsid w:val="008E2E56"/>
    <w:rsid w:val="008E2F61"/>
    <w:rsid w:val="008E35B2"/>
    <w:rsid w:val="008E35F3"/>
    <w:rsid w:val="008E3680"/>
    <w:rsid w:val="008E3908"/>
    <w:rsid w:val="008E3AE5"/>
    <w:rsid w:val="008E3D9D"/>
    <w:rsid w:val="008E4304"/>
    <w:rsid w:val="008E51BE"/>
    <w:rsid w:val="008E5632"/>
    <w:rsid w:val="008E5861"/>
    <w:rsid w:val="008E68E7"/>
    <w:rsid w:val="008E6901"/>
    <w:rsid w:val="008E75B6"/>
    <w:rsid w:val="008E78BD"/>
    <w:rsid w:val="008E7C9B"/>
    <w:rsid w:val="008F025C"/>
    <w:rsid w:val="008F03CE"/>
    <w:rsid w:val="008F0694"/>
    <w:rsid w:val="008F0827"/>
    <w:rsid w:val="008F0B92"/>
    <w:rsid w:val="008F17C8"/>
    <w:rsid w:val="008F18DA"/>
    <w:rsid w:val="008F1933"/>
    <w:rsid w:val="008F1FB2"/>
    <w:rsid w:val="008F2070"/>
    <w:rsid w:val="008F224E"/>
    <w:rsid w:val="008F2992"/>
    <w:rsid w:val="008F2A3A"/>
    <w:rsid w:val="008F310D"/>
    <w:rsid w:val="008F32E8"/>
    <w:rsid w:val="008F3F56"/>
    <w:rsid w:val="008F4AE4"/>
    <w:rsid w:val="008F4EFF"/>
    <w:rsid w:val="008F5763"/>
    <w:rsid w:val="008F5A34"/>
    <w:rsid w:val="008F6213"/>
    <w:rsid w:val="008F6E5B"/>
    <w:rsid w:val="008F6FA1"/>
    <w:rsid w:val="008F76CA"/>
    <w:rsid w:val="008F7ACF"/>
    <w:rsid w:val="00900014"/>
    <w:rsid w:val="009000BF"/>
    <w:rsid w:val="0090041E"/>
    <w:rsid w:val="00901E6D"/>
    <w:rsid w:val="009025A9"/>
    <w:rsid w:val="00902B67"/>
    <w:rsid w:val="00902C33"/>
    <w:rsid w:val="00902CA6"/>
    <w:rsid w:val="00902DF9"/>
    <w:rsid w:val="009035FD"/>
    <w:rsid w:val="00903782"/>
    <w:rsid w:val="0090395F"/>
    <w:rsid w:val="00903C6F"/>
    <w:rsid w:val="0090462A"/>
    <w:rsid w:val="00904D9B"/>
    <w:rsid w:val="00904DEF"/>
    <w:rsid w:val="009052BD"/>
    <w:rsid w:val="00905380"/>
    <w:rsid w:val="00905EDF"/>
    <w:rsid w:val="00905FA0"/>
    <w:rsid w:val="00906CCA"/>
    <w:rsid w:val="0090728C"/>
    <w:rsid w:val="00907681"/>
    <w:rsid w:val="00907AD1"/>
    <w:rsid w:val="00907BA6"/>
    <w:rsid w:val="00907CC7"/>
    <w:rsid w:val="00907DB5"/>
    <w:rsid w:val="00907E5C"/>
    <w:rsid w:val="00907F5A"/>
    <w:rsid w:val="00907F72"/>
    <w:rsid w:val="00910641"/>
    <w:rsid w:val="00910773"/>
    <w:rsid w:val="00910E7C"/>
    <w:rsid w:val="00910FE6"/>
    <w:rsid w:val="00911732"/>
    <w:rsid w:val="00911E8F"/>
    <w:rsid w:val="009124E0"/>
    <w:rsid w:val="009129D7"/>
    <w:rsid w:val="00912E58"/>
    <w:rsid w:val="00913526"/>
    <w:rsid w:val="0091358C"/>
    <w:rsid w:val="00914112"/>
    <w:rsid w:val="009141BB"/>
    <w:rsid w:val="00914485"/>
    <w:rsid w:val="00914C28"/>
    <w:rsid w:val="00915296"/>
    <w:rsid w:val="00915543"/>
    <w:rsid w:val="009159AA"/>
    <w:rsid w:val="00915B59"/>
    <w:rsid w:val="0091614D"/>
    <w:rsid w:val="009166B0"/>
    <w:rsid w:val="00916B0A"/>
    <w:rsid w:val="00916F55"/>
    <w:rsid w:val="00917425"/>
    <w:rsid w:val="00917494"/>
    <w:rsid w:val="0091769A"/>
    <w:rsid w:val="0091770E"/>
    <w:rsid w:val="00917730"/>
    <w:rsid w:val="00917BAA"/>
    <w:rsid w:val="0092016A"/>
    <w:rsid w:val="00920F9E"/>
    <w:rsid w:val="009212C2"/>
    <w:rsid w:val="00921A92"/>
    <w:rsid w:val="00921C7E"/>
    <w:rsid w:val="00922352"/>
    <w:rsid w:val="0092268C"/>
    <w:rsid w:val="009227B8"/>
    <w:rsid w:val="00922A92"/>
    <w:rsid w:val="00922BB5"/>
    <w:rsid w:val="009233AB"/>
    <w:rsid w:val="0092348B"/>
    <w:rsid w:val="00923578"/>
    <w:rsid w:val="00923DE3"/>
    <w:rsid w:val="00923E79"/>
    <w:rsid w:val="00924A32"/>
    <w:rsid w:val="009258AB"/>
    <w:rsid w:val="00925ECB"/>
    <w:rsid w:val="00926134"/>
    <w:rsid w:val="0092636F"/>
    <w:rsid w:val="00926509"/>
    <w:rsid w:val="00926677"/>
    <w:rsid w:val="009276D8"/>
    <w:rsid w:val="00927AC7"/>
    <w:rsid w:val="00927C19"/>
    <w:rsid w:val="00927E1A"/>
    <w:rsid w:val="00930075"/>
    <w:rsid w:val="009304B7"/>
    <w:rsid w:val="00930EC2"/>
    <w:rsid w:val="00931242"/>
    <w:rsid w:val="00931C38"/>
    <w:rsid w:val="00931CF6"/>
    <w:rsid w:val="009320B1"/>
    <w:rsid w:val="009323A7"/>
    <w:rsid w:val="009325AB"/>
    <w:rsid w:val="0093285F"/>
    <w:rsid w:val="0093291F"/>
    <w:rsid w:val="00932961"/>
    <w:rsid w:val="0093339F"/>
    <w:rsid w:val="00933732"/>
    <w:rsid w:val="00933919"/>
    <w:rsid w:val="009339BC"/>
    <w:rsid w:val="00934115"/>
    <w:rsid w:val="00934B83"/>
    <w:rsid w:val="00934D5F"/>
    <w:rsid w:val="00935705"/>
    <w:rsid w:val="00935AC6"/>
    <w:rsid w:val="00936786"/>
    <w:rsid w:val="00936CBD"/>
    <w:rsid w:val="00937443"/>
    <w:rsid w:val="00937615"/>
    <w:rsid w:val="00937678"/>
    <w:rsid w:val="00937838"/>
    <w:rsid w:val="00937899"/>
    <w:rsid w:val="009378B1"/>
    <w:rsid w:val="009379DE"/>
    <w:rsid w:val="009406FA"/>
    <w:rsid w:val="00940B1B"/>
    <w:rsid w:val="00940F4C"/>
    <w:rsid w:val="00941013"/>
    <w:rsid w:val="0094133F"/>
    <w:rsid w:val="00941466"/>
    <w:rsid w:val="0094167E"/>
    <w:rsid w:val="0094186A"/>
    <w:rsid w:val="0094197F"/>
    <w:rsid w:val="00941C05"/>
    <w:rsid w:val="00941C6D"/>
    <w:rsid w:val="00941EBE"/>
    <w:rsid w:val="00941F96"/>
    <w:rsid w:val="009422D4"/>
    <w:rsid w:val="00942590"/>
    <w:rsid w:val="00942D7A"/>
    <w:rsid w:val="00942E8F"/>
    <w:rsid w:val="009431A5"/>
    <w:rsid w:val="009433C0"/>
    <w:rsid w:val="0094360D"/>
    <w:rsid w:val="009437E0"/>
    <w:rsid w:val="0094380B"/>
    <w:rsid w:val="0094387E"/>
    <w:rsid w:val="0094390D"/>
    <w:rsid w:val="00943B68"/>
    <w:rsid w:val="00943C1F"/>
    <w:rsid w:val="00943C58"/>
    <w:rsid w:val="00943D88"/>
    <w:rsid w:val="00943F51"/>
    <w:rsid w:val="00944121"/>
    <w:rsid w:val="009443AF"/>
    <w:rsid w:val="0094453C"/>
    <w:rsid w:val="00944E50"/>
    <w:rsid w:val="00945C99"/>
    <w:rsid w:val="00945D8B"/>
    <w:rsid w:val="0094628C"/>
    <w:rsid w:val="009464CA"/>
    <w:rsid w:val="00946621"/>
    <w:rsid w:val="009466C2"/>
    <w:rsid w:val="00946D42"/>
    <w:rsid w:val="009471AC"/>
    <w:rsid w:val="00947497"/>
    <w:rsid w:val="009505C9"/>
    <w:rsid w:val="009508F8"/>
    <w:rsid w:val="00950EA4"/>
    <w:rsid w:val="009515C8"/>
    <w:rsid w:val="00951654"/>
    <w:rsid w:val="00951826"/>
    <w:rsid w:val="00952088"/>
    <w:rsid w:val="00952222"/>
    <w:rsid w:val="00952A6F"/>
    <w:rsid w:val="009534E0"/>
    <w:rsid w:val="009537A0"/>
    <w:rsid w:val="0095408B"/>
    <w:rsid w:val="009542C2"/>
    <w:rsid w:val="009547A0"/>
    <w:rsid w:val="00954A85"/>
    <w:rsid w:val="00954E33"/>
    <w:rsid w:val="009553CE"/>
    <w:rsid w:val="00955B66"/>
    <w:rsid w:val="00955C43"/>
    <w:rsid w:val="00955FD2"/>
    <w:rsid w:val="009567F0"/>
    <w:rsid w:val="00956C63"/>
    <w:rsid w:val="009570D9"/>
    <w:rsid w:val="009573B6"/>
    <w:rsid w:val="0095776D"/>
    <w:rsid w:val="009605B1"/>
    <w:rsid w:val="00960DB6"/>
    <w:rsid w:val="00961053"/>
    <w:rsid w:val="00961096"/>
    <w:rsid w:val="009614E3"/>
    <w:rsid w:val="00961733"/>
    <w:rsid w:val="00961D04"/>
    <w:rsid w:val="0096253D"/>
    <w:rsid w:val="009627FB"/>
    <w:rsid w:val="0096283E"/>
    <w:rsid w:val="00962987"/>
    <w:rsid w:val="00962F79"/>
    <w:rsid w:val="00963960"/>
    <w:rsid w:val="009642C9"/>
    <w:rsid w:val="009644C0"/>
    <w:rsid w:val="009645D8"/>
    <w:rsid w:val="009648FE"/>
    <w:rsid w:val="0096500D"/>
    <w:rsid w:val="00965130"/>
    <w:rsid w:val="009655E0"/>
    <w:rsid w:val="00965C3E"/>
    <w:rsid w:val="00966085"/>
    <w:rsid w:val="009665F5"/>
    <w:rsid w:val="00966600"/>
    <w:rsid w:val="009666CD"/>
    <w:rsid w:val="00966DB5"/>
    <w:rsid w:val="00967CBC"/>
    <w:rsid w:val="009703F7"/>
    <w:rsid w:val="0097124D"/>
    <w:rsid w:val="00971A75"/>
    <w:rsid w:val="00972151"/>
    <w:rsid w:val="0097232E"/>
    <w:rsid w:val="00972A0E"/>
    <w:rsid w:val="009735E9"/>
    <w:rsid w:val="009738D6"/>
    <w:rsid w:val="009739BB"/>
    <w:rsid w:val="009739D5"/>
    <w:rsid w:val="00973E6B"/>
    <w:rsid w:val="00973F85"/>
    <w:rsid w:val="0097415E"/>
    <w:rsid w:val="009741D5"/>
    <w:rsid w:val="00974569"/>
    <w:rsid w:val="0097483C"/>
    <w:rsid w:val="0097606E"/>
    <w:rsid w:val="00976078"/>
    <w:rsid w:val="00976320"/>
    <w:rsid w:val="00976375"/>
    <w:rsid w:val="00976AEE"/>
    <w:rsid w:val="00977338"/>
    <w:rsid w:val="009773A7"/>
    <w:rsid w:val="009775C9"/>
    <w:rsid w:val="009775F9"/>
    <w:rsid w:val="00977747"/>
    <w:rsid w:val="00977A83"/>
    <w:rsid w:val="00980344"/>
    <w:rsid w:val="00980F93"/>
    <w:rsid w:val="00981267"/>
    <w:rsid w:val="00981557"/>
    <w:rsid w:val="009815CD"/>
    <w:rsid w:val="00981850"/>
    <w:rsid w:val="00981AF4"/>
    <w:rsid w:val="00981D71"/>
    <w:rsid w:val="00981F0F"/>
    <w:rsid w:val="00982654"/>
    <w:rsid w:val="00982964"/>
    <w:rsid w:val="00982B50"/>
    <w:rsid w:val="00982EB7"/>
    <w:rsid w:val="00982EC4"/>
    <w:rsid w:val="009834AF"/>
    <w:rsid w:val="009837BE"/>
    <w:rsid w:val="00983ABD"/>
    <w:rsid w:val="00983E90"/>
    <w:rsid w:val="0098418A"/>
    <w:rsid w:val="00984629"/>
    <w:rsid w:val="00984AA4"/>
    <w:rsid w:val="009853D8"/>
    <w:rsid w:val="00985435"/>
    <w:rsid w:val="009854E9"/>
    <w:rsid w:val="00985760"/>
    <w:rsid w:val="00985BF9"/>
    <w:rsid w:val="00985EEB"/>
    <w:rsid w:val="0098614D"/>
    <w:rsid w:val="009865B5"/>
    <w:rsid w:val="00987B18"/>
    <w:rsid w:val="00987B57"/>
    <w:rsid w:val="00987DC9"/>
    <w:rsid w:val="00990262"/>
    <w:rsid w:val="00990429"/>
    <w:rsid w:val="00990D11"/>
    <w:rsid w:val="009912A4"/>
    <w:rsid w:val="00991BEF"/>
    <w:rsid w:val="009922FD"/>
    <w:rsid w:val="00992588"/>
    <w:rsid w:val="00992755"/>
    <w:rsid w:val="009930DC"/>
    <w:rsid w:val="00993465"/>
    <w:rsid w:val="00993F7F"/>
    <w:rsid w:val="00994371"/>
    <w:rsid w:val="009944FC"/>
    <w:rsid w:val="009947CF"/>
    <w:rsid w:val="009949E2"/>
    <w:rsid w:val="00994B18"/>
    <w:rsid w:val="00994F74"/>
    <w:rsid w:val="00994FF8"/>
    <w:rsid w:val="00995716"/>
    <w:rsid w:val="009958AD"/>
    <w:rsid w:val="00995B04"/>
    <w:rsid w:val="00995B35"/>
    <w:rsid w:val="0099608F"/>
    <w:rsid w:val="00996B29"/>
    <w:rsid w:val="00996DB4"/>
    <w:rsid w:val="00996F63"/>
    <w:rsid w:val="0099748D"/>
    <w:rsid w:val="0099785D"/>
    <w:rsid w:val="009A0174"/>
    <w:rsid w:val="009A01E3"/>
    <w:rsid w:val="009A028D"/>
    <w:rsid w:val="009A065C"/>
    <w:rsid w:val="009A0F70"/>
    <w:rsid w:val="009A127B"/>
    <w:rsid w:val="009A12AD"/>
    <w:rsid w:val="009A139A"/>
    <w:rsid w:val="009A150B"/>
    <w:rsid w:val="009A17C7"/>
    <w:rsid w:val="009A1C06"/>
    <w:rsid w:val="009A1CAF"/>
    <w:rsid w:val="009A1DC4"/>
    <w:rsid w:val="009A28A8"/>
    <w:rsid w:val="009A2B26"/>
    <w:rsid w:val="009A2D55"/>
    <w:rsid w:val="009A2FDC"/>
    <w:rsid w:val="009A30E7"/>
    <w:rsid w:val="009A3390"/>
    <w:rsid w:val="009A3C2B"/>
    <w:rsid w:val="009A4000"/>
    <w:rsid w:val="009A4016"/>
    <w:rsid w:val="009A42D4"/>
    <w:rsid w:val="009A4C80"/>
    <w:rsid w:val="009A5654"/>
    <w:rsid w:val="009A5697"/>
    <w:rsid w:val="009A597F"/>
    <w:rsid w:val="009A678F"/>
    <w:rsid w:val="009A6887"/>
    <w:rsid w:val="009A69DB"/>
    <w:rsid w:val="009A6A62"/>
    <w:rsid w:val="009A6DEC"/>
    <w:rsid w:val="009A71BF"/>
    <w:rsid w:val="009A7D8F"/>
    <w:rsid w:val="009B0040"/>
    <w:rsid w:val="009B074A"/>
    <w:rsid w:val="009B150D"/>
    <w:rsid w:val="009B16BA"/>
    <w:rsid w:val="009B1E68"/>
    <w:rsid w:val="009B2E5C"/>
    <w:rsid w:val="009B33DB"/>
    <w:rsid w:val="009B35E1"/>
    <w:rsid w:val="009B38D5"/>
    <w:rsid w:val="009B44C8"/>
    <w:rsid w:val="009B4793"/>
    <w:rsid w:val="009B4A16"/>
    <w:rsid w:val="009B4BB6"/>
    <w:rsid w:val="009B53BC"/>
    <w:rsid w:val="009B5DEA"/>
    <w:rsid w:val="009B6075"/>
    <w:rsid w:val="009B6925"/>
    <w:rsid w:val="009B6B22"/>
    <w:rsid w:val="009B6CB7"/>
    <w:rsid w:val="009B78B0"/>
    <w:rsid w:val="009B7A5C"/>
    <w:rsid w:val="009B7D9F"/>
    <w:rsid w:val="009C01C4"/>
    <w:rsid w:val="009C0CBB"/>
    <w:rsid w:val="009C13CB"/>
    <w:rsid w:val="009C176C"/>
    <w:rsid w:val="009C193D"/>
    <w:rsid w:val="009C1F64"/>
    <w:rsid w:val="009C1F92"/>
    <w:rsid w:val="009C2B52"/>
    <w:rsid w:val="009C4814"/>
    <w:rsid w:val="009C507F"/>
    <w:rsid w:val="009C508B"/>
    <w:rsid w:val="009C50B4"/>
    <w:rsid w:val="009C5359"/>
    <w:rsid w:val="009C56A9"/>
    <w:rsid w:val="009C60D0"/>
    <w:rsid w:val="009C61A7"/>
    <w:rsid w:val="009C6295"/>
    <w:rsid w:val="009C65B6"/>
    <w:rsid w:val="009C66EB"/>
    <w:rsid w:val="009C768C"/>
    <w:rsid w:val="009C7EF7"/>
    <w:rsid w:val="009D061E"/>
    <w:rsid w:val="009D06D9"/>
    <w:rsid w:val="009D075E"/>
    <w:rsid w:val="009D0D31"/>
    <w:rsid w:val="009D13B1"/>
    <w:rsid w:val="009D158B"/>
    <w:rsid w:val="009D22FB"/>
    <w:rsid w:val="009D2357"/>
    <w:rsid w:val="009D2B3A"/>
    <w:rsid w:val="009D2E2B"/>
    <w:rsid w:val="009D3B88"/>
    <w:rsid w:val="009D3CC7"/>
    <w:rsid w:val="009D3E2A"/>
    <w:rsid w:val="009D4F32"/>
    <w:rsid w:val="009D4FC7"/>
    <w:rsid w:val="009D529A"/>
    <w:rsid w:val="009D556B"/>
    <w:rsid w:val="009D566F"/>
    <w:rsid w:val="009D58B0"/>
    <w:rsid w:val="009D6670"/>
    <w:rsid w:val="009D68A1"/>
    <w:rsid w:val="009D732B"/>
    <w:rsid w:val="009D7DC8"/>
    <w:rsid w:val="009E0261"/>
    <w:rsid w:val="009E05DB"/>
    <w:rsid w:val="009E0A73"/>
    <w:rsid w:val="009E0E2E"/>
    <w:rsid w:val="009E0F4B"/>
    <w:rsid w:val="009E17B5"/>
    <w:rsid w:val="009E1B4B"/>
    <w:rsid w:val="009E1D8E"/>
    <w:rsid w:val="009E23C6"/>
    <w:rsid w:val="009E2814"/>
    <w:rsid w:val="009E290C"/>
    <w:rsid w:val="009E2CB4"/>
    <w:rsid w:val="009E2CE7"/>
    <w:rsid w:val="009E2FDD"/>
    <w:rsid w:val="009E38F1"/>
    <w:rsid w:val="009E3D7E"/>
    <w:rsid w:val="009E41BA"/>
    <w:rsid w:val="009E4298"/>
    <w:rsid w:val="009E5432"/>
    <w:rsid w:val="009E5BF0"/>
    <w:rsid w:val="009E5C53"/>
    <w:rsid w:val="009E644D"/>
    <w:rsid w:val="009E6637"/>
    <w:rsid w:val="009E795B"/>
    <w:rsid w:val="009E79E0"/>
    <w:rsid w:val="009E7B56"/>
    <w:rsid w:val="009E7B6D"/>
    <w:rsid w:val="009F00E3"/>
    <w:rsid w:val="009F0516"/>
    <w:rsid w:val="009F0AAD"/>
    <w:rsid w:val="009F0FE5"/>
    <w:rsid w:val="009F12D5"/>
    <w:rsid w:val="009F1300"/>
    <w:rsid w:val="009F1B10"/>
    <w:rsid w:val="009F21FE"/>
    <w:rsid w:val="009F22C6"/>
    <w:rsid w:val="009F24E3"/>
    <w:rsid w:val="009F2502"/>
    <w:rsid w:val="009F257D"/>
    <w:rsid w:val="009F2701"/>
    <w:rsid w:val="009F271C"/>
    <w:rsid w:val="009F2ACD"/>
    <w:rsid w:val="009F2C2D"/>
    <w:rsid w:val="009F2C8F"/>
    <w:rsid w:val="009F3FB5"/>
    <w:rsid w:val="009F42BF"/>
    <w:rsid w:val="009F43A5"/>
    <w:rsid w:val="009F4437"/>
    <w:rsid w:val="009F457F"/>
    <w:rsid w:val="009F48B1"/>
    <w:rsid w:val="009F5004"/>
    <w:rsid w:val="009F52DB"/>
    <w:rsid w:val="009F5B65"/>
    <w:rsid w:val="009F606C"/>
    <w:rsid w:val="009F62E8"/>
    <w:rsid w:val="009F639A"/>
    <w:rsid w:val="009F6628"/>
    <w:rsid w:val="009F7687"/>
    <w:rsid w:val="00A00766"/>
    <w:rsid w:val="00A008F8"/>
    <w:rsid w:val="00A00962"/>
    <w:rsid w:val="00A00A34"/>
    <w:rsid w:val="00A014EB"/>
    <w:rsid w:val="00A0179C"/>
    <w:rsid w:val="00A01AF6"/>
    <w:rsid w:val="00A02472"/>
    <w:rsid w:val="00A02939"/>
    <w:rsid w:val="00A03051"/>
    <w:rsid w:val="00A03397"/>
    <w:rsid w:val="00A037F0"/>
    <w:rsid w:val="00A03E63"/>
    <w:rsid w:val="00A04195"/>
    <w:rsid w:val="00A0433F"/>
    <w:rsid w:val="00A04AF5"/>
    <w:rsid w:val="00A04FD5"/>
    <w:rsid w:val="00A053AA"/>
    <w:rsid w:val="00A064E1"/>
    <w:rsid w:val="00A06874"/>
    <w:rsid w:val="00A06A8E"/>
    <w:rsid w:val="00A06CC7"/>
    <w:rsid w:val="00A07319"/>
    <w:rsid w:val="00A0760A"/>
    <w:rsid w:val="00A0768A"/>
    <w:rsid w:val="00A07BE6"/>
    <w:rsid w:val="00A10B4F"/>
    <w:rsid w:val="00A1141B"/>
    <w:rsid w:val="00A1170B"/>
    <w:rsid w:val="00A11EA4"/>
    <w:rsid w:val="00A11F89"/>
    <w:rsid w:val="00A1231D"/>
    <w:rsid w:val="00A1273A"/>
    <w:rsid w:val="00A12B8F"/>
    <w:rsid w:val="00A12C36"/>
    <w:rsid w:val="00A1316A"/>
    <w:rsid w:val="00A1380D"/>
    <w:rsid w:val="00A13D15"/>
    <w:rsid w:val="00A14479"/>
    <w:rsid w:val="00A1454C"/>
    <w:rsid w:val="00A14CD4"/>
    <w:rsid w:val="00A1604F"/>
    <w:rsid w:val="00A16321"/>
    <w:rsid w:val="00A163BA"/>
    <w:rsid w:val="00A1656F"/>
    <w:rsid w:val="00A1669E"/>
    <w:rsid w:val="00A16B95"/>
    <w:rsid w:val="00A1727B"/>
    <w:rsid w:val="00A17307"/>
    <w:rsid w:val="00A175D2"/>
    <w:rsid w:val="00A17F58"/>
    <w:rsid w:val="00A20098"/>
    <w:rsid w:val="00A206E3"/>
    <w:rsid w:val="00A206E5"/>
    <w:rsid w:val="00A208CA"/>
    <w:rsid w:val="00A20F50"/>
    <w:rsid w:val="00A21309"/>
    <w:rsid w:val="00A21537"/>
    <w:rsid w:val="00A218E2"/>
    <w:rsid w:val="00A21BF5"/>
    <w:rsid w:val="00A2219C"/>
    <w:rsid w:val="00A222EE"/>
    <w:rsid w:val="00A22A2A"/>
    <w:rsid w:val="00A23C24"/>
    <w:rsid w:val="00A23DEA"/>
    <w:rsid w:val="00A243EA"/>
    <w:rsid w:val="00A25791"/>
    <w:rsid w:val="00A25E23"/>
    <w:rsid w:val="00A25EA9"/>
    <w:rsid w:val="00A2633E"/>
    <w:rsid w:val="00A26592"/>
    <w:rsid w:val="00A26DE3"/>
    <w:rsid w:val="00A26F80"/>
    <w:rsid w:val="00A2712E"/>
    <w:rsid w:val="00A27236"/>
    <w:rsid w:val="00A27658"/>
    <w:rsid w:val="00A27AFF"/>
    <w:rsid w:val="00A27D20"/>
    <w:rsid w:val="00A27E8D"/>
    <w:rsid w:val="00A310B6"/>
    <w:rsid w:val="00A3131B"/>
    <w:rsid w:val="00A3147A"/>
    <w:rsid w:val="00A314BF"/>
    <w:rsid w:val="00A3181D"/>
    <w:rsid w:val="00A31D76"/>
    <w:rsid w:val="00A3204A"/>
    <w:rsid w:val="00A321B1"/>
    <w:rsid w:val="00A32956"/>
    <w:rsid w:val="00A32B2F"/>
    <w:rsid w:val="00A33E06"/>
    <w:rsid w:val="00A34476"/>
    <w:rsid w:val="00A351FF"/>
    <w:rsid w:val="00A35A6C"/>
    <w:rsid w:val="00A35EAF"/>
    <w:rsid w:val="00A361C9"/>
    <w:rsid w:val="00A363C2"/>
    <w:rsid w:val="00A36980"/>
    <w:rsid w:val="00A37522"/>
    <w:rsid w:val="00A37590"/>
    <w:rsid w:val="00A37602"/>
    <w:rsid w:val="00A37CDF"/>
    <w:rsid w:val="00A40646"/>
    <w:rsid w:val="00A406E8"/>
    <w:rsid w:val="00A4125E"/>
    <w:rsid w:val="00A41A66"/>
    <w:rsid w:val="00A4201C"/>
    <w:rsid w:val="00A42207"/>
    <w:rsid w:val="00A429E7"/>
    <w:rsid w:val="00A43362"/>
    <w:rsid w:val="00A437F3"/>
    <w:rsid w:val="00A439CD"/>
    <w:rsid w:val="00A43A1C"/>
    <w:rsid w:val="00A43EC5"/>
    <w:rsid w:val="00A43FAB"/>
    <w:rsid w:val="00A4427D"/>
    <w:rsid w:val="00A44327"/>
    <w:rsid w:val="00A4477D"/>
    <w:rsid w:val="00A44997"/>
    <w:rsid w:val="00A44DBE"/>
    <w:rsid w:val="00A454C5"/>
    <w:rsid w:val="00A45918"/>
    <w:rsid w:val="00A45A0F"/>
    <w:rsid w:val="00A45D1A"/>
    <w:rsid w:val="00A45F99"/>
    <w:rsid w:val="00A4613A"/>
    <w:rsid w:val="00A46789"/>
    <w:rsid w:val="00A469E8"/>
    <w:rsid w:val="00A46AA9"/>
    <w:rsid w:val="00A46DC2"/>
    <w:rsid w:val="00A46EE4"/>
    <w:rsid w:val="00A4751E"/>
    <w:rsid w:val="00A47B3A"/>
    <w:rsid w:val="00A47C00"/>
    <w:rsid w:val="00A47D06"/>
    <w:rsid w:val="00A47EC8"/>
    <w:rsid w:val="00A500BF"/>
    <w:rsid w:val="00A503C7"/>
    <w:rsid w:val="00A50575"/>
    <w:rsid w:val="00A5067B"/>
    <w:rsid w:val="00A50773"/>
    <w:rsid w:val="00A507B1"/>
    <w:rsid w:val="00A50BAA"/>
    <w:rsid w:val="00A511C4"/>
    <w:rsid w:val="00A51F3F"/>
    <w:rsid w:val="00A52289"/>
    <w:rsid w:val="00A52553"/>
    <w:rsid w:val="00A53072"/>
    <w:rsid w:val="00A5322E"/>
    <w:rsid w:val="00A53B73"/>
    <w:rsid w:val="00A53BD3"/>
    <w:rsid w:val="00A54272"/>
    <w:rsid w:val="00A54478"/>
    <w:rsid w:val="00A548AE"/>
    <w:rsid w:val="00A549D2"/>
    <w:rsid w:val="00A54A64"/>
    <w:rsid w:val="00A54C1D"/>
    <w:rsid w:val="00A55067"/>
    <w:rsid w:val="00A557BE"/>
    <w:rsid w:val="00A55A96"/>
    <w:rsid w:val="00A56B6B"/>
    <w:rsid w:val="00A56EE4"/>
    <w:rsid w:val="00A5726A"/>
    <w:rsid w:val="00A5765A"/>
    <w:rsid w:val="00A578A4"/>
    <w:rsid w:val="00A57E9B"/>
    <w:rsid w:val="00A60730"/>
    <w:rsid w:val="00A607CA"/>
    <w:rsid w:val="00A608CB"/>
    <w:rsid w:val="00A60E8F"/>
    <w:rsid w:val="00A611D0"/>
    <w:rsid w:val="00A612CA"/>
    <w:rsid w:val="00A61584"/>
    <w:rsid w:val="00A616C1"/>
    <w:rsid w:val="00A617EE"/>
    <w:rsid w:val="00A61B22"/>
    <w:rsid w:val="00A61C2D"/>
    <w:rsid w:val="00A61E59"/>
    <w:rsid w:val="00A6202A"/>
    <w:rsid w:val="00A622D8"/>
    <w:rsid w:val="00A6251D"/>
    <w:rsid w:val="00A62641"/>
    <w:rsid w:val="00A62675"/>
    <w:rsid w:val="00A6271B"/>
    <w:rsid w:val="00A629F3"/>
    <w:rsid w:val="00A62B40"/>
    <w:rsid w:val="00A62E0D"/>
    <w:rsid w:val="00A63463"/>
    <w:rsid w:val="00A636D3"/>
    <w:rsid w:val="00A6378D"/>
    <w:rsid w:val="00A63F8B"/>
    <w:rsid w:val="00A63FB0"/>
    <w:rsid w:val="00A64138"/>
    <w:rsid w:val="00A644F5"/>
    <w:rsid w:val="00A6490C"/>
    <w:rsid w:val="00A64C6B"/>
    <w:rsid w:val="00A64D59"/>
    <w:rsid w:val="00A64E3D"/>
    <w:rsid w:val="00A658E5"/>
    <w:rsid w:val="00A664A7"/>
    <w:rsid w:val="00A66BCD"/>
    <w:rsid w:val="00A66D0D"/>
    <w:rsid w:val="00A670E9"/>
    <w:rsid w:val="00A67534"/>
    <w:rsid w:val="00A6787E"/>
    <w:rsid w:val="00A67D82"/>
    <w:rsid w:val="00A7000E"/>
    <w:rsid w:val="00A70010"/>
    <w:rsid w:val="00A7018E"/>
    <w:rsid w:val="00A704AA"/>
    <w:rsid w:val="00A705E5"/>
    <w:rsid w:val="00A70A65"/>
    <w:rsid w:val="00A711E6"/>
    <w:rsid w:val="00A71E82"/>
    <w:rsid w:val="00A7201C"/>
    <w:rsid w:val="00A7245E"/>
    <w:rsid w:val="00A72800"/>
    <w:rsid w:val="00A729D9"/>
    <w:rsid w:val="00A729F0"/>
    <w:rsid w:val="00A73A24"/>
    <w:rsid w:val="00A73D41"/>
    <w:rsid w:val="00A7461C"/>
    <w:rsid w:val="00A74CD6"/>
    <w:rsid w:val="00A754C9"/>
    <w:rsid w:val="00A75509"/>
    <w:rsid w:val="00A75597"/>
    <w:rsid w:val="00A758B0"/>
    <w:rsid w:val="00A7598A"/>
    <w:rsid w:val="00A75DD0"/>
    <w:rsid w:val="00A76562"/>
    <w:rsid w:val="00A76BC8"/>
    <w:rsid w:val="00A77108"/>
    <w:rsid w:val="00A7743F"/>
    <w:rsid w:val="00A77454"/>
    <w:rsid w:val="00A778B9"/>
    <w:rsid w:val="00A80561"/>
    <w:rsid w:val="00A80604"/>
    <w:rsid w:val="00A806DF"/>
    <w:rsid w:val="00A80F0E"/>
    <w:rsid w:val="00A80FDD"/>
    <w:rsid w:val="00A81B24"/>
    <w:rsid w:val="00A81DC0"/>
    <w:rsid w:val="00A81E9D"/>
    <w:rsid w:val="00A8202E"/>
    <w:rsid w:val="00A82059"/>
    <w:rsid w:val="00A8206D"/>
    <w:rsid w:val="00A823A8"/>
    <w:rsid w:val="00A825D1"/>
    <w:rsid w:val="00A8281E"/>
    <w:rsid w:val="00A82C2E"/>
    <w:rsid w:val="00A831FB"/>
    <w:rsid w:val="00A8350E"/>
    <w:rsid w:val="00A8371E"/>
    <w:rsid w:val="00A83A4B"/>
    <w:rsid w:val="00A84315"/>
    <w:rsid w:val="00A843E4"/>
    <w:rsid w:val="00A844F0"/>
    <w:rsid w:val="00A84545"/>
    <w:rsid w:val="00A857E8"/>
    <w:rsid w:val="00A87BC1"/>
    <w:rsid w:val="00A87F84"/>
    <w:rsid w:val="00A9043A"/>
    <w:rsid w:val="00A90995"/>
    <w:rsid w:val="00A91030"/>
    <w:rsid w:val="00A9135C"/>
    <w:rsid w:val="00A91820"/>
    <w:rsid w:val="00A919AD"/>
    <w:rsid w:val="00A91DF1"/>
    <w:rsid w:val="00A91F70"/>
    <w:rsid w:val="00A92780"/>
    <w:rsid w:val="00A92C5E"/>
    <w:rsid w:val="00A93238"/>
    <w:rsid w:val="00A93254"/>
    <w:rsid w:val="00A93489"/>
    <w:rsid w:val="00A93FBB"/>
    <w:rsid w:val="00A9475B"/>
    <w:rsid w:val="00A947AE"/>
    <w:rsid w:val="00A94A84"/>
    <w:rsid w:val="00A952C7"/>
    <w:rsid w:val="00A95AC5"/>
    <w:rsid w:val="00A9602C"/>
    <w:rsid w:val="00A965E3"/>
    <w:rsid w:val="00A969D7"/>
    <w:rsid w:val="00A97512"/>
    <w:rsid w:val="00AA0EC4"/>
    <w:rsid w:val="00AA138E"/>
    <w:rsid w:val="00AA1BC7"/>
    <w:rsid w:val="00AA1D28"/>
    <w:rsid w:val="00AA1DF0"/>
    <w:rsid w:val="00AA1FC1"/>
    <w:rsid w:val="00AA2957"/>
    <w:rsid w:val="00AA2E16"/>
    <w:rsid w:val="00AA2E97"/>
    <w:rsid w:val="00AA36AE"/>
    <w:rsid w:val="00AA42F9"/>
    <w:rsid w:val="00AA4410"/>
    <w:rsid w:val="00AA450C"/>
    <w:rsid w:val="00AA50A4"/>
    <w:rsid w:val="00AA5675"/>
    <w:rsid w:val="00AA5C24"/>
    <w:rsid w:val="00AA61C5"/>
    <w:rsid w:val="00AA6481"/>
    <w:rsid w:val="00AA65AD"/>
    <w:rsid w:val="00AA7597"/>
    <w:rsid w:val="00AA7831"/>
    <w:rsid w:val="00AA7F8A"/>
    <w:rsid w:val="00AB0224"/>
    <w:rsid w:val="00AB1363"/>
    <w:rsid w:val="00AB1D6A"/>
    <w:rsid w:val="00AB2014"/>
    <w:rsid w:val="00AB26EE"/>
    <w:rsid w:val="00AB3020"/>
    <w:rsid w:val="00AB3669"/>
    <w:rsid w:val="00AB39B2"/>
    <w:rsid w:val="00AB3A81"/>
    <w:rsid w:val="00AB3B1F"/>
    <w:rsid w:val="00AB3B9B"/>
    <w:rsid w:val="00AB3BF3"/>
    <w:rsid w:val="00AB3C31"/>
    <w:rsid w:val="00AB3C69"/>
    <w:rsid w:val="00AB4BE7"/>
    <w:rsid w:val="00AB51DE"/>
    <w:rsid w:val="00AB662E"/>
    <w:rsid w:val="00AB6CF5"/>
    <w:rsid w:val="00AB6EA6"/>
    <w:rsid w:val="00AB7212"/>
    <w:rsid w:val="00AB7751"/>
    <w:rsid w:val="00AB7983"/>
    <w:rsid w:val="00AB7DEA"/>
    <w:rsid w:val="00AC0677"/>
    <w:rsid w:val="00AC0E69"/>
    <w:rsid w:val="00AC15D1"/>
    <w:rsid w:val="00AC2843"/>
    <w:rsid w:val="00AC2BE6"/>
    <w:rsid w:val="00AC2F3C"/>
    <w:rsid w:val="00AC3364"/>
    <w:rsid w:val="00AC351A"/>
    <w:rsid w:val="00AC35C4"/>
    <w:rsid w:val="00AC35E7"/>
    <w:rsid w:val="00AC3B2F"/>
    <w:rsid w:val="00AC3E43"/>
    <w:rsid w:val="00AC413C"/>
    <w:rsid w:val="00AC441C"/>
    <w:rsid w:val="00AC45FA"/>
    <w:rsid w:val="00AC4984"/>
    <w:rsid w:val="00AC498F"/>
    <w:rsid w:val="00AC4A87"/>
    <w:rsid w:val="00AC503F"/>
    <w:rsid w:val="00AC5CC7"/>
    <w:rsid w:val="00AC7A98"/>
    <w:rsid w:val="00AC7C67"/>
    <w:rsid w:val="00AD0454"/>
    <w:rsid w:val="00AD0623"/>
    <w:rsid w:val="00AD0CE0"/>
    <w:rsid w:val="00AD0EB6"/>
    <w:rsid w:val="00AD0F03"/>
    <w:rsid w:val="00AD10AF"/>
    <w:rsid w:val="00AD128B"/>
    <w:rsid w:val="00AD1308"/>
    <w:rsid w:val="00AD147F"/>
    <w:rsid w:val="00AD15A4"/>
    <w:rsid w:val="00AD1C49"/>
    <w:rsid w:val="00AD219E"/>
    <w:rsid w:val="00AD271F"/>
    <w:rsid w:val="00AD27B7"/>
    <w:rsid w:val="00AD29A9"/>
    <w:rsid w:val="00AD2AC9"/>
    <w:rsid w:val="00AD2C79"/>
    <w:rsid w:val="00AD2EAE"/>
    <w:rsid w:val="00AD2F8C"/>
    <w:rsid w:val="00AD354F"/>
    <w:rsid w:val="00AD3585"/>
    <w:rsid w:val="00AD36F6"/>
    <w:rsid w:val="00AD37B2"/>
    <w:rsid w:val="00AD39E5"/>
    <w:rsid w:val="00AD43A2"/>
    <w:rsid w:val="00AD4DCC"/>
    <w:rsid w:val="00AD4DEF"/>
    <w:rsid w:val="00AD55B6"/>
    <w:rsid w:val="00AD578C"/>
    <w:rsid w:val="00AD5A04"/>
    <w:rsid w:val="00AD5E67"/>
    <w:rsid w:val="00AD6398"/>
    <w:rsid w:val="00AD6917"/>
    <w:rsid w:val="00AD6A69"/>
    <w:rsid w:val="00AD718B"/>
    <w:rsid w:val="00AD79AD"/>
    <w:rsid w:val="00AD7F40"/>
    <w:rsid w:val="00AE02A1"/>
    <w:rsid w:val="00AE06C5"/>
    <w:rsid w:val="00AE17A3"/>
    <w:rsid w:val="00AE1C3A"/>
    <w:rsid w:val="00AE1FBF"/>
    <w:rsid w:val="00AE21F0"/>
    <w:rsid w:val="00AE2540"/>
    <w:rsid w:val="00AE29DE"/>
    <w:rsid w:val="00AE2BCA"/>
    <w:rsid w:val="00AE2BD5"/>
    <w:rsid w:val="00AE3161"/>
    <w:rsid w:val="00AE34ED"/>
    <w:rsid w:val="00AE36F6"/>
    <w:rsid w:val="00AE38F5"/>
    <w:rsid w:val="00AE40A9"/>
    <w:rsid w:val="00AE4816"/>
    <w:rsid w:val="00AE4C9B"/>
    <w:rsid w:val="00AE4DE5"/>
    <w:rsid w:val="00AE642A"/>
    <w:rsid w:val="00AE64A8"/>
    <w:rsid w:val="00AE6A81"/>
    <w:rsid w:val="00AE6F7A"/>
    <w:rsid w:val="00AE71B5"/>
    <w:rsid w:val="00AE73A3"/>
    <w:rsid w:val="00AE792A"/>
    <w:rsid w:val="00AE79B2"/>
    <w:rsid w:val="00AE79D3"/>
    <w:rsid w:val="00AF0477"/>
    <w:rsid w:val="00AF0881"/>
    <w:rsid w:val="00AF0B25"/>
    <w:rsid w:val="00AF0FB9"/>
    <w:rsid w:val="00AF16CD"/>
    <w:rsid w:val="00AF196B"/>
    <w:rsid w:val="00AF1EF6"/>
    <w:rsid w:val="00AF1FF7"/>
    <w:rsid w:val="00AF21B2"/>
    <w:rsid w:val="00AF2776"/>
    <w:rsid w:val="00AF2DDE"/>
    <w:rsid w:val="00AF2F6C"/>
    <w:rsid w:val="00AF386C"/>
    <w:rsid w:val="00AF3CF5"/>
    <w:rsid w:val="00AF4B05"/>
    <w:rsid w:val="00AF4DA8"/>
    <w:rsid w:val="00AF5058"/>
    <w:rsid w:val="00AF5161"/>
    <w:rsid w:val="00AF54A8"/>
    <w:rsid w:val="00AF569A"/>
    <w:rsid w:val="00AF6188"/>
    <w:rsid w:val="00AF6190"/>
    <w:rsid w:val="00AF63EA"/>
    <w:rsid w:val="00AF6618"/>
    <w:rsid w:val="00AF6656"/>
    <w:rsid w:val="00AF68DE"/>
    <w:rsid w:val="00AF6EFC"/>
    <w:rsid w:val="00AF70BC"/>
    <w:rsid w:val="00AF72D8"/>
    <w:rsid w:val="00AF7601"/>
    <w:rsid w:val="00AF76DA"/>
    <w:rsid w:val="00AF7BA6"/>
    <w:rsid w:val="00AF7C15"/>
    <w:rsid w:val="00AF7CF3"/>
    <w:rsid w:val="00B00227"/>
    <w:rsid w:val="00B00AA7"/>
    <w:rsid w:val="00B00CE7"/>
    <w:rsid w:val="00B00E01"/>
    <w:rsid w:val="00B00E13"/>
    <w:rsid w:val="00B01265"/>
    <w:rsid w:val="00B01C6A"/>
    <w:rsid w:val="00B01D94"/>
    <w:rsid w:val="00B0214D"/>
    <w:rsid w:val="00B0225A"/>
    <w:rsid w:val="00B0249A"/>
    <w:rsid w:val="00B02765"/>
    <w:rsid w:val="00B02BD0"/>
    <w:rsid w:val="00B02C29"/>
    <w:rsid w:val="00B02EC8"/>
    <w:rsid w:val="00B0325A"/>
    <w:rsid w:val="00B0350B"/>
    <w:rsid w:val="00B036BD"/>
    <w:rsid w:val="00B037EB"/>
    <w:rsid w:val="00B03F14"/>
    <w:rsid w:val="00B03F16"/>
    <w:rsid w:val="00B043CE"/>
    <w:rsid w:val="00B047C8"/>
    <w:rsid w:val="00B04AD6"/>
    <w:rsid w:val="00B05906"/>
    <w:rsid w:val="00B05C1D"/>
    <w:rsid w:val="00B0621D"/>
    <w:rsid w:val="00B07412"/>
    <w:rsid w:val="00B07AF8"/>
    <w:rsid w:val="00B07F2D"/>
    <w:rsid w:val="00B106F8"/>
    <w:rsid w:val="00B10913"/>
    <w:rsid w:val="00B10A00"/>
    <w:rsid w:val="00B11A6A"/>
    <w:rsid w:val="00B11EC8"/>
    <w:rsid w:val="00B1296A"/>
    <w:rsid w:val="00B13188"/>
    <w:rsid w:val="00B13694"/>
    <w:rsid w:val="00B137EB"/>
    <w:rsid w:val="00B13A47"/>
    <w:rsid w:val="00B13F12"/>
    <w:rsid w:val="00B141E0"/>
    <w:rsid w:val="00B144E0"/>
    <w:rsid w:val="00B14A6F"/>
    <w:rsid w:val="00B14D98"/>
    <w:rsid w:val="00B152CC"/>
    <w:rsid w:val="00B15670"/>
    <w:rsid w:val="00B15F47"/>
    <w:rsid w:val="00B16C56"/>
    <w:rsid w:val="00B1709B"/>
    <w:rsid w:val="00B170DE"/>
    <w:rsid w:val="00B1736E"/>
    <w:rsid w:val="00B173DD"/>
    <w:rsid w:val="00B17A24"/>
    <w:rsid w:val="00B209D6"/>
    <w:rsid w:val="00B20B28"/>
    <w:rsid w:val="00B21E80"/>
    <w:rsid w:val="00B233FB"/>
    <w:rsid w:val="00B2367C"/>
    <w:rsid w:val="00B238D1"/>
    <w:rsid w:val="00B23DEF"/>
    <w:rsid w:val="00B2412A"/>
    <w:rsid w:val="00B25665"/>
    <w:rsid w:val="00B256DC"/>
    <w:rsid w:val="00B257D1"/>
    <w:rsid w:val="00B25830"/>
    <w:rsid w:val="00B261C1"/>
    <w:rsid w:val="00B26488"/>
    <w:rsid w:val="00B26509"/>
    <w:rsid w:val="00B27496"/>
    <w:rsid w:val="00B2756F"/>
    <w:rsid w:val="00B2761F"/>
    <w:rsid w:val="00B27927"/>
    <w:rsid w:val="00B27BF4"/>
    <w:rsid w:val="00B27CBB"/>
    <w:rsid w:val="00B27E16"/>
    <w:rsid w:val="00B3006B"/>
    <w:rsid w:val="00B3007F"/>
    <w:rsid w:val="00B3044E"/>
    <w:rsid w:val="00B30921"/>
    <w:rsid w:val="00B30E7F"/>
    <w:rsid w:val="00B30EFE"/>
    <w:rsid w:val="00B315FA"/>
    <w:rsid w:val="00B3173C"/>
    <w:rsid w:val="00B3178C"/>
    <w:rsid w:val="00B318F8"/>
    <w:rsid w:val="00B31FA6"/>
    <w:rsid w:val="00B32007"/>
    <w:rsid w:val="00B32DBC"/>
    <w:rsid w:val="00B337F2"/>
    <w:rsid w:val="00B33E26"/>
    <w:rsid w:val="00B34511"/>
    <w:rsid w:val="00B34816"/>
    <w:rsid w:val="00B351E1"/>
    <w:rsid w:val="00B36564"/>
    <w:rsid w:val="00B36603"/>
    <w:rsid w:val="00B369B9"/>
    <w:rsid w:val="00B37087"/>
    <w:rsid w:val="00B37443"/>
    <w:rsid w:val="00B3755D"/>
    <w:rsid w:val="00B37832"/>
    <w:rsid w:val="00B37843"/>
    <w:rsid w:val="00B37A22"/>
    <w:rsid w:val="00B37E63"/>
    <w:rsid w:val="00B37FFA"/>
    <w:rsid w:val="00B40338"/>
    <w:rsid w:val="00B403E7"/>
    <w:rsid w:val="00B4138A"/>
    <w:rsid w:val="00B4142D"/>
    <w:rsid w:val="00B4179B"/>
    <w:rsid w:val="00B419A1"/>
    <w:rsid w:val="00B41A1D"/>
    <w:rsid w:val="00B42657"/>
    <w:rsid w:val="00B42683"/>
    <w:rsid w:val="00B42696"/>
    <w:rsid w:val="00B42E32"/>
    <w:rsid w:val="00B42F66"/>
    <w:rsid w:val="00B43CAA"/>
    <w:rsid w:val="00B4470F"/>
    <w:rsid w:val="00B45B95"/>
    <w:rsid w:val="00B45C5D"/>
    <w:rsid w:val="00B45F77"/>
    <w:rsid w:val="00B461B2"/>
    <w:rsid w:val="00B461C9"/>
    <w:rsid w:val="00B464CB"/>
    <w:rsid w:val="00B46617"/>
    <w:rsid w:val="00B468E1"/>
    <w:rsid w:val="00B46BB3"/>
    <w:rsid w:val="00B4712A"/>
    <w:rsid w:val="00B4753A"/>
    <w:rsid w:val="00B47AE3"/>
    <w:rsid w:val="00B47D74"/>
    <w:rsid w:val="00B50DB6"/>
    <w:rsid w:val="00B50DFE"/>
    <w:rsid w:val="00B50F79"/>
    <w:rsid w:val="00B512DE"/>
    <w:rsid w:val="00B51817"/>
    <w:rsid w:val="00B51827"/>
    <w:rsid w:val="00B51B32"/>
    <w:rsid w:val="00B52484"/>
    <w:rsid w:val="00B524ED"/>
    <w:rsid w:val="00B5290B"/>
    <w:rsid w:val="00B537F2"/>
    <w:rsid w:val="00B53A86"/>
    <w:rsid w:val="00B53C09"/>
    <w:rsid w:val="00B541BA"/>
    <w:rsid w:val="00B552CD"/>
    <w:rsid w:val="00B556DB"/>
    <w:rsid w:val="00B5596E"/>
    <w:rsid w:val="00B55A18"/>
    <w:rsid w:val="00B55B54"/>
    <w:rsid w:val="00B55CC6"/>
    <w:rsid w:val="00B55D72"/>
    <w:rsid w:val="00B5625D"/>
    <w:rsid w:val="00B569A6"/>
    <w:rsid w:val="00B56ABC"/>
    <w:rsid w:val="00B56AD8"/>
    <w:rsid w:val="00B57A71"/>
    <w:rsid w:val="00B57B52"/>
    <w:rsid w:val="00B60716"/>
    <w:rsid w:val="00B60752"/>
    <w:rsid w:val="00B60BDB"/>
    <w:rsid w:val="00B60EC4"/>
    <w:rsid w:val="00B6187F"/>
    <w:rsid w:val="00B61DCE"/>
    <w:rsid w:val="00B61ED4"/>
    <w:rsid w:val="00B61FBC"/>
    <w:rsid w:val="00B62301"/>
    <w:rsid w:val="00B6369B"/>
    <w:rsid w:val="00B6369F"/>
    <w:rsid w:val="00B63ABB"/>
    <w:rsid w:val="00B64018"/>
    <w:rsid w:val="00B64025"/>
    <w:rsid w:val="00B64111"/>
    <w:rsid w:val="00B64266"/>
    <w:rsid w:val="00B6433E"/>
    <w:rsid w:val="00B6462A"/>
    <w:rsid w:val="00B64756"/>
    <w:rsid w:val="00B64776"/>
    <w:rsid w:val="00B652C7"/>
    <w:rsid w:val="00B653C4"/>
    <w:rsid w:val="00B6574E"/>
    <w:rsid w:val="00B658A4"/>
    <w:rsid w:val="00B65D07"/>
    <w:rsid w:val="00B66224"/>
    <w:rsid w:val="00B6627A"/>
    <w:rsid w:val="00B6646D"/>
    <w:rsid w:val="00B6663E"/>
    <w:rsid w:val="00B66E62"/>
    <w:rsid w:val="00B67410"/>
    <w:rsid w:val="00B674F0"/>
    <w:rsid w:val="00B674F6"/>
    <w:rsid w:val="00B67DF0"/>
    <w:rsid w:val="00B67E2B"/>
    <w:rsid w:val="00B702E3"/>
    <w:rsid w:val="00B70FA1"/>
    <w:rsid w:val="00B710DE"/>
    <w:rsid w:val="00B715D6"/>
    <w:rsid w:val="00B716DA"/>
    <w:rsid w:val="00B72F29"/>
    <w:rsid w:val="00B7323E"/>
    <w:rsid w:val="00B73367"/>
    <w:rsid w:val="00B73A0E"/>
    <w:rsid w:val="00B74044"/>
    <w:rsid w:val="00B740B4"/>
    <w:rsid w:val="00B74173"/>
    <w:rsid w:val="00B7458D"/>
    <w:rsid w:val="00B74605"/>
    <w:rsid w:val="00B74D2A"/>
    <w:rsid w:val="00B7507B"/>
    <w:rsid w:val="00B751D7"/>
    <w:rsid w:val="00B7538D"/>
    <w:rsid w:val="00B75A6E"/>
    <w:rsid w:val="00B76005"/>
    <w:rsid w:val="00B76036"/>
    <w:rsid w:val="00B76339"/>
    <w:rsid w:val="00B767B2"/>
    <w:rsid w:val="00B76BC7"/>
    <w:rsid w:val="00B76D3B"/>
    <w:rsid w:val="00B76E61"/>
    <w:rsid w:val="00B77240"/>
    <w:rsid w:val="00B7781D"/>
    <w:rsid w:val="00B77CF7"/>
    <w:rsid w:val="00B80A95"/>
    <w:rsid w:val="00B8118D"/>
    <w:rsid w:val="00B818F8"/>
    <w:rsid w:val="00B81AED"/>
    <w:rsid w:val="00B81CEC"/>
    <w:rsid w:val="00B821A3"/>
    <w:rsid w:val="00B823E3"/>
    <w:rsid w:val="00B825EF"/>
    <w:rsid w:val="00B825F5"/>
    <w:rsid w:val="00B828D2"/>
    <w:rsid w:val="00B82A96"/>
    <w:rsid w:val="00B82B62"/>
    <w:rsid w:val="00B82E53"/>
    <w:rsid w:val="00B82FED"/>
    <w:rsid w:val="00B83D85"/>
    <w:rsid w:val="00B8410A"/>
    <w:rsid w:val="00B841C2"/>
    <w:rsid w:val="00B841F9"/>
    <w:rsid w:val="00B84F77"/>
    <w:rsid w:val="00B84F93"/>
    <w:rsid w:val="00B8541D"/>
    <w:rsid w:val="00B85BCC"/>
    <w:rsid w:val="00B86319"/>
    <w:rsid w:val="00B86994"/>
    <w:rsid w:val="00B86BCE"/>
    <w:rsid w:val="00B872EF"/>
    <w:rsid w:val="00B87522"/>
    <w:rsid w:val="00B87788"/>
    <w:rsid w:val="00B90BC3"/>
    <w:rsid w:val="00B90DDA"/>
    <w:rsid w:val="00B91E6C"/>
    <w:rsid w:val="00B92212"/>
    <w:rsid w:val="00B923FE"/>
    <w:rsid w:val="00B92558"/>
    <w:rsid w:val="00B92D9F"/>
    <w:rsid w:val="00B933DC"/>
    <w:rsid w:val="00B93885"/>
    <w:rsid w:val="00B938BE"/>
    <w:rsid w:val="00B93FA5"/>
    <w:rsid w:val="00B943BD"/>
    <w:rsid w:val="00B95030"/>
    <w:rsid w:val="00B952D1"/>
    <w:rsid w:val="00B95429"/>
    <w:rsid w:val="00B95561"/>
    <w:rsid w:val="00B95774"/>
    <w:rsid w:val="00B9580D"/>
    <w:rsid w:val="00B95C39"/>
    <w:rsid w:val="00B95C5E"/>
    <w:rsid w:val="00B96580"/>
    <w:rsid w:val="00B96735"/>
    <w:rsid w:val="00B96914"/>
    <w:rsid w:val="00B9692E"/>
    <w:rsid w:val="00B96B0E"/>
    <w:rsid w:val="00B96BD6"/>
    <w:rsid w:val="00B96C12"/>
    <w:rsid w:val="00B97572"/>
    <w:rsid w:val="00B97DF7"/>
    <w:rsid w:val="00BA014D"/>
    <w:rsid w:val="00BA0323"/>
    <w:rsid w:val="00BA0476"/>
    <w:rsid w:val="00BA0A38"/>
    <w:rsid w:val="00BA0B8E"/>
    <w:rsid w:val="00BA0CBC"/>
    <w:rsid w:val="00BA166F"/>
    <w:rsid w:val="00BA1B1A"/>
    <w:rsid w:val="00BA25BD"/>
    <w:rsid w:val="00BA2B6C"/>
    <w:rsid w:val="00BA397F"/>
    <w:rsid w:val="00BA45E0"/>
    <w:rsid w:val="00BA4616"/>
    <w:rsid w:val="00BA4777"/>
    <w:rsid w:val="00BA4AE3"/>
    <w:rsid w:val="00BA4B42"/>
    <w:rsid w:val="00BA4E2D"/>
    <w:rsid w:val="00BA4F0A"/>
    <w:rsid w:val="00BA535E"/>
    <w:rsid w:val="00BA585B"/>
    <w:rsid w:val="00BA5973"/>
    <w:rsid w:val="00BA5C4F"/>
    <w:rsid w:val="00BA5FE3"/>
    <w:rsid w:val="00BA6790"/>
    <w:rsid w:val="00BA6BCA"/>
    <w:rsid w:val="00BA6D39"/>
    <w:rsid w:val="00BA7814"/>
    <w:rsid w:val="00BA79AC"/>
    <w:rsid w:val="00BA7B17"/>
    <w:rsid w:val="00BB0B96"/>
    <w:rsid w:val="00BB133A"/>
    <w:rsid w:val="00BB1374"/>
    <w:rsid w:val="00BB1592"/>
    <w:rsid w:val="00BB164B"/>
    <w:rsid w:val="00BB27B2"/>
    <w:rsid w:val="00BB335B"/>
    <w:rsid w:val="00BB3642"/>
    <w:rsid w:val="00BB3707"/>
    <w:rsid w:val="00BB3ED0"/>
    <w:rsid w:val="00BB4244"/>
    <w:rsid w:val="00BB4AC4"/>
    <w:rsid w:val="00BB4C6D"/>
    <w:rsid w:val="00BB5274"/>
    <w:rsid w:val="00BB5306"/>
    <w:rsid w:val="00BB5749"/>
    <w:rsid w:val="00BB5F54"/>
    <w:rsid w:val="00BB6053"/>
    <w:rsid w:val="00BB6535"/>
    <w:rsid w:val="00BB6573"/>
    <w:rsid w:val="00BB678A"/>
    <w:rsid w:val="00BB74F3"/>
    <w:rsid w:val="00BC03A5"/>
    <w:rsid w:val="00BC0734"/>
    <w:rsid w:val="00BC0740"/>
    <w:rsid w:val="00BC079E"/>
    <w:rsid w:val="00BC090D"/>
    <w:rsid w:val="00BC0AE3"/>
    <w:rsid w:val="00BC0BD1"/>
    <w:rsid w:val="00BC0F31"/>
    <w:rsid w:val="00BC24D5"/>
    <w:rsid w:val="00BC284C"/>
    <w:rsid w:val="00BC2C8A"/>
    <w:rsid w:val="00BC2F5D"/>
    <w:rsid w:val="00BC30A7"/>
    <w:rsid w:val="00BC31E5"/>
    <w:rsid w:val="00BC3417"/>
    <w:rsid w:val="00BC3695"/>
    <w:rsid w:val="00BC405F"/>
    <w:rsid w:val="00BC509C"/>
    <w:rsid w:val="00BC5396"/>
    <w:rsid w:val="00BC5543"/>
    <w:rsid w:val="00BC5651"/>
    <w:rsid w:val="00BC57E2"/>
    <w:rsid w:val="00BC5A24"/>
    <w:rsid w:val="00BC6014"/>
    <w:rsid w:val="00BC67F3"/>
    <w:rsid w:val="00BC7A01"/>
    <w:rsid w:val="00BD0328"/>
    <w:rsid w:val="00BD07AD"/>
    <w:rsid w:val="00BD0D91"/>
    <w:rsid w:val="00BD1D6F"/>
    <w:rsid w:val="00BD24BA"/>
    <w:rsid w:val="00BD2C30"/>
    <w:rsid w:val="00BD2FCF"/>
    <w:rsid w:val="00BD33A6"/>
    <w:rsid w:val="00BD3800"/>
    <w:rsid w:val="00BD401D"/>
    <w:rsid w:val="00BD4037"/>
    <w:rsid w:val="00BD4B46"/>
    <w:rsid w:val="00BD4C8D"/>
    <w:rsid w:val="00BD4D68"/>
    <w:rsid w:val="00BD4DD0"/>
    <w:rsid w:val="00BD53C4"/>
    <w:rsid w:val="00BD5466"/>
    <w:rsid w:val="00BD7115"/>
    <w:rsid w:val="00BD7CC3"/>
    <w:rsid w:val="00BD7DB1"/>
    <w:rsid w:val="00BD7E82"/>
    <w:rsid w:val="00BE037A"/>
    <w:rsid w:val="00BE03C8"/>
    <w:rsid w:val="00BE0430"/>
    <w:rsid w:val="00BE0681"/>
    <w:rsid w:val="00BE06E8"/>
    <w:rsid w:val="00BE0969"/>
    <w:rsid w:val="00BE09EE"/>
    <w:rsid w:val="00BE0CDF"/>
    <w:rsid w:val="00BE0EA8"/>
    <w:rsid w:val="00BE17EA"/>
    <w:rsid w:val="00BE201D"/>
    <w:rsid w:val="00BE2508"/>
    <w:rsid w:val="00BE275D"/>
    <w:rsid w:val="00BE339B"/>
    <w:rsid w:val="00BE393B"/>
    <w:rsid w:val="00BE422D"/>
    <w:rsid w:val="00BE423F"/>
    <w:rsid w:val="00BE4293"/>
    <w:rsid w:val="00BE4E4D"/>
    <w:rsid w:val="00BE4E96"/>
    <w:rsid w:val="00BE4EE6"/>
    <w:rsid w:val="00BE54A9"/>
    <w:rsid w:val="00BE5A13"/>
    <w:rsid w:val="00BE6360"/>
    <w:rsid w:val="00BE6906"/>
    <w:rsid w:val="00BE6B92"/>
    <w:rsid w:val="00BE7164"/>
    <w:rsid w:val="00BE71CD"/>
    <w:rsid w:val="00BF017D"/>
    <w:rsid w:val="00BF04ED"/>
    <w:rsid w:val="00BF05AA"/>
    <w:rsid w:val="00BF0714"/>
    <w:rsid w:val="00BF0AEA"/>
    <w:rsid w:val="00BF0E6D"/>
    <w:rsid w:val="00BF15E9"/>
    <w:rsid w:val="00BF163E"/>
    <w:rsid w:val="00BF18DA"/>
    <w:rsid w:val="00BF1A4B"/>
    <w:rsid w:val="00BF23FE"/>
    <w:rsid w:val="00BF2761"/>
    <w:rsid w:val="00BF2FF4"/>
    <w:rsid w:val="00BF309C"/>
    <w:rsid w:val="00BF3103"/>
    <w:rsid w:val="00BF32DE"/>
    <w:rsid w:val="00BF3762"/>
    <w:rsid w:val="00BF3ABF"/>
    <w:rsid w:val="00BF3C23"/>
    <w:rsid w:val="00BF3D21"/>
    <w:rsid w:val="00BF3D81"/>
    <w:rsid w:val="00BF3DEA"/>
    <w:rsid w:val="00BF3FC0"/>
    <w:rsid w:val="00BF41C0"/>
    <w:rsid w:val="00BF441C"/>
    <w:rsid w:val="00BF49F5"/>
    <w:rsid w:val="00BF4A40"/>
    <w:rsid w:val="00BF4AC2"/>
    <w:rsid w:val="00BF4BD7"/>
    <w:rsid w:val="00BF5209"/>
    <w:rsid w:val="00BF5466"/>
    <w:rsid w:val="00BF5685"/>
    <w:rsid w:val="00BF57AB"/>
    <w:rsid w:val="00BF5A50"/>
    <w:rsid w:val="00BF663F"/>
    <w:rsid w:val="00BF66D7"/>
    <w:rsid w:val="00BF7350"/>
    <w:rsid w:val="00BF76A8"/>
    <w:rsid w:val="00BF7814"/>
    <w:rsid w:val="00BF78D7"/>
    <w:rsid w:val="00C00071"/>
    <w:rsid w:val="00C006C8"/>
    <w:rsid w:val="00C00B12"/>
    <w:rsid w:val="00C017A7"/>
    <w:rsid w:val="00C01AEE"/>
    <w:rsid w:val="00C01C8C"/>
    <w:rsid w:val="00C01DB9"/>
    <w:rsid w:val="00C02A49"/>
    <w:rsid w:val="00C0305E"/>
    <w:rsid w:val="00C0468C"/>
    <w:rsid w:val="00C04B13"/>
    <w:rsid w:val="00C04E29"/>
    <w:rsid w:val="00C04FA8"/>
    <w:rsid w:val="00C05254"/>
    <w:rsid w:val="00C05D83"/>
    <w:rsid w:val="00C06549"/>
    <w:rsid w:val="00C065DE"/>
    <w:rsid w:val="00C067FB"/>
    <w:rsid w:val="00C069D6"/>
    <w:rsid w:val="00C06A6B"/>
    <w:rsid w:val="00C06F36"/>
    <w:rsid w:val="00C07774"/>
    <w:rsid w:val="00C07933"/>
    <w:rsid w:val="00C07D6B"/>
    <w:rsid w:val="00C1005F"/>
    <w:rsid w:val="00C10763"/>
    <w:rsid w:val="00C10BCB"/>
    <w:rsid w:val="00C10F25"/>
    <w:rsid w:val="00C11200"/>
    <w:rsid w:val="00C11354"/>
    <w:rsid w:val="00C11A0B"/>
    <w:rsid w:val="00C11E07"/>
    <w:rsid w:val="00C127EF"/>
    <w:rsid w:val="00C12852"/>
    <w:rsid w:val="00C12A9B"/>
    <w:rsid w:val="00C12F59"/>
    <w:rsid w:val="00C134E1"/>
    <w:rsid w:val="00C13891"/>
    <w:rsid w:val="00C13BCA"/>
    <w:rsid w:val="00C13D66"/>
    <w:rsid w:val="00C14182"/>
    <w:rsid w:val="00C146C6"/>
    <w:rsid w:val="00C1483F"/>
    <w:rsid w:val="00C151FD"/>
    <w:rsid w:val="00C15270"/>
    <w:rsid w:val="00C15443"/>
    <w:rsid w:val="00C1547B"/>
    <w:rsid w:val="00C154E5"/>
    <w:rsid w:val="00C15F08"/>
    <w:rsid w:val="00C15F68"/>
    <w:rsid w:val="00C16051"/>
    <w:rsid w:val="00C16062"/>
    <w:rsid w:val="00C1620A"/>
    <w:rsid w:val="00C1676C"/>
    <w:rsid w:val="00C16DAD"/>
    <w:rsid w:val="00C17036"/>
    <w:rsid w:val="00C17592"/>
    <w:rsid w:val="00C1785B"/>
    <w:rsid w:val="00C17AE2"/>
    <w:rsid w:val="00C17F48"/>
    <w:rsid w:val="00C20152"/>
    <w:rsid w:val="00C204AF"/>
    <w:rsid w:val="00C20700"/>
    <w:rsid w:val="00C20BF0"/>
    <w:rsid w:val="00C20F5A"/>
    <w:rsid w:val="00C212C9"/>
    <w:rsid w:val="00C2134E"/>
    <w:rsid w:val="00C2187F"/>
    <w:rsid w:val="00C21A2B"/>
    <w:rsid w:val="00C21B4F"/>
    <w:rsid w:val="00C21BE4"/>
    <w:rsid w:val="00C21FEB"/>
    <w:rsid w:val="00C2280E"/>
    <w:rsid w:val="00C22899"/>
    <w:rsid w:val="00C22C3C"/>
    <w:rsid w:val="00C22EBF"/>
    <w:rsid w:val="00C22F37"/>
    <w:rsid w:val="00C22FF6"/>
    <w:rsid w:val="00C23662"/>
    <w:rsid w:val="00C23B71"/>
    <w:rsid w:val="00C23BAC"/>
    <w:rsid w:val="00C24100"/>
    <w:rsid w:val="00C2434C"/>
    <w:rsid w:val="00C2471B"/>
    <w:rsid w:val="00C2527E"/>
    <w:rsid w:val="00C2545A"/>
    <w:rsid w:val="00C25A82"/>
    <w:rsid w:val="00C25B9C"/>
    <w:rsid w:val="00C262BD"/>
    <w:rsid w:val="00C26654"/>
    <w:rsid w:val="00C26AC4"/>
    <w:rsid w:val="00C276D1"/>
    <w:rsid w:val="00C2780A"/>
    <w:rsid w:val="00C27AED"/>
    <w:rsid w:val="00C27F21"/>
    <w:rsid w:val="00C30F9F"/>
    <w:rsid w:val="00C314B8"/>
    <w:rsid w:val="00C315E1"/>
    <w:rsid w:val="00C31670"/>
    <w:rsid w:val="00C3265C"/>
    <w:rsid w:val="00C32D4E"/>
    <w:rsid w:val="00C32FAF"/>
    <w:rsid w:val="00C3380C"/>
    <w:rsid w:val="00C33821"/>
    <w:rsid w:val="00C33942"/>
    <w:rsid w:val="00C341F7"/>
    <w:rsid w:val="00C345AC"/>
    <w:rsid w:val="00C34BF5"/>
    <w:rsid w:val="00C35445"/>
    <w:rsid w:val="00C354E3"/>
    <w:rsid w:val="00C35668"/>
    <w:rsid w:val="00C35886"/>
    <w:rsid w:val="00C3588B"/>
    <w:rsid w:val="00C35952"/>
    <w:rsid w:val="00C35B53"/>
    <w:rsid w:val="00C3623E"/>
    <w:rsid w:val="00C36A68"/>
    <w:rsid w:val="00C36B23"/>
    <w:rsid w:val="00C36B25"/>
    <w:rsid w:val="00C36DB1"/>
    <w:rsid w:val="00C371DF"/>
    <w:rsid w:val="00C37430"/>
    <w:rsid w:val="00C37CF5"/>
    <w:rsid w:val="00C37F72"/>
    <w:rsid w:val="00C4032D"/>
    <w:rsid w:val="00C40397"/>
    <w:rsid w:val="00C40694"/>
    <w:rsid w:val="00C41160"/>
    <w:rsid w:val="00C4118D"/>
    <w:rsid w:val="00C412EC"/>
    <w:rsid w:val="00C4162F"/>
    <w:rsid w:val="00C420B9"/>
    <w:rsid w:val="00C42609"/>
    <w:rsid w:val="00C42DE0"/>
    <w:rsid w:val="00C42E95"/>
    <w:rsid w:val="00C433E3"/>
    <w:rsid w:val="00C44309"/>
    <w:rsid w:val="00C44672"/>
    <w:rsid w:val="00C44B55"/>
    <w:rsid w:val="00C452BB"/>
    <w:rsid w:val="00C4541D"/>
    <w:rsid w:val="00C457E9"/>
    <w:rsid w:val="00C45903"/>
    <w:rsid w:val="00C45AB1"/>
    <w:rsid w:val="00C45AFA"/>
    <w:rsid w:val="00C45C8B"/>
    <w:rsid w:val="00C45F50"/>
    <w:rsid w:val="00C461AA"/>
    <w:rsid w:val="00C4634F"/>
    <w:rsid w:val="00C46475"/>
    <w:rsid w:val="00C465AB"/>
    <w:rsid w:val="00C468D9"/>
    <w:rsid w:val="00C46AA4"/>
    <w:rsid w:val="00C46B91"/>
    <w:rsid w:val="00C46BC8"/>
    <w:rsid w:val="00C46BCE"/>
    <w:rsid w:val="00C46E10"/>
    <w:rsid w:val="00C47C42"/>
    <w:rsid w:val="00C47CBF"/>
    <w:rsid w:val="00C5004D"/>
    <w:rsid w:val="00C50283"/>
    <w:rsid w:val="00C505C0"/>
    <w:rsid w:val="00C5199A"/>
    <w:rsid w:val="00C51B88"/>
    <w:rsid w:val="00C5205B"/>
    <w:rsid w:val="00C52C79"/>
    <w:rsid w:val="00C53447"/>
    <w:rsid w:val="00C53D09"/>
    <w:rsid w:val="00C543F0"/>
    <w:rsid w:val="00C544D8"/>
    <w:rsid w:val="00C54A4B"/>
    <w:rsid w:val="00C55688"/>
    <w:rsid w:val="00C55C13"/>
    <w:rsid w:val="00C55DE5"/>
    <w:rsid w:val="00C56337"/>
    <w:rsid w:val="00C56C2C"/>
    <w:rsid w:val="00C57251"/>
    <w:rsid w:val="00C5738D"/>
    <w:rsid w:val="00C602A0"/>
    <w:rsid w:val="00C602D7"/>
    <w:rsid w:val="00C60A70"/>
    <w:rsid w:val="00C60BF7"/>
    <w:rsid w:val="00C60EDC"/>
    <w:rsid w:val="00C61779"/>
    <w:rsid w:val="00C61E0E"/>
    <w:rsid w:val="00C6206E"/>
    <w:rsid w:val="00C6243A"/>
    <w:rsid w:val="00C624FB"/>
    <w:rsid w:val="00C6398A"/>
    <w:rsid w:val="00C64042"/>
    <w:rsid w:val="00C6498E"/>
    <w:rsid w:val="00C65001"/>
    <w:rsid w:val="00C6580E"/>
    <w:rsid w:val="00C6585E"/>
    <w:rsid w:val="00C65AB0"/>
    <w:rsid w:val="00C65BEF"/>
    <w:rsid w:val="00C65C66"/>
    <w:rsid w:val="00C661BC"/>
    <w:rsid w:val="00C6679F"/>
    <w:rsid w:val="00C667AF"/>
    <w:rsid w:val="00C66EBB"/>
    <w:rsid w:val="00C67FA5"/>
    <w:rsid w:val="00C7013F"/>
    <w:rsid w:val="00C7030A"/>
    <w:rsid w:val="00C70ACA"/>
    <w:rsid w:val="00C70DA3"/>
    <w:rsid w:val="00C714F6"/>
    <w:rsid w:val="00C71789"/>
    <w:rsid w:val="00C71A1E"/>
    <w:rsid w:val="00C71AC6"/>
    <w:rsid w:val="00C71AD1"/>
    <w:rsid w:val="00C71CDC"/>
    <w:rsid w:val="00C7200C"/>
    <w:rsid w:val="00C72086"/>
    <w:rsid w:val="00C72628"/>
    <w:rsid w:val="00C7274E"/>
    <w:rsid w:val="00C72881"/>
    <w:rsid w:val="00C72DCF"/>
    <w:rsid w:val="00C72FDB"/>
    <w:rsid w:val="00C7394E"/>
    <w:rsid w:val="00C73A1A"/>
    <w:rsid w:val="00C73B55"/>
    <w:rsid w:val="00C73DF0"/>
    <w:rsid w:val="00C740AE"/>
    <w:rsid w:val="00C74AEE"/>
    <w:rsid w:val="00C74B55"/>
    <w:rsid w:val="00C74CA4"/>
    <w:rsid w:val="00C7502E"/>
    <w:rsid w:val="00C7564D"/>
    <w:rsid w:val="00C757BE"/>
    <w:rsid w:val="00C75E27"/>
    <w:rsid w:val="00C7614C"/>
    <w:rsid w:val="00C765A3"/>
    <w:rsid w:val="00C76713"/>
    <w:rsid w:val="00C767EB"/>
    <w:rsid w:val="00C76AE1"/>
    <w:rsid w:val="00C76E8E"/>
    <w:rsid w:val="00C770AF"/>
    <w:rsid w:val="00C771C0"/>
    <w:rsid w:val="00C773DD"/>
    <w:rsid w:val="00C775FF"/>
    <w:rsid w:val="00C7798D"/>
    <w:rsid w:val="00C77A21"/>
    <w:rsid w:val="00C801C4"/>
    <w:rsid w:val="00C802CC"/>
    <w:rsid w:val="00C80A16"/>
    <w:rsid w:val="00C811AE"/>
    <w:rsid w:val="00C81B0E"/>
    <w:rsid w:val="00C81BD4"/>
    <w:rsid w:val="00C81C29"/>
    <w:rsid w:val="00C81DEF"/>
    <w:rsid w:val="00C82008"/>
    <w:rsid w:val="00C82473"/>
    <w:rsid w:val="00C82510"/>
    <w:rsid w:val="00C8256B"/>
    <w:rsid w:val="00C826EE"/>
    <w:rsid w:val="00C83522"/>
    <w:rsid w:val="00C835BE"/>
    <w:rsid w:val="00C84265"/>
    <w:rsid w:val="00C8437D"/>
    <w:rsid w:val="00C84403"/>
    <w:rsid w:val="00C84425"/>
    <w:rsid w:val="00C84ABA"/>
    <w:rsid w:val="00C8565B"/>
    <w:rsid w:val="00C861BE"/>
    <w:rsid w:val="00C8793E"/>
    <w:rsid w:val="00C87C82"/>
    <w:rsid w:val="00C87CE8"/>
    <w:rsid w:val="00C9008E"/>
    <w:rsid w:val="00C907FF"/>
    <w:rsid w:val="00C90830"/>
    <w:rsid w:val="00C90C78"/>
    <w:rsid w:val="00C90DD8"/>
    <w:rsid w:val="00C90FB0"/>
    <w:rsid w:val="00C91070"/>
    <w:rsid w:val="00C91547"/>
    <w:rsid w:val="00C91596"/>
    <w:rsid w:val="00C91770"/>
    <w:rsid w:val="00C9193F"/>
    <w:rsid w:val="00C91DC3"/>
    <w:rsid w:val="00C924A2"/>
    <w:rsid w:val="00C92679"/>
    <w:rsid w:val="00C9293B"/>
    <w:rsid w:val="00C92F7D"/>
    <w:rsid w:val="00C93090"/>
    <w:rsid w:val="00C93469"/>
    <w:rsid w:val="00C93CEC"/>
    <w:rsid w:val="00C947F9"/>
    <w:rsid w:val="00C94C32"/>
    <w:rsid w:val="00C94E8C"/>
    <w:rsid w:val="00C958AA"/>
    <w:rsid w:val="00C95CA4"/>
    <w:rsid w:val="00C96033"/>
    <w:rsid w:val="00C9678F"/>
    <w:rsid w:val="00C9682C"/>
    <w:rsid w:val="00C96D06"/>
    <w:rsid w:val="00C97145"/>
    <w:rsid w:val="00C9762D"/>
    <w:rsid w:val="00C9769F"/>
    <w:rsid w:val="00CA0012"/>
    <w:rsid w:val="00CA05A9"/>
    <w:rsid w:val="00CA070F"/>
    <w:rsid w:val="00CA1073"/>
    <w:rsid w:val="00CA1375"/>
    <w:rsid w:val="00CA1670"/>
    <w:rsid w:val="00CA17C8"/>
    <w:rsid w:val="00CA18A0"/>
    <w:rsid w:val="00CA1AD3"/>
    <w:rsid w:val="00CA1B8D"/>
    <w:rsid w:val="00CA1D66"/>
    <w:rsid w:val="00CA1FAB"/>
    <w:rsid w:val="00CA20AC"/>
    <w:rsid w:val="00CA26CD"/>
    <w:rsid w:val="00CA2BC2"/>
    <w:rsid w:val="00CA2C13"/>
    <w:rsid w:val="00CA2CF3"/>
    <w:rsid w:val="00CA3B1F"/>
    <w:rsid w:val="00CA3E90"/>
    <w:rsid w:val="00CA4218"/>
    <w:rsid w:val="00CA4AF2"/>
    <w:rsid w:val="00CA4FAA"/>
    <w:rsid w:val="00CA5929"/>
    <w:rsid w:val="00CA593E"/>
    <w:rsid w:val="00CA5C98"/>
    <w:rsid w:val="00CA5DED"/>
    <w:rsid w:val="00CA5E8E"/>
    <w:rsid w:val="00CA60C0"/>
    <w:rsid w:val="00CA6581"/>
    <w:rsid w:val="00CA65A9"/>
    <w:rsid w:val="00CA66C5"/>
    <w:rsid w:val="00CA688D"/>
    <w:rsid w:val="00CA6FEE"/>
    <w:rsid w:val="00CA7799"/>
    <w:rsid w:val="00CA7907"/>
    <w:rsid w:val="00CB0BFE"/>
    <w:rsid w:val="00CB0C7E"/>
    <w:rsid w:val="00CB0EFF"/>
    <w:rsid w:val="00CB1236"/>
    <w:rsid w:val="00CB13DB"/>
    <w:rsid w:val="00CB14BE"/>
    <w:rsid w:val="00CB15E5"/>
    <w:rsid w:val="00CB187B"/>
    <w:rsid w:val="00CB1AB0"/>
    <w:rsid w:val="00CB232C"/>
    <w:rsid w:val="00CB2332"/>
    <w:rsid w:val="00CB23DD"/>
    <w:rsid w:val="00CB2A74"/>
    <w:rsid w:val="00CB2ACF"/>
    <w:rsid w:val="00CB2F97"/>
    <w:rsid w:val="00CB30A3"/>
    <w:rsid w:val="00CB357F"/>
    <w:rsid w:val="00CB3619"/>
    <w:rsid w:val="00CB3ACB"/>
    <w:rsid w:val="00CB3B95"/>
    <w:rsid w:val="00CB3F94"/>
    <w:rsid w:val="00CB43BA"/>
    <w:rsid w:val="00CB457E"/>
    <w:rsid w:val="00CB4717"/>
    <w:rsid w:val="00CB541D"/>
    <w:rsid w:val="00CB5E1F"/>
    <w:rsid w:val="00CB6B05"/>
    <w:rsid w:val="00CB6BD8"/>
    <w:rsid w:val="00CB75FB"/>
    <w:rsid w:val="00CB7648"/>
    <w:rsid w:val="00CB7E76"/>
    <w:rsid w:val="00CB7F49"/>
    <w:rsid w:val="00CC061D"/>
    <w:rsid w:val="00CC09FF"/>
    <w:rsid w:val="00CC0CC7"/>
    <w:rsid w:val="00CC2330"/>
    <w:rsid w:val="00CC2448"/>
    <w:rsid w:val="00CC38C5"/>
    <w:rsid w:val="00CC38C8"/>
    <w:rsid w:val="00CC39BB"/>
    <w:rsid w:val="00CC3CE6"/>
    <w:rsid w:val="00CC3DAB"/>
    <w:rsid w:val="00CC4223"/>
    <w:rsid w:val="00CC47A4"/>
    <w:rsid w:val="00CC4AEF"/>
    <w:rsid w:val="00CC4C3D"/>
    <w:rsid w:val="00CC63C0"/>
    <w:rsid w:val="00CC6741"/>
    <w:rsid w:val="00CC6D3C"/>
    <w:rsid w:val="00CC6E5F"/>
    <w:rsid w:val="00CC6F3E"/>
    <w:rsid w:val="00CC7684"/>
    <w:rsid w:val="00CC7768"/>
    <w:rsid w:val="00CC777D"/>
    <w:rsid w:val="00CC77C0"/>
    <w:rsid w:val="00CC7CFE"/>
    <w:rsid w:val="00CD0192"/>
    <w:rsid w:val="00CD0327"/>
    <w:rsid w:val="00CD0B6A"/>
    <w:rsid w:val="00CD1CC6"/>
    <w:rsid w:val="00CD2740"/>
    <w:rsid w:val="00CD2ABC"/>
    <w:rsid w:val="00CD2AFD"/>
    <w:rsid w:val="00CD2C0F"/>
    <w:rsid w:val="00CD3239"/>
    <w:rsid w:val="00CD3268"/>
    <w:rsid w:val="00CD3C58"/>
    <w:rsid w:val="00CD3E1E"/>
    <w:rsid w:val="00CD4102"/>
    <w:rsid w:val="00CD438C"/>
    <w:rsid w:val="00CD467A"/>
    <w:rsid w:val="00CD49A7"/>
    <w:rsid w:val="00CD4B7B"/>
    <w:rsid w:val="00CD4FAA"/>
    <w:rsid w:val="00CD51F3"/>
    <w:rsid w:val="00CD6182"/>
    <w:rsid w:val="00CD6CCA"/>
    <w:rsid w:val="00CD75EF"/>
    <w:rsid w:val="00CD780C"/>
    <w:rsid w:val="00CD7B7E"/>
    <w:rsid w:val="00CE02C8"/>
    <w:rsid w:val="00CE071C"/>
    <w:rsid w:val="00CE0BDF"/>
    <w:rsid w:val="00CE10FC"/>
    <w:rsid w:val="00CE16A8"/>
    <w:rsid w:val="00CE18E2"/>
    <w:rsid w:val="00CE1C05"/>
    <w:rsid w:val="00CE1C72"/>
    <w:rsid w:val="00CE20E2"/>
    <w:rsid w:val="00CE215B"/>
    <w:rsid w:val="00CE2527"/>
    <w:rsid w:val="00CE2930"/>
    <w:rsid w:val="00CE2C57"/>
    <w:rsid w:val="00CE3548"/>
    <w:rsid w:val="00CE3915"/>
    <w:rsid w:val="00CE4094"/>
    <w:rsid w:val="00CE4405"/>
    <w:rsid w:val="00CE472A"/>
    <w:rsid w:val="00CE49B7"/>
    <w:rsid w:val="00CE4EC1"/>
    <w:rsid w:val="00CE537C"/>
    <w:rsid w:val="00CE5F8A"/>
    <w:rsid w:val="00CE6041"/>
    <w:rsid w:val="00CE6276"/>
    <w:rsid w:val="00CE6954"/>
    <w:rsid w:val="00CE70F1"/>
    <w:rsid w:val="00CE7526"/>
    <w:rsid w:val="00CE786B"/>
    <w:rsid w:val="00CE7F51"/>
    <w:rsid w:val="00CE7FCE"/>
    <w:rsid w:val="00CF0450"/>
    <w:rsid w:val="00CF07EA"/>
    <w:rsid w:val="00CF0D49"/>
    <w:rsid w:val="00CF1947"/>
    <w:rsid w:val="00CF1D75"/>
    <w:rsid w:val="00CF1E84"/>
    <w:rsid w:val="00CF2021"/>
    <w:rsid w:val="00CF304C"/>
    <w:rsid w:val="00CF42F9"/>
    <w:rsid w:val="00CF4826"/>
    <w:rsid w:val="00CF4EF4"/>
    <w:rsid w:val="00CF56C6"/>
    <w:rsid w:val="00CF5771"/>
    <w:rsid w:val="00CF5E0F"/>
    <w:rsid w:val="00CF5F33"/>
    <w:rsid w:val="00CF604C"/>
    <w:rsid w:val="00CF6F14"/>
    <w:rsid w:val="00CF6FAF"/>
    <w:rsid w:val="00CF7165"/>
    <w:rsid w:val="00CF72A5"/>
    <w:rsid w:val="00CF778B"/>
    <w:rsid w:val="00CF7A37"/>
    <w:rsid w:val="00CF7CCE"/>
    <w:rsid w:val="00D0004F"/>
    <w:rsid w:val="00D00407"/>
    <w:rsid w:val="00D00494"/>
    <w:rsid w:val="00D004F5"/>
    <w:rsid w:val="00D00772"/>
    <w:rsid w:val="00D00C98"/>
    <w:rsid w:val="00D0112A"/>
    <w:rsid w:val="00D011A8"/>
    <w:rsid w:val="00D01292"/>
    <w:rsid w:val="00D017E0"/>
    <w:rsid w:val="00D01CD3"/>
    <w:rsid w:val="00D01DFB"/>
    <w:rsid w:val="00D020DB"/>
    <w:rsid w:val="00D0270F"/>
    <w:rsid w:val="00D02B98"/>
    <w:rsid w:val="00D0345B"/>
    <w:rsid w:val="00D036B7"/>
    <w:rsid w:val="00D0379C"/>
    <w:rsid w:val="00D03FF8"/>
    <w:rsid w:val="00D04045"/>
    <w:rsid w:val="00D04201"/>
    <w:rsid w:val="00D04203"/>
    <w:rsid w:val="00D04D56"/>
    <w:rsid w:val="00D057EF"/>
    <w:rsid w:val="00D06ACB"/>
    <w:rsid w:val="00D06AE9"/>
    <w:rsid w:val="00D071AB"/>
    <w:rsid w:val="00D07A98"/>
    <w:rsid w:val="00D07FFA"/>
    <w:rsid w:val="00D1030A"/>
    <w:rsid w:val="00D10330"/>
    <w:rsid w:val="00D10782"/>
    <w:rsid w:val="00D1107F"/>
    <w:rsid w:val="00D112EC"/>
    <w:rsid w:val="00D118AB"/>
    <w:rsid w:val="00D119D6"/>
    <w:rsid w:val="00D11E6B"/>
    <w:rsid w:val="00D12365"/>
    <w:rsid w:val="00D12460"/>
    <w:rsid w:val="00D124F0"/>
    <w:rsid w:val="00D1264A"/>
    <w:rsid w:val="00D126DE"/>
    <w:rsid w:val="00D126DF"/>
    <w:rsid w:val="00D12D6C"/>
    <w:rsid w:val="00D131D4"/>
    <w:rsid w:val="00D144A6"/>
    <w:rsid w:val="00D1464E"/>
    <w:rsid w:val="00D14797"/>
    <w:rsid w:val="00D1484C"/>
    <w:rsid w:val="00D15B11"/>
    <w:rsid w:val="00D15DCD"/>
    <w:rsid w:val="00D16505"/>
    <w:rsid w:val="00D165BD"/>
    <w:rsid w:val="00D16699"/>
    <w:rsid w:val="00D16B73"/>
    <w:rsid w:val="00D16D9D"/>
    <w:rsid w:val="00D177CA"/>
    <w:rsid w:val="00D205DE"/>
    <w:rsid w:val="00D20687"/>
    <w:rsid w:val="00D214FD"/>
    <w:rsid w:val="00D2166D"/>
    <w:rsid w:val="00D21760"/>
    <w:rsid w:val="00D21A80"/>
    <w:rsid w:val="00D21B3F"/>
    <w:rsid w:val="00D223FD"/>
    <w:rsid w:val="00D22513"/>
    <w:rsid w:val="00D22529"/>
    <w:rsid w:val="00D225A6"/>
    <w:rsid w:val="00D22603"/>
    <w:rsid w:val="00D227F0"/>
    <w:rsid w:val="00D238C7"/>
    <w:rsid w:val="00D23DFC"/>
    <w:rsid w:val="00D248A1"/>
    <w:rsid w:val="00D24DA1"/>
    <w:rsid w:val="00D24DAD"/>
    <w:rsid w:val="00D24F6E"/>
    <w:rsid w:val="00D24FC7"/>
    <w:rsid w:val="00D25E4D"/>
    <w:rsid w:val="00D260F2"/>
    <w:rsid w:val="00D268BC"/>
    <w:rsid w:val="00D26A06"/>
    <w:rsid w:val="00D26AB9"/>
    <w:rsid w:val="00D26AE3"/>
    <w:rsid w:val="00D27050"/>
    <w:rsid w:val="00D27501"/>
    <w:rsid w:val="00D278C0"/>
    <w:rsid w:val="00D279CF"/>
    <w:rsid w:val="00D301D5"/>
    <w:rsid w:val="00D30323"/>
    <w:rsid w:val="00D30772"/>
    <w:rsid w:val="00D3101D"/>
    <w:rsid w:val="00D31877"/>
    <w:rsid w:val="00D318B8"/>
    <w:rsid w:val="00D31C17"/>
    <w:rsid w:val="00D31CDA"/>
    <w:rsid w:val="00D32286"/>
    <w:rsid w:val="00D323D0"/>
    <w:rsid w:val="00D328F2"/>
    <w:rsid w:val="00D32910"/>
    <w:rsid w:val="00D32AA3"/>
    <w:rsid w:val="00D32AD1"/>
    <w:rsid w:val="00D33046"/>
    <w:rsid w:val="00D333D2"/>
    <w:rsid w:val="00D336E2"/>
    <w:rsid w:val="00D338E4"/>
    <w:rsid w:val="00D33B8D"/>
    <w:rsid w:val="00D3429F"/>
    <w:rsid w:val="00D34557"/>
    <w:rsid w:val="00D346A0"/>
    <w:rsid w:val="00D3474E"/>
    <w:rsid w:val="00D34A0D"/>
    <w:rsid w:val="00D34CD3"/>
    <w:rsid w:val="00D34F6E"/>
    <w:rsid w:val="00D350E9"/>
    <w:rsid w:val="00D35118"/>
    <w:rsid w:val="00D35391"/>
    <w:rsid w:val="00D354E4"/>
    <w:rsid w:val="00D35C8B"/>
    <w:rsid w:val="00D3614E"/>
    <w:rsid w:val="00D3637B"/>
    <w:rsid w:val="00D36ED4"/>
    <w:rsid w:val="00D36F3A"/>
    <w:rsid w:val="00D37005"/>
    <w:rsid w:val="00D372DE"/>
    <w:rsid w:val="00D3765E"/>
    <w:rsid w:val="00D37813"/>
    <w:rsid w:val="00D378EE"/>
    <w:rsid w:val="00D37920"/>
    <w:rsid w:val="00D37942"/>
    <w:rsid w:val="00D37BBC"/>
    <w:rsid w:val="00D37F30"/>
    <w:rsid w:val="00D4003B"/>
    <w:rsid w:val="00D406F1"/>
    <w:rsid w:val="00D40815"/>
    <w:rsid w:val="00D408AD"/>
    <w:rsid w:val="00D40909"/>
    <w:rsid w:val="00D41764"/>
    <w:rsid w:val="00D4186D"/>
    <w:rsid w:val="00D4224E"/>
    <w:rsid w:val="00D422B1"/>
    <w:rsid w:val="00D42C30"/>
    <w:rsid w:val="00D42C72"/>
    <w:rsid w:val="00D42CE0"/>
    <w:rsid w:val="00D42D07"/>
    <w:rsid w:val="00D43084"/>
    <w:rsid w:val="00D43764"/>
    <w:rsid w:val="00D43D31"/>
    <w:rsid w:val="00D445EC"/>
    <w:rsid w:val="00D446FF"/>
    <w:rsid w:val="00D44E07"/>
    <w:rsid w:val="00D454F3"/>
    <w:rsid w:val="00D45636"/>
    <w:rsid w:val="00D459B3"/>
    <w:rsid w:val="00D45B8E"/>
    <w:rsid w:val="00D45BF2"/>
    <w:rsid w:val="00D461DB"/>
    <w:rsid w:val="00D46B22"/>
    <w:rsid w:val="00D47A28"/>
    <w:rsid w:val="00D47D98"/>
    <w:rsid w:val="00D50755"/>
    <w:rsid w:val="00D5077D"/>
    <w:rsid w:val="00D50B83"/>
    <w:rsid w:val="00D50D24"/>
    <w:rsid w:val="00D51644"/>
    <w:rsid w:val="00D51AA5"/>
    <w:rsid w:val="00D52AEB"/>
    <w:rsid w:val="00D52C14"/>
    <w:rsid w:val="00D5340C"/>
    <w:rsid w:val="00D53828"/>
    <w:rsid w:val="00D53B0A"/>
    <w:rsid w:val="00D544E6"/>
    <w:rsid w:val="00D547F5"/>
    <w:rsid w:val="00D55786"/>
    <w:rsid w:val="00D55A54"/>
    <w:rsid w:val="00D57D46"/>
    <w:rsid w:val="00D57EB2"/>
    <w:rsid w:val="00D60139"/>
    <w:rsid w:val="00D6055B"/>
    <w:rsid w:val="00D6139B"/>
    <w:rsid w:val="00D613E0"/>
    <w:rsid w:val="00D6190C"/>
    <w:rsid w:val="00D61AAD"/>
    <w:rsid w:val="00D62417"/>
    <w:rsid w:val="00D628F4"/>
    <w:rsid w:val="00D62BD2"/>
    <w:rsid w:val="00D63133"/>
    <w:rsid w:val="00D63CAC"/>
    <w:rsid w:val="00D648A7"/>
    <w:rsid w:val="00D64F6D"/>
    <w:rsid w:val="00D651E2"/>
    <w:rsid w:val="00D65653"/>
    <w:rsid w:val="00D666DB"/>
    <w:rsid w:val="00D66871"/>
    <w:rsid w:val="00D677D8"/>
    <w:rsid w:val="00D67C40"/>
    <w:rsid w:val="00D700A7"/>
    <w:rsid w:val="00D70952"/>
    <w:rsid w:val="00D70DAF"/>
    <w:rsid w:val="00D70E11"/>
    <w:rsid w:val="00D712D3"/>
    <w:rsid w:val="00D7147F"/>
    <w:rsid w:val="00D718A0"/>
    <w:rsid w:val="00D71B98"/>
    <w:rsid w:val="00D71CCC"/>
    <w:rsid w:val="00D71F6D"/>
    <w:rsid w:val="00D72021"/>
    <w:rsid w:val="00D7239E"/>
    <w:rsid w:val="00D72DC5"/>
    <w:rsid w:val="00D72E0C"/>
    <w:rsid w:val="00D73462"/>
    <w:rsid w:val="00D7367E"/>
    <w:rsid w:val="00D73ADA"/>
    <w:rsid w:val="00D740F4"/>
    <w:rsid w:val="00D74552"/>
    <w:rsid w:val="00D748A2"/>
    <w:rsid w:val="00D74E85"/>
    <w:rsid w:val="00D75249"/>
    <w:rsid w:val="00D75419"/>
    <w:rsid w:val="00D76070"/>
    <w:rsid w:val="00D76319"/>
    <w:rsid w:val="00D767C3"/>
    <w:rsid w:val="00D76828"/>
    <w:rsid w:val="00D76DA5"/>
    <w:rsid w:val="00D7736B"/>
    <w:rsid w:val="00D77446"/>
    <w:rsid w:val="00D77574"/>
    <w:rsid w:val="00D776AE"/>
    <w:rsid w:val="00D77F9B"/>
    <w:rsid w:val="00D802F9"/>
    <w:rsid w:val="00D80A83"/>
    <w:rsid w:val="00D817FA"/>
    <w:rsid w:val="00D81EC3"/>
    <w:rsid w:val="00D82102"/>
    <w:rsid w:val="00D82221"/>
    <w:rsid w:val="00D8222C"/>
    <w:rsid w:val="00D8250B"/>
    <w:rsid w:val="00D8266E"/>
    <w:rsid w:val="00D832F9"/>
    <w:rsid w:val="00D8386B"/>
    <w:rsid w:val="00D83A06"/>
    <w:rsid w:val="00D83CA5"/>
    <w:rsid w:val="00D83F3D"/>
    <w:rsid w:val="00D84067"/>
    <w:rsid w:val="00D84397"/>
    <w:rsid w:val="00D84406"/>
    <w:rsid w:val="00D84941"/>
    <w:rsid w:val="00D84AE8"/>
    <w:rsid w:val="00D84CCC"/>
    <w:rsid w:val="00D84D4D"/>
    <w:rsid w:val="00D84FEF"/>
    <w:rsid w:val="00D858CC"/>
    <w:rsid w:val="00D85AB1"/>
    <w:rsid w:val="00D8656C"/>
    <w:rsid w:val="00D866F6"/>
    <w:rsid w:val="00D868F1"/>
    <w:rsid w:val="00D86CF1"/>
    <w:rsid w:val="00D87785"/>
    <w:rsid w:val="00D87971"/>
    <w:rsid w:val="00D87CD0"/>
    <w:rsid w:val="00D87F13"/>
    <w:rsid w:val="00D87F9F"/>
    <w:rsid w:val="00D9073B"/>
    <w:rsid w:val="00D90742"/>
    <w:rsid w:val="00D9095A"/>
    <w:rsid w:val="00D90F68"/>
    <w:rsid w:val="00D91078"/>
    <w:rsid w:val="00D910A0"/>
    <w:rsid w:val="00D916B0"/>
    <w:rsid w:val="00D92000"/>
    <w:rsid w:val="00D92118"/>
    <w:rsid w:val="00D921C3"/>
    <w:rsid w:val="00D9226E"/>
    <w:rsid w:val="00D924AE"/>
    <w:rsid w:val="00D935B6"/>
    <w:rsid w:val="00D93897"/>
    <w:rsid w:val="00D93D82"/>
    <w:rsid w:val="00D949C9"/>
    <w:rsid w:val="00D94BB2"/>
    <w:rsid w:val="00D94F37"/>
    <w:rsid w:val="00D95094"/>
    <w:rsid w:val="00D95C1E"/>
    <w:rsid w:val="00D96510"/>
    <w:rsid w:val="00D96679"/>
    <w:rsid w:val="00D96983"/>
    <w:rsid w:val="00D96F9A"/>
    <w:rsid w:val="00D977BA"/>
    <w:rsid w:val="00D97975"/>
    <w:rsid w:val="00DA0042"/>
    <w:rsid w:val="00DA099E"/>
    <w:rsid w:val="00DA0FD1"/>
    <w:rsid w:val="00DA1181"/>
    <w:rsid w:val="00DA1C8D"/>
    <w:rsid w:val="00DA1EE4"/>
    <w:rsid w:val="00DA251B"/>
    <w:rsid w:val="00DA2611"/>
    <w:rsid w:val="00DA3628"/>
    <w:rsid w:val="00DA39A9"/>
    <w:rsid w:val="00DA51AD"/>
    <w:rsid w:val="00DA52BA"/>
    <w:rsid w:val="00DA57C8"/>
    <w:rsid w:val="00DA5FD7"/>
    <w:rsid w:val="00DA6106"/>
    <w:rsid w:val="00DA6603"/>
    <w:rsid w:val="00DA6637"/>
    <w:rsid w:val="00DA6902"/>
    <w:rsid w:val="00DA707C"/>
    <w:rsid w:val="00DA765A"/>
    <w:rsid w:val="00DA7D96"/>
    <w:rsid w:val="00DB009B"/>
    <w:rsid w:val="00DB01A8"/>
    <w:rsid w:val="00DB01FF"/>
    <w:rsid w:val="00DB06F5"/>
    <w:rsid w:val="00DB0787"/>
    <w:rsid w:val="00DB0892"/>
    <w:rsid w:val="00DB0B94"/>
    <w:rsid w:val="00DB0D7C"/>
    <w:rsid w:val="00DB0DE4"/>
    <w:rsid w:val="00DB15ED"/>
    <w:rsid w:val="00DB16F5"/>
    <w:rsid w:val="00DB1A91"/>
    <w:rsid w:val="00DB1F9F"/>
    <w:rsid w:val="00DB218E"/>
    <w:rsid w:val="00DB2611"/>
    <w:rsid w:val="00DB2748"/>
    <w:rsid w:val="00DB28A5"/>
    <w:rsid w:val="00DB29BA"/>
    <w:rsid w:val="00DB2F7C"/>
    <w:rsid w:val="00DB4A57"/>
    <w:rsid w:val="00DB4E5C"/>
    <w:rsid w:val="00DB501D"/>
    <w:rsid w:val="00DB5072"/>
    <w:rsid w:val="00DB51FC"/>
    <w:rsid w:val="00DB5861"/>
    <w:rsid w:val="00DB5D61"/>
    <w:rsid w:val="00DB7457"/>
    <w:rsid w:val="00DB7DC8"/>
    <w:rsid w:val="00DC0172"/>
    <w:rsid w:val="00DC0D80"/>
    <w:rsid w:val="00DC11A6"/>
    <w:rsid w:val="00DC16A7"/>
    <w:rsid w:val="00DC195A"/>
    <w:rsid w:val="00DC20D5"/>
    <w:rsid w:val="00DC211C"/>
    <w:rsid w:val="00DC2CD9"/>
    <w:rsid w:val="00DC3364"/>
    <w:rsid w:val="00DC3CC4"/>
    <w:rsid w:val="00DC411A"/>
    <w:rsid w:val="00DC4623"/>
    <w:rsid w:val="00DC485B"/>
    <w:rsid w:val="00DC4E63"/>
    <w:rsid w:val="00DC5064"/>
    <w:rsid w:val="00DC58B8"/>
    <w:rsid w:val="00DC5A79"/>
    <w:rsid w:val="00DC5F02"/>
    <w:rsid w:val="00DC6232"/>
    <w:rsid w:val="00DC64E9"/>
    <w:rsid w:val="00DC6758"/>
    <w:rsid w:val="00DC6C30"/>
    <w:rsid w:val="00DC6E8C"/>
    <w:rsid w:val="00DC6FEB"/>
    <w:rsid w:val="00DC741B"/>
    <w:rsid w:val="00DC7626"/>
    <w:rsid w:val="00DC76CF"/>
    <w:rsid w:val="00DC7895"/>
    <w:rsid w:val="00DC7975"/>
    <w:rsid w:val="00DC7E07"/>
    <w:rsid w:val="00DD0405"/>
    <w:rsid w:val="00DD086B"/>
    <w:rsid w:val="00DD08FD"/>
    <w:rsid w:val="00DD0FE6"/>
    <w:rsid w:val="00DD1745"/>
    <w:rsid w:val="00DD175C"/>
    <w:rsid w:val="00DD1A87"/>
    <w:rsid w:val="00DD1E9E"/>
    <w:rsid w:val="00DD1FCF"/>
    <w:rsid w:val="00DD21BC"/>
    <w:rsid w:val="00DD2620"/>
    <w:rsid w:val="00DD262E"/>
    <w:rsid w:val="00DD2858"/>
    <w:rsid w:val="00DD2A24"/>
    <w:rsid w:val="00DD2DA1"/>
    <w:rsid w:val="00DD2E63"/>
    <w:rsid w:val="00DD3AA8"/>
    <w:rsid w:val="00DD3B0B"/>
    <w:rsid w:val="00DD3E76"/>
    <w:rsid w:val="00DD3EDA"/>
    <w:rsid w:val="00DD406D"/>
    <w:rsid w:val="00DD40EE"/>
    <w:rsid w:val="00DD5473"/>
    <w:rsid w:val="00DD55D5"/>
    <w:rsid w:val="00DD574F"/>
    <w:rsid w:val="00DD5852"/>
    <w:rsid w:val="00DD5FF1"/>
    <w:rsid w:val="00DD6036"/>
    <w:rsid w:val="00DD636D"/>
    <w:rsid w:val="00DD7502"/>
    <w:rsid w:val="00DD7576"/>
    <w:rsid w:val="00DD76AC"/>
    <w:rsid w:val="00DD7CA0"/>
    <w:rsid w:val="00DD7E91"/>
    <w:rsid w:val="00DE00BF"/>
    <w:rsid w:val="00DE043D"/>
    <w:rsid w:val="00DE044D"/>
    <w:rsid w:val="00DE1780"/>
    <w:rsid w:val="00DE2557"/>
    <w:rsid w:val="00DE2762"/>
    <w:rsid w:val="00DE2DE5"/>
    <w:rsid w:val="00DE38DC"/>
    <w:rsid w:val="00DE3951"/>
    <w:rsid w:val="00DE3B34"/>
    <w:rsid w:val="00DE3B69"/>
    <w:rsid w:val="00DE3C18"/>
    <w:rsid w:val="00DE3E95"/>
    <w:rsid w:val="00DE41E9"/>
    <w:rsid w:val="00DE45C5"/>
    <w:rsid w:val="00DE4A61"/>
    <w:rsid w:val="00DE4D67"/>
    <w:rsid w:val="00DE4E42"/>
    <w:rsid w:val="00DE50BA"/>
    <w:rsid w:val="00DE54B4"/>
    <w:rsid w:val="00DE5578"/>
    <w:rsid w:val="00DE5A75"/>
    <w:rsid w:val="00DE617D"/>
    <w:rsid w:val="00DE63A4"/>
    <w:rsid w:val="00DE63D7"/>
    <w:rsid w:val="00DE66AE"/>
    <w:rsid w:val="00DE67CC"/>
    <w:rsid w:val="00DE6862"/>
    <w:rsid w:val="00DF0416"/>
    <w:rsid w:val="00DF101A"/>
    <w:rsid w:val="00DF1451"/>
    <w:rsid w:val="00DF14EF"/>
    <w:rsid w:val="00DF189A"/>
    <w:rsid w:val="00DF2729"/>
    <w:rsid w:val="00DF2B10"/>
    <w:rsid w:val="00DF2DCE"/>
    <w:rsid w:val="00DF359B"/>
    <w:rsid w:val="00DF3701"/>
    <w:rsid w:val="00DF3712"/>
    <w:rsid w:val="00DF38BB"/>
    <w:rsid w:val="00DF42ED"/>
    <w:rsid w:val="00DF44EB"/>
    <w:rsid w:val="00DF4721"/>
    <w:rsid w:val="00DF48B8"/>
    <w:rsid w:val="00DF48E9"/>
    <w:rsid w:val="00DF492E"/>
    <w:rsid w:val="00DF585E"/>
    <w:rsid w:val="00DF589B"/>
    <w:rsid w:val="00DF5C88"/>
    <w:rsid w:val="00DF5EA6"/>
    <w:rsid w:val="00DF65CA"/>
    <w:rsid w:val="00DF6D32"/>
    <w:rsid w:val="00DF6FF1"/>
    <w:rsid w:val="00DF73C0"/>
    <w:rsid w:val="00DF7454"/>
    <w:rsid w:val="00DF7477"/>
    <w:rsid w:val="00DF7BDB"/>
    <w:rsid w:val="00E008EB"/>
    <w:rsid w:val="00E00E68"/>
    <w:rsid w:val="00E00F3D"/>
    <w:rsid w:val="00E01421"/>
    <w:rsid w:val="00E014DF"/>
    <w:rsid w:val="00E01A6E"/>
    <w:rsid w:val="00E02086"/>
    <w:rsid w:val="00E02457"/>
    <w:rsid w:val="00E028AA"/>
    <w:rsid w:val="00E031F5"/>
    <w:rsid w:val="00E033B9"/>
    <w:rsid w:val="00E0345A"/>
    <w:rsid w:val="00E03711"/>
    <w:rsid w:val="00E03F17"/>
    <w:rsid w:val="00E04493"/>
    <w:rsid w:val="00E044A1"/>
    <w:rsid w:val="00E04BA3"/>
    <w:rsid w:val="00E04C95"/>
    <w:rsid w:val="00E04E8B"/>
    <w:rsid w:val="00E05DD1"/>
    <w:rsid w:val="00E05F87"/>
    <w:rsid w:val="00E06024"/>
    <w:rsid w:val="00E0685E"/>
    <w:rsid w:val="00E06FA0"/>
    <w:rsid w:val="00E0705A"/>
    <w:rsid w:val="00E070AD"/>
    <w:rsid w:val="00E07A94"/>
    <w:rsid w:val="00E07F99"/>
    <w:rsid w:val="00E103DD"/>
    <w:rsid w:val="00E10772"/>
    <w:rsid w:val="00E10EA1"/>
    <w:rsid w:val="00E11EA4"/>
    <w:rsid w:val="00E11FBB"/>
    <w:rsid w:val="00E12B38"/>
    <w:rsid w:val="00E12B9A"/>
    <w:rsid w:val="00E13186"/>
    <w:rsid w:val="00E13A6A"/>
    <w:rsid w:val="00E14561"/>
    <w:rsid w:val="00E1470B"/>
    <w:rsid w:val="00E1498E"/>
    <w:rsid w:val="00E14A73"/>
    <w:rsid w:val="00E14FC3"/>
    <w:rsid w:val="00E15E53"/>
    <w:rsid w:val="00E160DB"/>
    <w:rsid w:val="00E16377"/>
    <w:rsid w:val="00E164AD"/>
    <w:rsid w:val="00E166BF"/>
    <w:rsid w:val="00E16FBC"/>
    <w:rsid w:val="00E17151"/>
    <w:rsid w:val="00E1736D"/>
    <w:rsid w:val="00E17470"/>
    <w:rsid w:val="00E178E5"/>
    <w:rsid w:val="00E17A42"/>
    <w:rsid w:val="00E17AB9"/>
    <w:rsid w:val="00E17D72"/>
    <w:rsid w:val="00E20503"/>
    <w:rsid w:val="00E20E6D"/>
    <w:rsid w:val="00E21A63"/>
    <w:rsid w:val="00E21F1C"/>
    <w:rsid w:val="00E21F6B"/>
    <w:rsid w:val="00E2263C"/>
    <w:rsid w:val="00E22846"/>
    <w:rsid w:val="00E22986"/>
    <w:rsid w:val="00E229F4"/>
    <w:rsid w:val="00E22BB4"/>
    <w:rsid w:val="00E23A0B"/>
    <w:rsid w:val="00E23DE0"/>
    <w:rsid w:val="00E23F17"/>
    <w:rsid w:val="00E24234"/>
    <w:rsid w:val="00E2427E"/>
    <w:rsid w:val="00E24EF2"/>
    <w:rsid w:val="00E25112"/>
    <w:rsid w:val="00E2541A"/>
    <w:rsid w:val="00E254F6"/>
    <w:rsid w:val="00E255AD"/>
    <w:rsid w:val="00E255C5"/>
    <w:rsid w:val="00E25A7A"/>
    <w:rsid w:val="00E25B4F"/>
    <w:rsid w:val="00E25F6C"/>
    <w:rsid w:val="00E262B4"/>
    <w:rsid w:val="00E27266"/>
    <w:rsid w:val="00E27694"/>
    <w:rsid w:val="00E278A7"/>
    <w:rsid w:val="00E2796F"/>
    <w:rsid w:val="00E27DB2"/>
    <w:rsid w:val="00E3029E"/>
    <w:rsid w:val="00E30808"/>
    <w:rsid w:val="00E30CE5"/>
    <w:rsid w:val="00E30E1C"/>
    <w:rsid w:val="00E31246"/>
    <w:rsid w:val="00E31A80"/>
    <w:rsid w:val="00E31C39"/>
    <w:rsid w:val="00E31F5F"/>
    <w:rsid w:val="00E321A3"/>
    <w:rsid w:val="00E328F7"/>
    <w:rsid w:val="00E33887"/>
    <w:rsid w:val="00E33CC7"/>
    <w:rsid w:val="00E33D97"/>
    <w:rsid w:val="00E3402D"/>
    <w:rsid w:val="00E3417B"/>
    <w:rsid w:val="00E34357"/>
    <w:rsid w:val="00E344C0"/>
    <w:rsid w:val="00E347B9"/>
    <w:rsid w:val="00E35123"/>
    <w:rsid w:val="00E35895"/>
    <w:rsid w:val="00E35C8B"/>
    <w:rsid w:val="00E35F95"/>
    <w:rsid w:val="00E361FC"/>
    <w:rsid w:val="00E36333"/>
    <w:rsid w:val="00E36537"/>
    <w:rsid w:val="00E36734"/>
    <w:rsid w:val="00E367D6"/>
    <w:rsid w:val="00E36F1A"/>
    <w:rsid w:val="00E37028"/>
    <w:rsid w:val="00E37033"/>
    <w:rsid w:val="00E375C0"/>
    <w:rsid w:val="00E37A60"/>
    <w:rsid w:val="00E37BD0"/>
    <w:rsid w:val="00E40074"/>
    <w:rsid w:val="00E405E0"/>
    <w:rsid w:val="00E40A99"/>
    <w:rsid w:val="00E40DFC"/>
    <w:rsid w:val="00E41181"/>
    <w:rsid w:val="00E41342"/>
    <w:rsid w:val="00E414FC"/>
    <w:rsid w:val="00E41B44"/>
    <w:rsid w:val="00E421D3"/>
    <w:rsid w:val="00E42622"/>
    <w:rsid w:val="00E42A7D"/>
    <w:rsid w:val="00E42EAB"/>
    <w:rsid w:val="00E4353B"/>
    <w:rsid w:val="00E4378B"/>
    <w:rsid w:val="00E43B3C"/>
    <w:rsid w:val="00E43F79"/>
    <w:rsid w:val="00E43FC5"/>
    <w:rsid w:val="00E4565A"/>
    <w:rsid w:val="00E466E8"/>
    <w:rsid w:val="00E46848"/>
    <w:rsid w:val="00E46C42"/>
    <w:rsid w:val="00E46D7B"/>
    <w:rsid w:val="00E46FC2"/>
    <w:rsid w:val="00E4778B"/>
    <w:rsid w:val="00E50319"/>
    <w:rsid w:val="00E50462"/>
    <w:rsid w:val="00E504C4"/>
    <w:rsid w:val="00E506B1"/>
    <w:rsid w:val="00E50ECC"/>
    <w:rsid w:val="00E51035"/>
    <w:rsid w:val="00E51293"/>
    <w:rsid w:val="00E5150C"/>
    <w:rsid w:val="00E5169C"/>
    <w:rsid w:val="00E52146"/>
    <w:rsid w:val="00E52584"/>
    <w:rsid w:val="00E52A66"/>
    <w:rsid w:val="00E52A85"/>
    <w:rsid w:val="00E52CEA"/>
    <w:rsid w:val="00E52F48"/>
    <w:rsid w:val="00E530F1"/>
    <w:rsid w:val="00E5347A"/>
    <w:rsid w:val="00E5358E"/>
    <w:rsid w:val="00E53EFC"/>
    <w:rsid w:val="00E54025"/>
    <w:rsid w:val="00E5485A"/>
    <w:rsid w:val="00E54BB1"/>
    <w:rsid w:val="00E54D62"/>
    <w:rsid w:val="00E54DF7"/>
    <w:rsid w:val="00E54F43"/>
    <w:rsid w:val="00E5619B"/>
    <w:rsid w:val="00E566AC"/>
    <w:rsid w:val="00E5688C"/>
    <w:rsid w:val="00E56A05"/>
    <w:rsid w:val="00E57143"/>
    <w:rsid w:val="00E57C45"/>
    <w:rsid w:val="00E57CAC"/>
    <w:rsid w:val="00E57DA6"/>
    <w:rsid w:val="00E60218"/>
    <w:rsid w:val="00E60255"/>
    <w:rsid w:val="00E60F89"/>
    <w:rsid w:val="00E612D2"/>
    <w:rsid w:val="00E622F4"/>
    <w:rsid w:val="00E627D3"/>
    <w:rsid w:val="00E62F0E"/>
    <w:rsid w:val="00E62F85"/>
    <w:rsid w:val="00E63045"/>
    <w:rsid w:val="00E63238"/>
    <w:rsid w:val="00E633BC"/>
    <w:rsid w:val="00E63722"/>
    <w:rsid w:val="00E641A0"/>
    <w:rsid w:val="00E64D59"/>
    <w:rsid w:val="00E65441"/>
    <w:rsid w:val="00E6600C"/>
    <w:rsid w:val="00E66201"/>
    <w:rsid w:val="00E66B79"/>
    <w:rsid w:val="00E66EA7"/>
    <w:rsid w:val="00E66EE1"/>
    <w:rsid w:val="00E6746B"/>
    <w:rsid w:val="00E6783E"/>
    <w:rsid w:val="00E6792B"/>
    <w:rsid w:val="00E67F89"/>
    <w:rsid w:val="00E67FE9"/>
    <w:rsid w:val="00E70213"/>
    <w:rsid w:val="00E7074B"/>
    <w:rsid w:val="00E70DF1"/>
    <w:rsid w:val="00E71054"/>
    <w:rsid w:val="00E713EE"/>
    <w:rsid w:val="00E71CBE"/>
    <w:rsid w:val="00E72D6C"/>
    <w:rsid w:val="00E734D8"/>
    <w:rsid w:val="00E73798"/>
    <w:rsid w:val="00E737D6"/>
    <w:rsid w:val="00E73B0A"/>
    <w:rsid w:val="00E73F50"/>
    <w:rsid w:val="00E74A91"/>
    <w:rsid w:val="00E74C96"/>
    <w:rsid w:val="00E74D1F"/>
    <w:rsid w:val="00E7527F"/>
    <w:rsid w:val="00E75BB3"/>
    <w:rsid w:val="00E75F3C"/>
    <w:rsid w:val="00E760E2"/>
    <w:rsid w:val="00E762A5"/>
    <w:rsid w:val="00E7675F"/>
    <w:rsid w:val="00E77109"/>
    <w:rsid w:val="00E7731E"/>
    <w:rsid w:val="00E773F1"/>
    <w:rsid w:val="00E776E2"/>
    <w:rsid w:val="00E77916"/>
    <w:rsid w:val="00E807DD"/>
    <w:rsid w:val="00E80B4A"/>
    <w:rsid w:val="00E80BE9"/>
    <w:rsid w:val="00E8183B"/>
    <w:rsid w:val="00E81942"/>
    <w:rsid w:val="00E819BF"/>
    <w:rsid w:val="00E81ED1"/>
    <w:rsid w:val="00E82B4A"/>
    <w:rsid w:val="00E82CDC"/>
    <w:rsid w:val="00E82D40"/>
    <w:rsid w:val="00E83D0C"/>
    <w:rsid w:val="00E842EE"/>
    <w:rsid w:val="00E8473B"/>
    <w:rsid w:val="00E8504C"/>
    <w:rsid w:val="00E85118"/>
    <w:rsid w:val="00E85720"/>
    <w:rsid w:val="00E85AFB"/>
    <w:rsid w:val="00E85DE8"/>
    <w:rsid w:val="00E867B7"/>
    <w:rsid w:val="00E87068"/>
    <w:rsid w:val="00E8736C"/>
    <w:rsid w:val="00E87934"/>
    <w:rsid w:val="00E87A47"/>
    <w:rsid w:val="00E87E4B"/>
    <w:rsid w:val="00E90747"/>
    <w:rsid w:val="00E907DE"/>
    <w:rsid w:val="00E9101C"/>
    <w:rsid w:val="00E912D9"/>
    <w:rsid w:val="00E91D30"/>
    <w:rsid w:val="00E91D98"/>
    <w:rsid w:val="00E91DA5"/>
    <w:rsid w:val="00E91FA3"/>
    <w:rsid w:val="00E92B01"/>
    <w:rsid w:val="00E92BF6"/>
    <w:rsid w:val="00E9319E"/>
    <w:rsid w:val="00E93700"/>
    <w:rsid w:val="00E93750"/>
    <w:rsid w:val="00E93DD4"/>
    <w:rsid w:val="00E94498"/>
    <w:rsid w:val="00E944F9"/>
    <w:rsid w:val="00E95221"/>
    <w:rsid w:val="00E95464"/>
    <w:rsid w:val="00E9546D"/>
    <w:rsid w:val="00E95954"/>
    <w:rsid w:val="00E95C66"/>
    <w:rsid w:val="00E96340"/>
    <w:rsid w:val="00E96F3A"/>
    <w:rsid w:val="00E971B5"/>
    <w:rsid w:val="00EA0069"/>
    <w:rsid w:val="00EA03CD"/>
    <w:rsid w:val="00EA093D"/>
    <w:rsid w:val="00EA0A4C"/>
    <w:rsid w:val="00EA0DCD"/>
    <w:rsid w:val="00EA10DF"/>
    <w:rsid w:val="00EA117C"/>
    <w:rsid w:val="00EA157F"/>
    <w:rsid w:val="00EA1910"/>
    <w:rsid w:val="00EA1936"/>
    <w:rsid w:val="00EA1D89"/>
    <w:rsid w:val="00EA1DBE"/>
    <w:rsid w:val="00EA2171"/>
    <w:rsid w:val="00EA221D"/>
    <w:rsid w:val="00EA22BA"/>
    <w:rsid w:val="00EA2800"/>
    <w:rsid w:val="00EA2B9E"/>
    <w:rsid w:val="00EA2CA8"/>
    <w:rsid w:val="00EA3466"/>
    <w:rsid w:val="00EA49C7"/>
    <w:rsid w:val="00EA4FA5"/>
    <w:rsid w:val="00EA60FA"/>
    <w:rsid w:val="00EA635B"/>
    <w:rsid w:val="00EA636E"/>
    <w:rsid w:val="00EA7DF0"/>
    <w:rsid w:val="00EB01E8"/>
    <w:rsid w:val="00EB0249"/>
    <w:rsid w:val="00EB09AA"/>
    <w:rsid w:val="00EB1202"/>
    <w:rsid w:val="00EB13CA"/>
    <w:rsid w:val="00EB1AC7"/>
    <w:rsid w:val="00EB1B8A"/>
    <w:rsid w:val="00EB1ED0"/>
    <w:rsid w:val="00EB22E2"/>
    <w:rsid w:val="00EB2462"/>
    <w:rsid w:val="00EB2833"/>
    <w:rsid w:val="00EB2E9C"/>
    <w:rsid w:val="00EB2EC2"/>
    <w:rsid w:val="00EB334E"/>
    <w:rsid w:val="00EB50D4"/>
    <w:rsid w:val="00EB5B4F"/>
    <w:rsid w:val="00EB5CEB"/>
    <w:rsid w:val="00EB648F"/>
    <w:rsid w:val="00EB6550"/>
    <w:rsid w:val="00EB6955"/>
    <w:rsid w:val="00EB6AB8"/>
    <w:rsid w:val="00EB6E73"/>
    <w:rsid w:val="00EB70C9"/>
    <w:rsid w:val="00EB7475"/>
    <w:rsid w:val="00EB7502"/>
    <w:rsid w:val="00EC09DB"/>
    <w:rsid w:val="00EC0CDC"/>
    <w:rsid w:val="00EC0E3B"/>
    <w:rsid w:val="00EC0E50"/>
    <w:rsid w:val="00EC109D"/>
    <w:rsid w:val="00EC10AB"/>
    <w:rsid w:val="00EC1227"/>
    <w:rsid w:val="00EC172A"/>
    <w:rsid w:val="00EC1C11"/>
    <w:rsid w:val="00EC244F"/>
    <w:rsid w:val="00EC2711"/>
    <w:rsid w:val="00EC275E"/>
    <w:rsid w:val="00EC307A"/>
    <w:rsid w:val="00EC44D2"/>
    <w:rsid w:val="00EC4526"/>
    <w:rsid w:val="00EC4575"/>
    <w:rsid w:val="00EC4BA2"/>
    <w:rsid w:val="00EC4C6B"/>
    <w:rsid w:val="00EC4D47"/>
    <w:rsid w:val="00EC5129"/>
    <w:rsid w:val="00EC5357"/>
    <w:rsid w:val="00EC5539"/>
    <w:rsid w:val="00EC5B67"/>
    <w:rsid w:val="00EC5BBF"/>
    <w:rsid w:val="00EC5BC3"/>
    <w:rsid w:val="00EC5DC3"/>
    <w:rsid w:val="00EC661D"/>
    <w:rsid w:val="00EC70DC"/>
    <w:rsid w:val="00EC7375"/>
    <w:rsid w:val="00EC74AD"/>
    <w:rsid w:val="00EC755A"/>
    <w:rsid w:val="00EC7DB9"/>
    <w:rsid w:val="00ED0896"/>
    <w:rsid w:val="00ED0987"/>
    <w:rsid w:val="00ED1379"/>
    <w:rsid w:val="00ED1628"/>
    <w:rsid w:val="00ED1F74"/>
    <w:rsid w:val="00ED22A1"/>
    <w:rsid w:val="00ED2928"/>
    <w:rsid w:val="00ED3C4E"/>
    <w:rsid w:val="00ED41F5"/>
    <w:rsid w:val="00ED48EB"/>
    <w:rsid w:val="00ED4ADE"/>
    <w:rsid w:val="00ED5ABB"/>
    <w:rsid w:val="00ED5C95"/>
    <w:rsid w:val="00ED6E47"/>
    <w:rsid w:val="00EE004E"/>
    <w:rsid w:val="00EE097D"/>
    <w:rsid w:val="00EE1643"/>
    <w:rsid w:val="00EE198D"/>
    <w:rsid w:val="00EE21F2"/>
    <w:rsid w:val="00EE22AA"/>
    <w:rsid w:val="00EE2356"/>
    <w:rsid w:val="00EE2510"/>
    <w:rsid w:val="00EE2B73"/>
    <w:rsid w:val="00EE2BE3"/>
    <w:rsid w:val="00EE3244"/>
    <w:rsid w:val="00EE3B6F"/>
    <w:rsid w:val="00EE4162"/>
    <w:rsid w:val="00EE419B"/>
    <w:rsid w:val="00EE4462"/>
    <w:rsid w:val="00EE551C"/>
    <w:rsid w:val="00EE56B6"/>
    <w:rsid w:val="00EE607B"/>
    <w:rsid w:val="00EE6358"/>
    <w:rsid w:val="00EE705A"/>
    <w:rsid w:val="00EE706E"/>
    <w:rsid w:val="00EE74C6"/>
    <w:rsid w:val="00EF0423"/>
    <w:rsid w:val="00EF09BA"/>
    <w:rsid w:val="00EF0C56"/>
    <w:rsid w:val="00EF0EF3"/>
    <w:rsid w:val="00EF110A"/>
    <w:rsid w:val="00EF1579"/>
    <w:rsid w:val="00EF18F7"/>
    <w:rsid w:val="00EF1907"/>
    <w:rsid w:val="00EF1969"/>
    <w:rsid w:val="00EF19C0"/>
    <w:rsid w:val="00EF24C9"/>
    <w:rsid w:val="00EF25F9"/>
    <w:rsid w:val="00EF2882"/>
    <w:rsid w:val="00EF2E4E"/>
    <w:rsid w:val="00EF2E9C"/>
    <w:rsid w:val="00EF3418"/>
    <w:rsid w:val="00EF3832"/>
    <w:rsid w:val="00EF471E"/>
    <w:rsid w:val="00EF4763"/>
    <w:rsid w:val="00EF49AC"/>
    <w:rsid w:val="00EF4E87"/>
    <w:rsid w:val="00EF5292"/>
    <w:rsid w:val="00EF6644"/>
    <w:rsid w:val="00EF6C5D"/>
    <w:rsid w:val="00EF70C8"/>
    <w:rsid w:val="00EF7582"/>
    <w:rsid w:val="00EF7695"/>
    <w:rsid w:val="00EF778E"/>
    <w:rsid w:val="00EF77A1"/>
    <w:rsid w:val="00EF7943"/>
    <w:rsid w:val="00F0063C"/>
    <w:rsid w:val="00F00905"/>
    <w:rsid w:val="00F0142A"/>
    <w:rsid w:val="00F018E5"/>
    <w:rsid w:val="00F01B33"/>
    <w:rsid w:val="00F0204F"/>
    <w:rsid w:val="00F0270F"/>
    <w:rsid w:val="00F02F47"/>
    <w:rsid w:val="00F03920"/>
    <w:rsid w:val="00F03AE8"/>
    <w:rsid w:val="00F04071"/>
    <w:rsid w:val="00F04172"/>
    <w:rsid w:val="00F043C3"/>
    <w:rsid w:val="00F047A7"/>
    <w:rsid w:val="00F04B2B"/>
    <w:rsid w:val="00F050DB"/>
    <w:rsid w:val="00F05344"/>
    <w:rsid w:val="00F05596"/>
    <w:rsid w:val="00F05FFC"/>
    <w:rsid w:val="00F066C6"/>
    <w:rsid w:val="00F069E3"/>
    <w:rsid w:val="00F06BFC"/>
    <w:rsid w:val="00F06DE9"/>
    <w:rsid w:val="00F06F8B"/>
    <w:rsid w:val="00F07107"/>
    <w:rsid w:val="00F073E4"/>
    <w:rsid w:val="00F07A96"/>
    <w:rsid w:val="00F07C03"/>
    <w:rsid w:val="00F07D19"/>
    <w:rsid w:val="00F07FF5"/>
    <w:rsid w:val="00F10129"/>
    <w:rsid w:val="00F103F6"/>
    <w:rsid w:val="00F10B31"/>
    <w:rsid w:val="00F1184E"/>
    <w:rsid w:val="00F11CA9"/>
    <w:rsid w:val="00F11F26"/>
    <w:rsid w:val="00F12421"/>
    <w:rsid w:val="00F124CB"/>
    <w:rsid w:val="00F12686"/>
    <w:rsid w:val="00F126E7"/>
    <w:rsid w:val="00F12784"/>
    <w:rsid w:val="00F1352C"/>
    <w:rsid w:val="00F1395D"/>
    <w:rsid w:val="00F13AAD"/>
    <w:rsid w:val="00F13D61"/>
    <w:rsid w:val="00F1418E"/>
    <w:rsid w:val="00F14CC0"/>
    <w:rsid w:val="00F14F5F"/>
    <w:rsid w:val="00F155EF"/>
    <w:rsid w:val="00F15824"/>
    <w:rsid w:val="00F1680E"/>
    <w:rsid w:val="00F16BD7"/>
    <w:rsid w:val="00F17C67"/>
    <w:rsid w:val="00F17E70"/>
    <w:rsid w:val="00F17F59"/>
    <w:rsid w:val="00F201FD"/>
    <w:rsid w:val="00F2030D"/>
    <w:rsid w:val="00F20BCF"/>
    <w:rsid w:val="00F20C69"/>
    <w:rsid w:val="00F21043"/>
    <w:rsid w:val="00F21406"/>
    <w:rsid w:val="00F21AF1"/>
    <w:rsid w:val="00F220A9"/>
    <w:rsid w:val="00F22191"/>
    <w:rsid w:val="00F22EA3"/>
    <w:rsid w:val="00F23210"/>
    <w:rsid w:val="00F2446C"/>
    <w:rsid w:val="00F24733"/>
    <w:rsid w:val="00F24AEA"/>
    <w:rsid w:val="00F24F30"/>
    <w:rsid w:val="00F254B1"/>
    <w:rsid w:val="00F2567E"/>
    <w:rsid w:val="00F257BC"/>
    <w:rsid w:val="00F2584F"/>
    <w:rsid w:val="00F2588B"/>
    <w:rsid w:val="00F259A0"/>
    <w:rsid w:val="00F25F82"/>
    <w:rsid w:val="00F26007"/>
    <w:rsid w:val="00F26074"/>
    <w:rsid w:val="00F26457"/>
    <w:rsid w:val="00F265E8"/>
    <w:rsid w:val="00F2668C"/>
    <w:rsid w:val="00F26DC4"/>
    <w:rsid w:val="00F26EDC"/>
    <w:rsid w:val="00F26FBF"/>
    <w:rsid w:val="00F27343"/>
    <w:rsid w:val="00F27B15"/>
    <w:rsid w:val="00F30623"/>
    <w:rsid w:val="00F3063F"/>
    <w:rsid w:val="00F30C57"/>
    <w:rsid w:val="00F30D44"/>
    <w:rsid w:val="00F30EDB"/>
    <w:rsid w:val="00F31749"/>
    <w:rsid w:val="00F31D91"/>
    <w:rsid w:val="00F320A7"/>
    <w:rsid w:val="00F320C9"/>
    <w:rsid w:val="00F32248"/>
    <w:rsid w:val="00F32DFC"/>
    <w:rsid w:val="00F333BD"/>
    <w:rsid w:val="00F33D4D"/>
    <w:rsid w:val="00F345AB"/>
    <w:rsid w:val="00F349EA"/>
    <w:rsid w:val="00F34C71"/>
    <w:rsid w:val="00F35048"/>
    <w:rsid w:val="00F350EF"/>
    <w:rsid w:val="00F35584"/>
    <w:rsid w:val="00F35BCB"/>
    <w:rsid w:val="00F35C58"/>
    <w:rsid w:val="00F35CE8"/>
    <w:rsid w:val="00F35D23"/>
    <w:rsid w:val="00F35EC2"/>
    <w:rsid w:val="00F36013"/>
    <w:rsid w:val="00F361D8"/>
    <w:rsid w:val="00F3692E"/>
    <w:rsid w:val="00F37487"/>
    <w:rsid w:val="00F374E9"/>
    <w:rsid w:val="00F377DF"/>
    <w:rsid w:val="00F40645"/>
    <w:rsid w:val="00F40666"/>
    <w:rsid w:val="00F40C34"/>
    <w:rsid w:val="00F40E27"/>
    <w:rsid w:val="00F42ACD"/>
    <w:rsid w:val="00F4344E"/>
    <w:rsid w:val="00F43842"/>
    <w:rsid w:val="00F43B8C"/>
    <w:rsid w:val="00F43E4A"/>
    <w:rsid w:val="00F442E1"/>
    <w:rsid w:val="00F4487B"/>
    <w:rsid w:val="00F44B57"/>
    <w:rsid w:val="00F44E29"/>
    <w:rsid w:val="00F45153"/>
    <w:rsid w:val="00F456AD"/>
    <w:rsid w:val="00F4622D"/>
    <w:rsid w:val="00F47030"/>
    <w:rsid w:val="00F4730E"/>
    <w:rsid w:val="00F476BC"/>
    <w:rsid w:val="00F47C86"/>
    <w:rsid w:val="00F47F92"/>
    <w:rsid w:val="00F5006B"/>
    <w:rsid w:val="00F509F7"/>
    <w:rsid w:val="00F50ACC"/>
    <w:rsid w:val="00F51230"/>
    <w:rsid w:val="00F512AA"/>
    <w:rsid w:val="00F51493"/>
    <w:rsid w:val="00F51546"/>
    <w:rsid w:val="00F518B1"/>
    <w:rsid w:val="00F51DAE"/>
    <w:rsid w:val="00F52663"/>
    <w:rsid w:val="00F528D7"/>
    <w:rsid w:val="00F5320C"/>
    <w:rsid w:val="00F533AD"/>
    <w:rsid w:val="00F533F7"/>
    <w:rsid w:val="00F53674"/>
    <w:rsid w:val="00F53B9F"/>
    <w:rsid w:val="00F53C8A"/>
    <w:rsid w:val="00F53F61"/>
    <w:rsid w:val="00F547E7"/>
    <w:rsid w:val="00F54B4F"/>
    <w:rsid w:val="00F551B0"/>
    <w:rsid w:val="00F5593C"/>
    <w:rsid w:val="00F55CA9"/>
    <w:rsid w:val="00F56040"/>
    <w:rsid w:val="00F56D27"/>
    <w:rsid w:val="00F57215"/>
    <w:rsid w:val="00F5729C"/>
    <w:rsid w:val="00F601C7"/>
    <w:rsid w:val="00F60547"/>
    <w:rsid w:val="00F608AE"/>
    <w:rsid w:val="00F60C3D"/>
    <w:rsid w:val="00F61198"/>
    <w:rsid w:val="00F612D9"/>
    <w:rsid w:val="00F614D0"/>
    <w:rsid w:val="00F61E61"/>
    <w:rsid w:val="00F61EB3"/>
    <w:rsid w:val="00F629CA"/>
    <w:rsid w:val="00F62BE3"/>
    <w:rsid w:val="00F62BF9"/>
    <w:rsid w:val="00F63D77"/>
    <w:rsid w:val="00F640A7"/>
    <w:rsid w:val="00F647C0"/>
    <w:rsid w:val="00F64F42"/>
    <w:rsid w:val="00F65762"/>
    <w:rsid w:val="00F657C9"/>
    <w:rsid w:val="00F65866"/>
    <w:rsid w:val="00F65D48"/>
    <w:rsid w:val="00F66148"/>
    <w:rsid w:val="00F66F51"/>
    <w:rsid w:val="00F66FD9"/>
    <w:rsid w:val="00F670A0"/>
    <w:rsid w:val="00F672CF"/>
    <w:rsid w:val="00F67328"/>
    <w:rsid w:val="00F67DED"/>
    <w:rsid w:val="00F70679"/>
    <w:rsid w:val="00F706DE"/>
    <w:rsid w:val="00F70B81"/>
    <w:rsid w:val="00F70BAD"/>
    <w:rsid w:val="00F7145D"/>
    <w:rsid w:val="00F72077"/>
    <w:rsid w:val="00F7212C"/>
    <w:rsid w:val="00F72376"/>
    <w:rsid w:val="00F72BF1"/>
    <w:rsid w:val="00F73901"/>
    <w:rsid w:val="00F74415"/>
    <w:rsid w:val="00F74F43"/>
    <w:rsid w:val="00F75A25"/>
    <w:rsid w:val="00F75A50"/>
    <w:rsid w:val="00F760FF"/>
    <w:rsid w:val="00F76181"/>
    <w:rsid w:val="00F7667E"/>
    <w:rsid w:val="00F766E2"/>
    <w:rsid w:val="00F77256"/>
    <w:rsid w:val="00F772D6"/>
    <w:rsid w:val="00F7735B"/>
    <w:rsid w:val="00F77F26"/>
    <w:rsid w:val="00F77FC2"/>
    <w:rsid w:val="00F8021B"/>
    <w:rsid w:val="00F8032F"/>
    <w:rsid w:val="00F80A55"/>
    <w:rsid w:val="00F81005"/>
    <w:rsid w:val="00F826FE"/>
    <w:rsid w:val="00F83759"/>
    <w:rsid w:val="00F83A20"/>
    <w:rsid w:val="00F83AD7"/>
    <w:rsid w:val="00F83B78"/>
    <w:rsid w:val="00F83E74"/>
    <w:rsid w:val="00F84474"/>
    <w:rsid w:val="00F847EE"/>
    <w:rsid w:val="00F8503B"/>
    <w:rsid w:val="00F852C9"/>
    <w:rsid w:val="00F853F0"/>
    <w:rsid w:val="00F85C07"/>
    <w:rsid w:val="00F85CE2"/>
    <w:rsid w:val="00F86449"/>
    <w:rsid w:val="00F866C7"/>
    <w:rsid w:val="00F86707"/>
    <w:rsid w:val="00F86753"/>
    <w:rsid w:val="00F86853"/>
    <w:rsid w:val="00F86BC0"/>
    <w:rsid w:val="00F86F2E"/>
    <w:rsid w:val="00F86F59"/>
    <w:rsid w:val="00F8743D"/>
    <w:rsid w:val="00F87D08"/>
    <w:rsid w:val="00F87E78"/>
    <w:rsid w:val="00F87FE2"/>
    <w:rsid w:val="00F90699"/>
    <w:rsid w:val="00F9082E"/>
    <w:rsid w:val="00F90B3F"/>
    <w:rsid w:val="00F90C5D"/>
    <w:rsid w:val="00F912F6"/>
    <w:rsid w:val="00F920CF"/>
    <w:rsid w:val="00F932D4"/>
    <w:rsid w:val="00F932F9"/>
    <w:rsid w:val="00F934CD"/>
    <w:rsid w:val="00F934D7"/>
    <w:rsid w:val="00F9373A"/>
    <w:rsid w:val="00F93A3A"/>
    <w:rsid w:val="00F93E42"/>
    <w:rsid w:val="00F940AB"/>
    <w:rsid w:val="00F9410C"/>
    <w:rsid w:val="00F943AB"/>
    <w:rsid w:val="00F945DC"/>
    <w:rsid w:val="00F94DA4"/>
    <w:rsid w:val="00F94E4E"/>
    <w:rsid w:val="00F95A50"/>
    <w:rsid w:val="00F95C64"/>
    <w:rsid w:val="00F95D74"/>
    <w:rsid w:val="00F95EA2"/>
    <w:rsid w:val="00F960A5"/>
    <w:rsid w:val="00F960AE"/>
    <w:rsid w:val="00F96256"/>
    <w:rsid w:val="00F96680"/>
    <w:rsid w:val="00F966D6"/>
    <w:rsid w:val="00F96F36"/>
    <w:rsid w:val="00F97ED1"/>
    <w:rsid w:val="00FA0118"/>
    <w:rsid w:val="00FA04E0"/>
    <w:rsid w:val="00FA08CC"/>
    <w:rsid w:val="00FA0FBF"/>
    <w:rsid w:val="00FA10E6"/>
    <w:rsid w:val="00FA1192"/>
    <w:rsid w:val="00FA15E7"/>
    <w:rsid w:val="00FA198C"/>
    <w:rsid w:val="00FA1C68"/>
    <w:rsid w:val="00FA270F"/>
    <w:rsid w:val="00FA27A4"/>
    <w:rsid w:val="00FA28ED"/>
    <w:rsid w:val="00FA2E9C"/>
    <w:rsid w:val="00FA30D9"/>
    <w:rsid w:val="00FA31A1"/>
    <w:rsid w:val="00FA31F0"/>
    <w:rsid w:val="00FA35C4"/>
    <w:rsid w:val="00FA3AF7"/>
    <w:rsid w:val="00FA459A"/>
    <w:rsid w:val="00FA4E72"/>
    <w:rsid w:val="00FA51BB"/>
    <w:rsid w:val="00FA51DD"/>
    <w:rsid w:val="00FA52F9"/>
    <w:rsid w:val="00FA565E"/>
    <w:rsid w:val="00FA594C"/>
    <w:rsid w:val="00FA5B89"/>
    <w:rsid w:val="00FA6890"/>
    <w:rsid w:val="00FA69D9"/>
    <w:rsid w:val="00FA69DD"/>
    <w:rsid w:val="00FA71CA"/>
    <w:rsid w:val="00FA7208"/>
    <w:rsid w:val="00FA7217"/>
    <w:rsid w:val="00FA7368"/>
    <w:rsid w:val="00FA7632"/>
    <w:rsid w:val="00FA7EAE"/>
    <w:rsid w:val="00FB0464"/>
    <w:rsid w:val="00FB17DD"/>
    <w:rsid w:val="00FB19B5"/>
    <w:rsid w:val="00FB1D1D"/>
    <w:rsid w:val="00FB1E16"/>
    <w:rsid w:val="00FB1FF8"/>
    <w:rsid w:val="00FB200F"/>
    <w:rsid w:val="00FB2845"/>
    <w:rsid w:val="00FB28AB"/>
    <w:rsid w:val="00FB2FDC"/>
    <w:rsid w:val="00FB3445"/>
    <w:rsid w:val="00FB3C15"/>
    <w:rsid w:val="00FB3C59"/>
    <w:rsid w:val="00FB3D11"/>
    <w:rsid w:val="00FB3D35"/>
    <w:rsid w:val="00FB3D57"/>
    <w:rsid w:val="00FB3FD5"/>
    <w:rsid w:val="00FB4453"/>
    <w:rsid w:val="00FB485C"/>
    <w:rsid w:val="00FB4875"/>
    <w:rsid w:val="00FB4923"/>
    <w:rsid w:val="00FB497B"/>
    <w:rsid w:val="00FB4DFA"/>
    <w:rsid w:val="00FB4DFB"/>
    <w:rsid w:val="00FB52FE"/>
    <w:rsid w:val="00FB5832"/>
    <w:rsid w:val="00FB6213"/>
    <w:rsid w:val="00FB69A4"/>
    <w:rsid w:val="00FB6BD1"/>
    <w:rsid w:val="00FB6FD7"/>
    <w:rsid w:val="00FB76B7"/>
    <w:rsid w:val="00FB7EA0"/>
    <w:rsid w:val="00FB7FFB"/>
    <w:rsid w:val="00FC0322"/>
    <w:rsid w:val="00FC1482"/>
    <w:rsid w:val="00FC1688"/>
    <w:rsid w:val="00FC17E1"/>
    <w:rsid w:val="00FC17F2"/>
    <w:rsid w:val="00FC1852"/>
    <w:rsid w:val="00FC18E7"/>
    <w:rsid w:val="00FC1952"/>
    <w:rsid w:val="00FC1BCA"/>
    <w:rsid w:val="00FC1FFF"/>
    <w:rsid w:val="00FC2542"/>
    <w:rsid w:val="00FC3375"/>
    <w:rsid w:val="00FC347A"/>
    <w:rsid w:val="00FC3722"/>
    <w:rsid w:val="00FC3836"/>
    <w:rsid w:val="00FC3882"/>
    <w:rsid w:val="00FC3935"/>
    <w:rsid w:val="00FC3C8C"/>
    <w:rsid w:val="00FC3CD7"/>
    <w:rsid w:val="00FC3DD4"/>
    <w:rsid w:val="00FC43F5"/>
    <w:rsid w:val="00FC5038"/>
    <w:rsid w:val="00FC5330"/>
    <w:rsid w:val="00FC58CE"/>
    <w:rsid w:val="00FC618D"/>
    <w:rsid w:val="00FC6763"/>
    <w:rsid w:val="00FC6A27"/>
    <w:rsid w:val="00FC6E09"/>
    <w:rsid w:val="00FC7DAE"/>
    <w:rsid w:val="00FD038A"/>
    <w:rsid w:val="00FD038B"/>
    <w:rsid w:val="00FD04B6"/>
    <w:rsid w:val="00FD06BE"/>
    <w:rsid w:val="00FD089B"/>
    <w:rsid w:val="00FD0ACC"/>
    <w:rsid w:val="00FD0DA0"/>
    <w:rsid w:val="00FD0E1D"/>
    <w:rsid w:val="00FD11CA"/>
    <w:rsid w:val="00FD1A4C"/>
    <w:rsid w:val="00FD1CE8"/>
    <w:rsid w:val="00FD1E33"/>
    <w:rsid w:val="00FD2282"/>
    <w:rsid w:val="00FD2899"/>
    <w:rsid w:val="00FD2A57"/>
    <w:rsid w:val="00FD2F76"/>
    <w:rsid w:val="00FD4879"/>
    <w:rsid w:val="00FD48B1"/>
    <w:rsid w:val="00FD4B0A"/>
    <w:rsid w:val="00FD4C9B"/>
    <w:rsid w:val="00FD500B"/>
    <w:rsid w:val="00FD527B"/>
    <w:rsid w:val="00FD5710"/>
    <w:rsid w:val="00FD5ED8"/>
    <w:rsid w:val="00FD6599"/>
    <w:rsid w:val="00FD681B"/>
    <w:rsid w:val="00FE0416"/>
    <w:rsid w:val="00FE0AB7"/>
    <w:rsid w:val="00FE0BF5"/>
    <w:rsid w:val="00FE0D14"/>
    <w:rsid w:val="00FE0D73"/>
    <w:rsid w:val="00FE0E47"/>
    <w:rsid w:val="00FE1055"/>
    <w:rsid w:val="00FE1479"/>
    <w:rsid w:val="00FE15E8"/>
    <w:rsid w:val="00FE1791"/>
    <w:rsid w:val="00FE18DF"/>
    <w:rsid w:val="00FE1AED"/>
    <w:rsid w:val="00FE25E9"/>
    <w:rsid w:val="00FE2ADB"/>
    <w:rsid w:val="00FE2EAC"/>
    <w:rsid w:val="00FE30DD"/>
    <w:rsid w:val="00FE3859"/>
    <w:rsid w:val="00FE3FF4"/>
    <w:rsid w:val="00FE4470"/>
    <w:rsid w:val="00FE44C6"/>
    <w:rsid w:val="00FE4E29"/>
    <w:rsid w:val="00FE5503"/>
    <w:rsid w:val="00FE58CF"/>
    <w:rsid w:val="00FE5DC0"/>
    <w:rsid w:val="00FE66D4"/>
    <w:rsid w:val="00FE727E"/>
    <w:rsid w:val="00FE7712"/>
    <w:rsid w:val="00FE7EEA"/>
    <w:rsid w:val="00FF0AF4"/>
    <w:rsid w:val="00FF1126"/>
    <w:rsid w:val="00FF122F"/>
    <w:rsid w:val="00FF1434"/>
    <w:rsid w:val="00FF148F"/>
    <w:rsid w:val="00FF2060"/>
    <w:rsid w:val="00FF2209"/>
    <w:rsid w:val="00FF228C"/>
    <w:rsid w:val="00FF27EC"/>
    <w:rsid w:val="00FF29CA"/>
    <w:rsid w:val="00FF388B"/>
    <w:rsid w:val="00FF39FB"/>
    <w:rsid w:val="00FF3BC4"/>
    <w:rsid w:val="00FF40BE"/>
    <w:rsid w:val="00FF41A0"/>
    <w:rsid w:val="00FF4207"/>
    <w:rsid w:val="00FF43A6"/>
    <w:rsid w:val="00FF4453"/>
    <w:rsid w:val="00FF487D"/>
    <w:rsid w:val="00FF4CE4"/>
    <w:rsid w:val="00FF4DE3"/>
    <w:rsid w:val="00FF532B"/>
    <w:rsid w:val="00FF5DF2"/>
    <w:rsid w:val="00FF637E"/>
    <w:rsid w:val="00FF6976"/>
    <w:rsid w:val="00FF69F7"/>
    <w:rsid w:val="00FF6B80"/>
    <w:rsid w:val="00FF712A"/>
    <w:rsid w:val="00FF7642"/>
    <w:rsid w:val="00FF79E3"/>
    <w:rsid w:val="00FF7CC1"/>
    <w:rsid w:val="00FF7CC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ED6"/>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9553CE"/>
    <w:pPr>
      <w:autoSpaceDE w:val="0"/>
      <w:autoSpaceDN w:val="0"/>
      <w:adjustRightInd w:val="0"/>
    </w:pPr>
    <w:rPr>
      <w:rFonts w:ascii="Arial" w:hAnsi="Arial" w:cs="Arial"/>
      <w:sz w:val="20"/>
      <w:szCs w:val="20"/>
      <w:lang w:eastAsia="en-US"/>
    </w:rPr>
  </w:style>
  <w:style w:type="paragraph" w:customStyle="1" w:styleId="ConsPlusNonformat">
    <w:name w:val="ConsPlusNonformat"/>
    <w:uiPriority w:val="99"/>
    <w:rsid w:val="009553CE"/>
    <w:pPr>
      <w:autoSpaceDE w:val="0"/>
      <w:autoSpaceDN w:val="0"/>
      <w:adjustRightInd w:val="0"/>
    </w:pPr>
    <w:rPr>
      <w:rFonts w:ascii="Courier New" w:hAnsi="Courier New" w:cs="Courier New"/>
      <w:sz w:val="20"/>
      <w:szCs w:val="20"/>
      <w:lang w:eastAsia="en-US"/>
    </w:rPr>
  </w:style>
  <w:style w:type="paragraph" w:styleId="Header">
    <w:name w:val="header"/>
    <w:basedOn w:val="Normal"/>
    <w:link w:val="HeaderChar"/>
    <w:uiPriority w:val="99"/>
    <w:rsid w:val="00DB2F7C"/>
    <w:pPr>
      <w:tabs>
        <w:tab w:val="center" w:pos="4677"/>
        <w:tab w:val="right" w:pos="9355"/>
      </w:tabs>
    </w:pPr>
  </w:style>
  <w:style w:type="character" w:customStyle="1" w:styleId="HeaderChar">
    <w:name w:val="Header Char"/>
    <w:basedOn w:val="DefaultParagraphFont"/>
    <w:link w:val="Header"/>
    <w:uiPriority w:val="99"/>
    <w:locked/>
    <w:rsid w:val="00DB2F7C"/>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427AF39D131551EC209E4BE0035A8DAE264D79A04F467507817F6238BjDs7J"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1427AF39D131551EC209E4BE0035A8DAE265D19B09F067507817F6238BjDs7J" TargetMode="External"/><Relationship Id="rId12" Type="http://schemas.openxmlformats.org/officeDocument/2006/relationships/hyperlink" Target="consultantplus://offline/ref=1427AF39D131551EC209E4BE0035A8DAE264D29A09FD67507817F6238BjDs7J"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1427AF39D131551EC209E4BE0035A8DAE16BD39D06A330522942F8j2s6J" TargetMode="External"/><Relationship Id="rId11" Type="http://schemas.openxmlformats.org/officeDocument/2006/relationships/hyperlink" Target="consultantplus://offline/ref=1427AF39D131551EC209E4BD1259F4DFE7688A9508F16D072648AD7EDCDE884Aj8s9J" TargetMode="External"/><Relationship Id="rId5" Type="http://schemas.openxmlformats.org/officeDocument/2006/relationships/hyperlink" Target="consultantplus://offline/ref=1427AF39D131551EC209E4BE0035A8DAE264D79F0EF067507817F6238BjDs7J" TargetMode="External"/><Relationship Id="rId10" Type="http://schemas.openxmlformats.org/officeDocument/2006/relationships/hyperlink" Target="consultantplus://offline/ref=1427AF39D131551EC209E4BE0035A8DAE264D49D0DF167507817F6238BjDs7J" TargetMode="External"/><Relationship Id="rId4" Type="http://schemas.openxmlformats.org/officeDocument/2006/relationships/image" Target="media/image1.wmf"/><Relationship Id="rId9" Type="http://schemas.openxmlformats.org/officeDocument/2006/relationships/hyperlink" Target="consultantplus://offline/ref=1427AF39D131551EC209E4BE0035A8DAE264D79005F467507817F6238BjDs7J"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89</TotalTime>
  <Pages>16</Pages>
  <Words>6263</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Дарья</cp:lastModifiedBy>
  <cp:revision>10</cp:revision>
  <dcterms:created xsi:type="dcterms:W3CDTF">2015-09-29T09:44:00Z</dcterms:created>
  <dcterms:modified xsi:type="dcterms:W3CDTF">2015-10-05T06:02:00Z</dcterms:modified>
</cp:coreProperties>
</file>