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74" w:rsidRPr="007A62B4" w:rsidRDefault="00234E74" w:rsidP="00EC5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234E74" w:rsidRPr="007A62B4" w:rsidRDefault="00234E74" w:rsidP="00EC5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234E74" w:rsidRPr="008C0D85" w:rsidRDefault="00234E74" w:rsidP="00EC5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8C0D85">
        <w:rPr>
          <w:rFonts w:ascii="Times New Roman" w:hAnsi="Times New Roman"/>
          <w:b/>
          <w:sz w:val="28"/>
          <w:szCs w:val="28"/>
        </w:rPr>
        <w:t xml:space="preserve">аведующего Муниципального бюджетного дошкольного образовательного учреждения </w:t>
      </w:r>
    </w:p>
    <w:p w:rsidR="00234E74" w:rsidRPr="008C0D85" w:rsidRDefault="00234E74" w:rsidP="00EC5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0D85">
        <w:rPr>
          <w:rFonts w:ascii="Times New Roman" w:hAnsi="Times New Roman"/>
          <w:b/>
          <w:sz w:val="28"/>
          <w:szCs w:val="28"/>
        </w:rPr>
        <w:t xml:space="preserve">Детский сад №40«Подснежник» комбинированного вида  </w:t>
      </w:r>
    </w:p>
    <w:p w:rsidR="00234E74" w:rsidRDefault="00234E74" w:rsidP="00F31E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4E74" w:rsidRPr="007A62B4" w:rsidRDefault="00234E74" w:rsidP="00EC5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</w:t>
      </w:r>
      <w:r>
        <w:rPr>
          <w:rFonts w:ascii="Times New Roman" w:hAnsi="Times New Roman"/>
          <w:b/>
          <w:sz w:val="28"/>
          <w:szCs w:val="28"/>
        </w:rPr>
        <w:t>од с 1 января по 31 декабря 2014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34E74" w:rsidRPr="001C2E52" w:rsidRDefault="00234E74" w:rsidP="00EC58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4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6"/>
        <w:gridCol w:w="1813"/>
        <w:gridCol w:w="1721"/>
        <w:gridCol w:w="1152"/>
        <w:gridCol w:w="1677"/>
        <w:gridCol w:w="1694"/>
        <w:gridCol w:w="1721"/>
        <w:gridCol w:w="1152"/>
        <w:gridCol w:w="1677"/>
      </w:tblGrid>
      <w:tr w:rsidR="00234E74" w:rsidRPr="00BE0274" w:rsidTr="00DF167E">
        <w:trPr>
          <w:trHeight w:val="151"/>
        </w:trPr>
        <w:tc>
          <w:tcPr>
            <w:tcW w:w="2836" w:type="dxa"/>
            <w:vMerge w:val="restart"/>
          </w:tcPr>
          <w:p w:rsidR="00234E74" w:rsidRPr="007B2429" w:rsidRDefault="00234E74" w:rsidP="00F31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4E74" w:rsidRPr="00BE0274" w:rsidRDefault="00234E74" w:rsidP="00F31E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1813" w:type="dxa"/>
            <w:vMerge w:val="restart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201</w:t>
            </w:r>
            <w:r w:rsidRPr="00E84F7B">
              <w:rPr>
                <w:rFonts w:ascii="Times New Roman" w:hAnsi="Times New Roman"/>
                <w:sz w:val="24"/>
                <w:szCs w:val="24"/>
              </w:rPr>
              <w:t>4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34E74" w:rsidRPr="00BE0274" w:rsidTr="00DF167E">
        <w:trPr>
          <w:trHeight w:val="150"/>
        </w:trPr>
        <w:tc>
          <w:tcPr>
            <w:tcW w:w="2836" w:type="dxa"/>
            <w:vMerge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34E74" w:rsidRPr="00BE0274" w:rsidTr="00DF167E">
        <w:trPr>
          <w:trHeight w:val="1080"/>
        </w:trPr>
        <w:tc>
          <w:tcPr>
            <w:tcW w:w="2836" w:type="dxa"/>
            <w:tcBorders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Куртукова</w:t>
            </w:r>
          </w:p>
          <w:p w:rsidR="00234E74" w:rsidRPr="00BE0274" w:rsidRDefault="00234E74" w:rsidP="00DF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Алия Вальяровна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234E74" w:rsidRPr="00E84F7B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492 532,</w:t>
            </w:r>
            <w:r w:rsidRPr="00E84F7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  <w:p w:rsidR="00234E74" w:rsidRPr="00BE0274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   53,9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34E74" w:rsidRPr="00BE0274" w:rsidRDefault="00234E74" w:rsidP="00EC58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vAlign w:val="bottom"/>
          </w:tcPr>
          <w:p w:rsidR="00234E74" w:rsidRPr="00BE0274" w:rsidRDefault="00234E74" w:rsidP="00DF167E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Автомобиль легковой:</w:t>
            </w:r>
          </w:p>
          <w:p w:rsidR="00234E74" w:rsidRPr="00BE0274" w:rsidRDefault="00234E74" w:rsidP="00DF167E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E84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SORENTO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34E74" w:rsidRPr="00BE0274" w:rsidTr="00EC58F2">
        <w:trPr>
          <w:trHeight w:val="33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E84F7B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505 618,95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234E74" w:rsidRPr="00BE0274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 xml:space="preserve">     53,9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EC58F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E74" w:rsidRPr="00BE0274" w:rsidRDefault="00234E74" w:rsidP="00DF167E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234E74" w:rsidRPr="00BE0274" w:rsidTr="00DF167E">
        <w:trPr>
          <w:trHeight w:val="207"/>
        </w:trPr>
        <w:tc>
          <w:tcPr>
            <w:tcW w:w="2836" w:type="dxa"/>
            <w:tcBorders>
              <w:top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27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234E74" w:rsidRPr="00BE0274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27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234E74" w:rsidRPr="00BE0274" w:rsidRDefault="00234E74" w:rsidP="00EC58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vAlign w:val="bottom"/>
          </w:tcPr>
          <w:p w:rsidR="00234E74" w:rsidRPr="00E860CD" w:rsidRDefault="00234E74" w:rsidP="00DF167E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</w:t>
            </w:r>
            <w:r w:rsidRPr="00BE027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234E74" w:rsidRPr="00E860CD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234E74" w:rsidRPr="00E860CD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234E74" w:rsidRPr="00E860CD" w:rsidRDefault="00234E74" w:rsidP="00DF1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34E74" w:rsidRDefault="00234E74"/>
    <w:sectPr w:rsidR="00234E74" w:rsidSect="00EC58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8F2"/>
    <w:rsid w:val="00006814"/>
    <w:rsid w:val="00007E72"/>
    <w:rsid w:val="00014A87"/>
    <w:rsid w:val="00016FB0"/>
    <w:rsid w:val="0002449A"/>
    <w:rsid w:val="000324F0"/>
    <w:rsid w:val="00033CA3"/>
    <w:rsid w:val="00036463"/>
    <w:rsid w:val="00044A2D"/>
    <w:rsid w:val="0004553F"/>
    <w:rsid w:val="000502DB"/>
    <w:rsid w:val="00050569"/>
    <w:rsid w:val="000564CB"/>
    <w:rsid w:val="000619E6"/>
    <w:rsid w:val="00065601"/>
    <w:rsid w:val="000675C4"/>
    <w:rsid w:val="00067E41"/>
    <w:rsid w:val="000705FD"/>
    <w:rsid w:val="0007278E"/>
    <w:rsid w:val="000759A4"/>
    <w:rsid w:val="00081EF8"/>
    <w:rsid w:val="000911A0"/>
    <w:rsid w:val="000933D8"/>
    <w:rsid w:val="00094CBA"/>
    <w:rsid w:val="000957B9"/>
    <w:rsid w:val="00097163"/>
    <w:rsid w:val="000A3CE6"/>
    <w:rsid w:val="000B4189"/>
    <w:rsid w:val="000B5A1A"/>
    <w:rsid w:val="000C0091"/>
    <w:rsid w:val="000C68FB"/>
    <w:rsid w:val="000C7ECC"/>
    <w:rsid w:val="000D04B8"/>
    <w:rsid w:val="000D3E46"/>
    <w:rsid w:val="000D49AF"/>
    <w:rsid w:val="000E298A"/>
    <w:rsid w:val="000E6D1A"/>
    <w:rsid w:val="000E746B"/>
    <w:rsid w:val="000F7199"/>
    <w:rsid w:val="001011D4"/>
    <w:rsid w:val="00101B47"/>
    <w:rsid w:val="001042B4"/>
    <w:rsid w:val="00106BAF"/>
    <w:rsid w:val="001074B1"/>
    <w:rsid w:val="00113DDB"/>
    <w:rsid w:val="00115475"/>
    <w:rsid w:val="0011659E"/>
    <w:rsid w:val="00152DE3"/>
    <w:rsid w:val="00152FAD"/>
    <w:rsid w:val="001548B0"/>
    <w:rsid w:val="00154BAD"/>
    <w:rsid w:val="00160BCB"/>
    <w:rsid w:val="00161DF4"/>
    <w:rsid w:val="00165BE7"/>
    <w:rsid w:val="001743E2"/>
    <w:rsid w:val="001862CE"/>
    <w:rsid w:val="0019151A"/>
    <w:rsid w:val="00191555"/>
    <w:rsid w:val="00196ECB"/>
    <w:rsid w:val="00196F19"/>
    <w:rsid w:val="00197615"/>
    <w:rsid w:val="001A1F66"/>
    <w:rsid w:val="001A71DB"/>
    <w:rsid w:val="001B09E6"/>
    <w:rsid w:val="001B3EA9"/>
    <w:rsid w:val="001B5EBB"/>
    <w:rsid w:val="001C2E52"/>
    <w:rsid w:val="001C385F"/>
    <w:rsid w:val="001C7B32"/>
    <w:rsid w:val="001D133E"/>
    <w:rsid w:val="001D1698"/>
    <w:rsid w:val="001D4B19"/>
    <w:rsid w:val="001D5FA8"/>
    <w:rsid w:val="001D6ED5"/>
    <w:rsid w:val="001E32CA"/>
    <w:rsid w:val="001E7B09"/>
    <w:rsid w:val="001E7FE4"/>
    <w:rsid w:val="001F0975"/>
    <w:rsid w:val="0020734E"/>
    <w:rsid w:val="002114CF"/>
    <w:rsid w:val="00213CF5"/>
    <w:rsid w:val="00214B5D"/>
    <w:rsid w:val="00216AEC"/>
    <w:rsid w:val="00234E74"/>
    <w:rsid w:val="00234F48"/>
    <w:rsid w:val="002359E8"/>
    <w:rsid w:val="00240E38"/>
    <w:rsid w:val="002470AC"/>
    <w:rsid w:val="0024712B"/>
    <w:rsid w:val="00251E1B"/>
    <w:rsid w:val="00261B39"/>
    <w:rsid w:val="00264516"/>
    <w:rsid w:val="002646A2"/>
    <w:rsid w:val="00265FF3"/>
    <w:rsid w:val="00272236"/>
    <w:rsid w:val="00272E66"/>
    <w:rsid w:val="00273760"/>
    <w:rsid w:val="00284964"/>
    <w:rsid w:val="00286A01"/>
    <w:rsid w:val="00286D2F"/>
    <w:rsid w:val="00287AA5"/>
    <w:rsid w:val="00290292"/>
    <w:rsid w:val="002908BF"/>
    <w:rsid w:val="00295389"/>
    <w:rsid w:val="00295823"/>
    <w:rsid w:val="002A337C"/>
    <w:rsid w:val="002B50BD"/>
    <w:rsid w:val="002C21C7"/>
    <w:rsid w:val="002C22C6"/>
    <w:rsid w:val="002C260B"/>
    <w:rsid w:val="002C4D4B"/>
    <w:rsid w:val="002C6925"/>
    <w:rsid w:val="002D3709"/>
    <w:rsid w:val="002E6458"/>
    <w:rsid w:val="002E67B9"/>
    <w:rsid w:val="002F0161"/>
    <w:rsid w:val="002F3222"/>
    <w:rsid w:val="002F5927"/>
    <w:rsid w:val="003005EE"/>
    <w:rsid w:val="00305A71"/>
    <w:rsid w:val="00307CBB"/>
    <w:rsid w:val="00310C9E"/>
    <w:rsid w:val="00312935"/>
    <w:rsid w:val="00313CA7"/>
    <w:rsid w:val="00326622"/>
    <w:rsid w:val="00326CAA"/>
    <w:rsid w:val="003329FB"/>
    <w:rsid w:val="00335A12"/>
    <w:rsid w:val="0034608D"/>
    <w:rsid w:val="003508CC"/>
    <w:rsid w:val="00355E8A"/>
    <w:rsid w:val="00360632"/>
    <w:rsid w:val="0036190D"/>
    <w:rsid w:val="00362B56"/>
    <w:rsid w:val="00365E38"/>
    <w:rsid w:val="0036678E"/>
    <w:rsid w:val="00373338"/>
    <w:rsid w:val="00374A7A"/>
    <w:rsid w:val="003804BC"/>
    <w:rsid w:val="00382D5A"/>
    <w:rsid w:val="00382F61"/>
    <w:rsid w:val="003865B9"/>
    <w:rsid w:val="00390116"/>
    <w:rsid w:val="00391803"/>
    <w:rsid w:val="00391975"/>
    <w:rsid w:val="00391F62"/>
    <w:rsid w:val="00393C48"/>
    <w:rsid w:val="00394614"/>
    <w:rsid w:val="003A6F6C"/>
    <w:rsid w:val="003A74FB"/>
    <w:rsid w:val="003B1DCD"/>
    <w:rsid w:val="003B68C2"/>
    <w:rsid w:val="003B7BD4"/>
    <w:rsid w:val="003C12DE"/>
    <w:rsid w:val="003C2E13"/>
    <w:rsid w:val="003C3317"/>
    <w:rsid w:val="003C44FC"/>
    <w:rsid w:val="003C46E9"/>
    <w:rsid w:val="003C63A5"/>
    <w:rsid w:val="003C6B9B"/>
    <w:rsid w:val="003C6C2F"/>
    <w:rsid w:val="003D1C71"/>
    <w:rsid w:val="003D5247"/>
    <w:rsid w:val="003E1881"/>
    <w:rsid w:val="003E2375"/>
    <w:rsid w:val="003E651E"/>
    <w:rsid w:val="003E7182"/>
    <w:rsid w:val="003F41EA"/>
    <w:rsid w:val="003F422A"/>
    <w:rsid w:val="003F60E0"/>
    <w:rsid w:val="00400E90"/>
    <w:rsid w:val="00404C63"/>
    <w:rsid w:val="0040537B"/>
    <w:rsid w:val="00411E94"/>
    <w:rsid w:val="00412664"/>
    <w:rsid w:val="00414729"/>
    <w:rsid w:val="00414FD2"/>
    <w:rsid w:val="00416F95"/>
    <w:rsid w:val="00420B3D"/>
    <w:rsid w:val="00422CC9"/>
    <w:rsid w:val="00423F02"/>
    <w:rsid w:val="00425385"/>
    <w:rsid w:val="0042602F"/>
    <w:rsid w:val="00431FF5"/>
    <w:rsid w:val="00432C32"/>
    <w:rsid w:val="00437DCC"/>
    <w:rsid w:val="00437F15"/>
    <w:rsid w:val="00443A33"/>
    <w:rsid w:val="004458B7"/>
    <w:rsid w:val="00446FB4"/>
    <w:rsid w:val="00454089"/>
    <w:rsid w:val="0045447F"/>
    <w:rsid w:val="00457525"/>
    <w:rsid w:val="00460668"/>
    <w:rsid w:val="00462E5B"/>
    <w:rsid w:val="0047372B"/>
    <w:rsid w:val="00480951"/>
    <w:rsid w:val="004818E8"/>
    <w:rsid w:val="004820B3"/>
    <w:rsid w:val="00484384"/>
    <w:rsid w:val="00484991"/>
    <w:rsid w:val="00494098"/>
    <w:rsid w:val="0049765D"/>
    <w:rsid w:val="004A0296"/>
    <w:rsid w:val="004A121F"/>
    <w:rsid w:val="004A78F0"/>
    <w:rsid w:val="004B1B80"/>
    <w:rsid w:val="004B276F"/>
    <w:rsid w:val="004B5FBC"/>
    <w:rsid w:val="004B6681"/>
    <w:rsid w:val="004B6770"/>
    <w:rsid w:val="004B6EF4"/>
    <w:rsid w:val="004C171D"/>
    <w:rsid w:val="004C1A24"/>
    <w:rsid w:val="004C3A88"/>
    <w:rsid w:val="004D067C"/>
    <w:rsid w:val="004D609A"/>
    <w:rsid w:val="004D6B87"/>
    <w:rsid w:val="004D717A"/>
    <w:rsid w:val="004E07CB"/>
    <w:rsid w:val="004E2990"/>
    <w:rsid w:val="004E487E"/>
    <w:rsid w:val="004E58E3"/>
    <w:rsid w:val="004E7A19"/>
    <w:rsid w:val="004F09A7"/>
    <w:rsid w:val="004F656D"/>
    <w:rsid w:val="00503227"/>
    <w:rsid w:val="005034B1"/>
    <w:rsid w:val="00503CFB"/>
    <w:rsid w:val="005121D1"/>
    <w:rsid w:val="00512AEA"/>
    <w:rsid w:val="005156A8"/>
    <w:rsid w:val="00517A73"/>
    <w:rsid w:val="00522B69"/>
    <w:rsid w:val="00524612"/>
    <w:rsid w:val="00526E38"/>
    <w:rsid w:val="00530C77"/>
    <w:rsid w:val="00531FE7"/>
    <w:rsid w:val="005324E1"/>
    <w:rsid w:val="005332D6"/>
    <w:rsid w:val="00540267"/>
    <w:rsid w:val="0054213B"/>
    <w:rsid w:val="005527AB"/>
    <w:rsid w:val="00553BB8"/>
    <w:rsid w:val="005634E0"/>
    <w:rsid w:val="00565475"/>
    <w:rsid w:val="00573464"/>
    <w:rsid w:val="005822C2"/>
    <w:rsid w:val="00583063"/>
    <w:rsid w:val="005855B8"/>
    <w:rsid w:val="00586066"/>
    <w:rsid w:val="00590B31"/>
    <w:rsid w:val="00592C69"/>
    <w:rsid w:val="005A0AD1"/>
    <w:rsid w:val="005A1B35"/>
    <w:rsid w:val="005A1ECB"/>
    <w:rsid w:val="005A6379"/>
    <w:rsid w:val="005A773E"/>
    <w:rsid w:val="005B0A00"/>
    <w:rsid w:val="005B3299"/>
    <w:rsid w:val="005B564C"/>
    <w:rsid w:val="005C4834"/>
    <w:rsid w:val="005D129A"/>
    <w:rsid w:val="005E0FD4"/>
    <w:rsid w:val="005E1017"/>
    <w:rsid w:val="005E1594"/>
    <w:rsid w:val="005E631B"/>
    <w:rsid w:val="005F2E8B"/>
    <w:rsid w:val="0060020F"/>
    <w:rsid w:val="00601471"/>
    <w:rsid w:val="00602D6D"/>
    <w:rsid w:val="00602EE7"/>
    <w:rsid w:val="0060328F"/>
    <w:rsid w:val="00604752"/>
    <w:rsid w:val="00611738"/>
    <w:rsid w:val="00611F77"/>
    <w:rsid w:val="00613F4F"/>
    <w:rsid w:val="00621E30"/>
    <w:rsid w:val="00622824"/>
    <w:rsid w:val="006250ED"/>
    <w:rsid w:val="006260D0"/>
    <w:rsid w:val="00641DBD"/>
    <w:rsid w:val="006446D2"/>
    <w:rsid w:val="00644AF5"/>
    <w:rsid w:val="00646107"/>
    <w:rsid w:val="00654C8F"/>
    <w:rsid w:val="00661E2B"/>
    <w:rsid w:val="006622D0"/>
    <w:rsid w:val="00662D42"/>
    <w:rsid w:val="006669FE"/>
    <w:rsid w:val="006676B1"/>
    <w:rsid w:val="00675F6C"/>
    <w:rsid w:val="00680694"/>
    <w:rsid w:val="006819AC"/>
    <w:rsid w:val="00684C6A"/>
    <w:rsid w:val="006A0241"/>
    <w:rsid w:val="006A32ED"/>
    <w:rsid w:val="006A4A86"/>
    <w:rsid w:val="006B1900"/>
    <w:rsid w:val="006B6095"/>
    <w:rsid w:val="006B6D32"/>
    <w:rsid w:val="006D3A38"/>
    <w:rsid w:val="006D476B"/>
    <w:rsid w:val="006E1D00"/>
    <w:rsid w:val="006E32ED"/>
    <w:rsid w:val="006E414A"/>
    <w:rsid w:val="006E6442"/>
    <w:rsid w:val="006E73FD"/>
    <w:rsid w:val="006F0D57"/>
    <w:rsid w:val="006F4C7E"/>
    <w:rsid w:val="006F665F"/>
    <w:rsid w:val="00700024"/>
    <w:rsid w:val="00701DAB"/>
    <w:rsid w:val="007138B0"/>
    <w:rsid w:val="0071652F"/>
    <w:rsid w:val="007166E2"/>
    <w:rsid w:val="007208B7"/>
    <w:rsid w:val="00731707"/>
    <w:rsid w:val="007371E6"/>
    <w:rsid w:val="007472E1"/>
    <w:rsid w:val="00750651"/>
    <w:rsid w:val="007528CE"/>
    <w:rsid w:val="00760CFE"/>
    <w:rsid w:val="00760E91"/>
    <w:rsid w:val="00762BC3"/>
    <w:rsid w:val="00767466"/>
    <w:rsid w:val="00780EF1"/>
    <w:rsid w:val="007841FA"/>
    <w:rsid w:val="00786508"/>
    <w:rsid w:val="00791A3E"/>
    <w:rsid w:val="00791A40"/>
    <w:rsid w:val="00791EF7"/>
    <w:rsid w:val="00792A6B"/>
    <w:rsid w:val="00794486"/>
    <w:rsid w:val="007A08D0"/>
    <w:rsid w:val="007A0C41"/>
    <w:rsid w:val="007A62B4"/>
    <w:rsid w:val="007A7313"/>
    <w:rsid w:val="007B0D3E"/>
    <w:rsid w:val="007B2429"/>
    <w:rsid w:val="007B5D96"/>
    <w:rsid w:val="007B5EDD"/>
    <w:rsid w:val="007B5FE4"/>
    <w:rsid w:val="007B6152"/>
    <w:rsid w:val="007B75BD"/>
    <w:rsid w:val="007C32EE"/>
    <w:rsid w:val="007C4844"/>
    <w:rsid w:val="007C4F0C"/>
    <w:rsid w:val="007C78C8"/>
    <w:rsid w:val="007D176A"/>
    <w:rsid w:val="007D186E"/>
    <w:rsid w:val="007D68F4"/>
    <w:rsid w:val="007E0562"/>
    <w:rsid w:val="007E3731"/>
    <w:rsid w:val="007E4B6D"/>
    <w:rsid w:val="007F3E8F"/>
    <w:rsid w:val="007F7042"/>
    <w:rsid w:val="007F71FE"/>
    <w:rsid w:val="008016AB"/>
    <w:rsid w:val="008064FD"/>
    <w:rsid w:val="00806831"/>
    <w:rsid w:val="00811CF6"/>
    <w:rsid w:val="00812D5B"/>
    <w:rsid w:val="0081584C"/>
    <w:rsid w:val="008244D1"/>
    <w:rsid w:val="008248E2"/>
    <w:rsid w:val="00832F06"/>
    <w:rsid w:val="00840FAA"/>
    <w:rsid w:val="008427FD"/>
    <w:rsid w:val="008455E6"/>
    <w:rsid w:val="00845C19"/>
    <w:rsid w:val="00850218"/>
    <w:rsid w:val="0085485A"/>
    <w:rsid w:val="008558C0"/>
    <w:rsid w:val="008610C8"/>
    <w:rsid w:val="008616DD"/>
    <w:rsid w:val="00863D81"/>
    <w:rsid w:val="00866A78"/>
    <w:rsid w:val="00867382"/>
    <w:rsid w:val="008773E0"/>
    <w:rsid w:val="00881441"/>
    <w:rsid w:val="008815C2"/>
    <w:rsid w:val="00890AA8"/>
    <w:rsid w:val="008A20FE"/>
    <w:rsid w:val="008A25C4"/>
    <w:rsid w:val="008A29D3"/>
    <w:rsid w:val="008A34D6"/>
    <w:rsid w:val="008A53CC"/>
    <w:rsid w:val="008A701C"/>
    <w:rsid w:val="008B049B"/>
    <w:rsid w:val="008B2AB6"/>
    <w:rsid w:val="008B438F"/>
    <w:rsid w:val="008B6E8C"/>
    <w:rsid w:val="008B7041"/>
    <w:rsid w:val="008C0D85"/>
    <w:rsid w:val="008C208C"/>
    <w:rsid w:val="008C3B78"/>
    <w:rsid w:val="008C7500"/>
    <w:rsid w:val="008D665D"/>
    <w:rsid w:val="008E1344"/>
    <w:rsid w:val="008E13A5"/>
    <w:rsid w:val="008E1F7E"/>
    <w:rsid w:val="008E68CE"/>
    <w:rsid w:val="008E7676"/>
    <w:rsid w:val="008E7E34"/>
    <w:rsid w:val="008E7F65"/>
    <w:rsid w:val="008F3B8F"/>
    <w:rsid w:val="008F73CE"/>
    <w:rsid w:val="009035A9"/>
    <w:rsid w:val="0090542E"/>
    <w:rsid w:val="00907156"/>
    <w:rsid w:val="00911B61"/>
    <w:rsid w:val="009222ED"/>
    <w:rsid w:val="00932749"/>
    <w:rsid w:val="009330CE"/>
    <w:rsid w:val="0093705A"/>
    <w:rsid w:val="00940F63"/>
    <w:rsid w:val="009443EF"/>
    <w:rsid w:val="009474B1"/>
    <w:rsid w:val="009522F7"/>
    <w:rsid w:val="00954FB8"/>
    <w:rsid w:val="00955305"/>
    <w:rsid w:val="0095656E"/>
    <w:rsid w:val="0096164B"/>
    <w:rsid w:val="00961DBD"/>
    <w:rsid w:val="0096220E"/>
    <w:rsid w:val="00962D21"/>
    <w:rsid w:val="00964904"/>
    <w:rsid w:val="009656B2"/>
    <w:rsid w:val="0097203C"/>
    <w:rsid w:val="00974AE4"/>
    <w:rsid w:val="009806AC"/>
    <w:rsid w:val="00990221"/>
    <w:rsid w:val="009915BC"/>
    <w:rsid w:val="00995C67"/>
    <w:rsid w:val="00996226"/>
    <w:rsid w:val="009967E1"/>
    <w:rsid w:val="00997EAC"/>
    <w:rsid w:val="009A49F8"/>
    <w:rsid w:val="009B029D"/>
    <w:rsid w:val="009B1B53"/>
    <w:rsid w:val="009B31F3"/>
    <w:rsid w:val="009B5B47"/>
    <w:rsid w:val="009C16E5"/>
    <w:rsid w:val="009C3D2A"/>
    <w:rsid w:val="009D2CCD"/>
    <w:rsid w:val="009D2E14"/>
    <w:rsid w:val="009D5F22"/>
    <w:rsid w:val="009E0597"/>
    <w:rsid w:val="009E3384"/>
    <w:rsid w:val="009E5380"/>
    <w:rsid w:val="009F0985"/>
    <w:rsid w:val="009F1AE1"/>
    <w:rsid w:val="009F462F"/>
    <w:rsid w:val="009F7C27"/>
    <w:rsid w:val="00A06EDC"/>
    <w:rsid w:val="00A074AC"/>
    <w:rsid w:val="00A115F1"/>
    <w:rsid w:val="00A12923"/>
    <w:rsid w:val="00A14DDF"/>
    <w:rsid w:val="00A170A3"/>
    <w:rsid w:val="00A17120"/>
    <w:rsid w:val="00A21616"/>
    <w:rsid w:val="00A24E17"/>
    <w:rsid w:val="00A26C58"/>
    <w:rsid w:val="00A277D2"/>
    <w:rsid w:val="00A27A38"/>
    <w:rsid w:val="00A27DA7"/>
    <w:rsid w:val="00A32E7C"/>
    <w:rsid w:val="00A3556A"/>
    <w:rsid w:val="00A42D5D"/>
    <w:rsid w:val="00A43E4A"/>
    <w:rsid w:val="00A44860"/>
    <w:rsid w:val="00A528BC"/>
    <w:rsid w:val="00A57BFF"/>
    <w:rsid w:val="00A66074"/>
    <w:rsid w:val="00A66378"/>
    <w:rsid w:val="00A72FE5"/>
    <w:rsid w:val="00A75632"/>
    <w:rsid w:val="00A82FF3"/>
    <w:rsid w:val="00A837B0"/>
    <w:rsid w:val="00A85729"/>
    <w:rsid w:val="00A87D98"/>
    <w:rsid w:val="00A9225D"/>
    <w:rsid w:val="00A9795C"/>
    <w:rsid w:val="00AA14AB"/>
    <w:rsid w:val="00AA3E7B"/>
    <w:rsid w:val="00AB0302"/>
    <w:rsid w:val="00AB0890"/>
    <w:rsid w:val="00AB4683"/>
    <w:rsid w:val="00AB4BEB"/>
    <w:rsid w:val="00AB557E"/>
    <w:rsid w:val="00AC41F5"/>
    <w:rsid w:val="00AC68E2"/>
    <w:rsid w:val="00AD14A1"/>
    <w:rsid w:val="00AD688A"/>
    <w:rsid w:val="00AD7867"/>
    <w:rsid w:val="00AE0299"/>
    <w:rsid w:val="00AE1507"/>
    <w:rsid w:val="00AE3381"/>
    <w:rsid w:val="00AE39B7"/>
    <w:rsid w:val="00AE3FE4"/>
    <w:rsid w:val="00AE4347"/>
    <w:rsid w:val="00AF269F"/>
    <w:rsid w:val="00AF5BAC"/>
    <w:rsid w:val="00AF637D"/>
    <w:rsid w:val="00B023E3"/>
    <w:rsid w:val="00B02DD9"/>
    <w:rsid w:val="00B04EF0"/>
    <w:rsid w:val="00B10046"/>
    <w:rsid w:val="00B10E29"/>
    <w:rsid w:val="00B164AA"/>
    <w:rsid w:val="00B17A1E"/>
    <w:rsid w:val="00B3398A"/>
    <w:rsid w:val="00B37582"/>
    <w:rsid w:val="00B518E7"/>
    <w:rsid w:val="00B54726"/>
    <w:rsid w:val="00B6196C"/>
    <w:rsid w:val="00B62527"/>
    <w:rsid w:val="00B67B95"/>
    <w:rsid w:val="00B84B2E"/>
    <w:rsid w:val="00B869AF"/>
    <w:rsid w:val="00B90A5E"/>
    <w:rsid w:val="00B90F6C"/>
    <w:rsid w:val="00B9101F"/>
    <w:rsid w:val="00B922E7"/>
    <w:rsid w:val="00B94C63"/>
    <w:rsid w:val="00BA158C"/>
    <w:rsid w:val="00BA28C5"/>
    <w:rsid w:val="00BA3E0B"/>
    <w:rsid w:val="00BA4A8F"/>
    <w:rsid w:val="00BC1821"/>
    <w:rsid w:val="00BC5527"/>
    <w:rsid w:val="00BC56CD"/>
    <w:rsid w:val="00BC629D"/>
    <w:rsid w:val="00BD0259"/>
    <w:rsid w:val="00BD2D90"/>
    <w:rsid w:val="00BD6074"/>
    <w:rsid w:val="00BE0274"/>
    <w:rsid w:val="00BE29A6"/>
    <w:rsid w:val="00BE4755"/>
    <w:rsid w:val="00BF11A1"/>
    <w:rsid w:val="00BF189A"/>
    <w:rsid w:val="00BF5B41"/>
    <w:rsid w:val="00C00B09"/>
    <w:rsid w:val="00C023E2"/>
    <w:rsid w:val="00C10835"/>
    <w:rsid w:val="00C12546"/>
    <w:rsid w:val="00C15973"/>
    <w:rsid w:val="00C168CA"/>
    <w:rsid w:val="00C17332"/>
    <w:rsid w:val="00C21185"/>
    <w:rsid w:val="00C216CE"/>
    <w:rsid w:val="00C237FF"/>
    <w:rsid w:val="00C24104"/>
    <w:rsid w:val="00C30310"/>
    <w:rsid w:val="00C30411"/>
    <w:rsid w:val="00C33B66"/>
    <w:rsid w:val="00C352DC"/>
    <w:rsid w:val="00C420F0"/>
    <w:rsid w:val="00C50D40"/>
    <w:rsid w:val="00C52D28"/>
    <w:rsid w:val="00C55053"/>
    <w:rsid w:val="00C61C0F"/>
    <w:rsid w:val="00C64238"/>
    <w:rsid w:val="00C652B7"/>
    <w:rsid w:val="00C7200B"/>
    <w:rsid w:val="00C7442E"/>
    <w:rsid w:val="00C77343"/>
    <w:rsid w:val="00C80B86"/>
    <w:rsid w:val="00C85309"/>
    <w:rsid w:val="00C85B88"/>
    <w:rsid w:val="00C913C7"/>
    <w:rsid w:val="00C915BB"/>
    <w:rsid w:val="00CA6F89"/>
    <w:rsid w:val="00CB180A"/>
    <w:rsid w:val="00CB36E0"/>
    <w:rsid w:val="00CB52DE"/>
    <w:rsid w:val="00CB61DC"/>
    <w:rsid w:val="00CC2338"/>
    <w:rsid w:val="00CC32CA"/>
    <w:rsid w:val="00CD2068"/>
    <w:rsid w:val="00CE022F"/>
    <w:rsid w:val="00CE5C9F"/>
    <w:rsid w:val="00CF22AF"/>
    <w:rsid w:val="00CF3A40"/>
    <w:rsid w:val="00CF7964"/>
    <w:rsid w:val="00D05E97"/>
    <w:rsid w:val="00D17978"/>
    <w:rsid w:val="00D23FF9"/>
    <w:rsid w:val="00D24FFB"/>
    <w:rsid w:val="00D25217"/>
    <w:rsid w:val="00D262A5"/>
    <w:rsid w:val="00D302EB"/>
    <w:rsid w:val="00D42788"/>
    <w:rsid w:val="00D4445C"/>
    <w:rsid w:val="00D47DAA"/>
    <w:rsid w:val="00D54966"/>
    <w:rsid w:val="00D56C81"/>
    <w:rsid w:val="00D5768F"/>
    <w:rsid w:val="00D57AD7"/>
    <w:rsid w:val="00D611D8"/>
    <w:rsid w:val="00D613F5"/>
    <w:rsid w:val="00D63347"/>
    <w:rsid w:val="00D6511F"/>
    <w:rsid w:val="00D67687"/>
    <w:rsid w:val="00D72CC6"/>
    <w:rsid w:val="00D73B3D"/>
    <w:rsid w:val="00D802A0"/>
    <w:rsid w:val="00D82B01"/>
    <w:rsid w:val="00D83055"/>
    <w:rsid w:val="00D83699"/>
    <w:rsid w:val="00D84C4E"/>
    <w:rsid w:val="00D87C8B"/>
    <w:rsid w:val="00D91DA5"/>
    <w:rsid w:val="00D9403D"/>
    <w:rsid w:val="00D961E1"/>
    <w:rsid w:val="00DB010D"/>
    <w:rsid w:val="00DB365B"/>
    <w:rsid w:val="00DB4585"/>
    <w:rsid w:val="00DB50CA"/>
    <w:rsid w:val="00DC3291"/>
    <w:rsid w:val="00DC566B"/>
    <w:rsid w:val="00DD3238"/>
    <w:rsid w:val="00DE0F5B"/>
    <w:rsid w:val="00DE3346"/>
    <w:rsid w:val="00DF0BA4"/>
    <w:rsid w:val="00DF167E"/>
    <w:rsid w:val="00DF3243"/>
    <w:rsid w:val="00DF49EB"/>
    <w:rsid w:val="00DF7989"/>
    <w:rsid w:val="00E01311"/>
    <w:rsid w:val="00E0190A"/>
    <w:rsid w:val="00E03AB2"/>
    <w:rsid w:val="00E10556"/>
    <w:rsid w:val="00E21093"/>
    <w:rsid w:val="00E22B08"/>
    <w:rsid w:val="00E23717"/>
    <w:rsid w:val="00E237A2"/>
    <w:rsid w:val="00E23F00"/>
    <w:rsid w:val="00E32947"/>
    <w:rsid w:val="00E34345"/>
    <w:rsid w:val="00E42AE7"/>
    <w:rsid w:val="00E4401E"/>
    <w:rsid w:val="00E46551"/>
    <w:rsid w:val="00E46EB4"/>
    <w:rsid w:val="00E47F95"/>
    <w:rsid w:val="00E507BA"/>
    <w:rsid w:val="00E51356"/>
    <w:rsid w:val="00E57A21"/>
    <w:rsid w:val="00E60CE2"/>
    <w:rsid w:val="00E613B5"/>
    <w:rsid w:val="00E624DF"/>
    <w:rsid w:val="00E62909"/>
    <w:rsid w:val="00E633AC"/>
    <w:rsid w:val="00E63674"/>
    <w:rsid w:val="00E64A64"/>
    <w:rsid w:val="00E67385"/>
    <w:rsid w:val="00E730F8"/>
    <w:rsid w:val="00E74BE7"/>
    <w:rsid w:val="00E7542E"/>
    <w:rsid w:val="00E755CD"/>
    <w:rsid w:val="00E80F1D"/>
    <w:rsid w:val="00E84F7B"/>
    <w:rsid w:val="00E860CD"/>
    <w:rsid w:val="00E90AF0"/>
    <w:rsid w:val="00E921D9"/>
    <w:rsid w:val="00E929EC"/>
    <w:rsid w:val="00E92C3E"/>
    <w:rsid w:val="00EA3EA4"/>
    <w:rsid w:val="00EA7864"/>
    <w:rsid w:val="00EB1AE2"/>
    <w:rsid w:val="00EB6DEC"/>
    <w:rsid w:val="00EB71A9"/>
    <w:rsid w:val="00EB7F7F"/>
    <w:rsid w:val="00EC01C9"/>
    <w:rsid w:val="00EC1941"/>
    <w:rsid w:val="00EC51AB"/>
    <w:rsid w:val="00EC58F2"/>
    <w:rsid w:val="00EC7D81"/>
    <w:rsid w:val="00EC7F17"/>
    <w:rsid w:val="00ED02B1"/>
    <w:rsid w:val="00ED29EF"/>
    <w:rsid w:val="00ED411B"/>
    <w:rsid w:val="00ED48BB"/>
    <w:rsid w:val="00ED4EDD"/>
    <w:rsid w:val="00ED7C56"/>
    <w:rsid w:val="00EE178F"/>
    <w:rsid w:val="00EE1AF4"/>
    <w:rsid w:val="00F02061"/>
    <w:rsid w:val="00F02D5C"/>
    <w:rsid w:val="00F03A1C"/>
    <w:rsid w:val="00F05922"/>
    <w:rsid w:val="00F06827"/>
    <w:rsid w:val="00F141C6"/>
    <w:rsid w:val="00F16268"/>
    <w:rsid w:val="00F17ADB"/>
    <w:rsid w:val="00F22686"/>
    <w:rsid w:val="00F238A6"/>
    <w:rsid w:val="00F2455D"/>
    <w:rsid w:val="00F25703"/>
    <w:rsid w:val="00F278DC"/>
    <w:rsid w:val="00F31E2E"/>
    <w:rsid w:val="00F3420F"/>
    <w:rsid w:val="00F343F4"/>
    <w:rsid w:val="00F34720"/>
    <w:rsid w:val="00F34795"/>
    <w:rsid w:val="00F3622F"/>
    <w:rsid w:val="00F41CD8"/>
    <w:rsid w:val="00F437B4"/>
    <w:rsid w:val="00F44ADA"/>
    <w:rsid w:val="00F60791"/>
    <w:rsid w:val="00F61EA4"/>
    <w:rsid w:val="00F62743"/>
    <w:rsid w:val="00F65620"/>
    <w:rsid w:val="00F67529"/>
    <w:rsid w:val="00F76D95"/>
    <w:rsid w:val="00F855DE"/>
    <w:rsid w:val="00F8615D"/>
    <w:rsid w:val="00F86B7D"/>
    <w:rsid w:val="00F90112"/>
    <w:rsid w:val="00F91B43"/>
    <w:rsid w:val="00F951D1"/>
    <w:rsid w:val="00F95E2E"/>
    <w:rsid w:val="00F96540"/>
    <w:rsid w:val="00FB305D"/>
    <w:rsid w:val="00FB763C"/>
    <w:rsid w:val="00FB77F5"/>
    <w:rsid w:val="00FC40FE"/>
    <w:rsid w:val="00FC64C3"/>
    <w:rsid w:val="00FC67DC"/>
    <w:rsid w:val="00FC7C70"/>
    <w:rsid w:val="00FD0C2E"/>
    <w:rsid w:val="00FD1DB5"/>
    <w:rsid w:val="00FD3137"/>
    <w:rsid w:val="00FE0E5C"/>
    <w:rsid w:val="00FE0E7B"/>
    <w:rsid w:val="00FE293B"/>
    <w:rsid w:val="00FE3E33"/>
    <w:rsid w:val="00FE505B"/>
    <w:rsid w:val="00FE69BB"/>
    <w:rsid w:val="00FF17C0"/>
    <w:rsid w:val="00FF2C77"/>
    <w:rsid w:val="00FF37BC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8F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152</Words>
  <Characters>869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uo-242</cp:lastModifiedBy>
  <cp:revision>11</cp:revision>
  <cp:lastPrinted>2015-04-23T09:40:00Z</cp:lastPrinted>
  <dcterms:created xsi:type="dcterms:W3CDTF">2014-04-11T04:21:00Z</dcterms:created>
  <dcterms:modified xsi:type="dcterms:W3CDTF">2015-04-24T06:36:00Z</dcterms:modified>
</cp:coreProperties>
</file>