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B1" w:rsidRPr="000616C5" w:rsidRDefault="00332BB1" w:rsidP="009212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16C5">
        <w:rPr>
          <w:rFonts w:ascii="Times New Roman" w:hAnsi="Times New Roman"/>
          <w:b/>
          <w:sz w:val="24"/>
          <w:szCs w:val="24"/>
          <w:lang w:val="en-US"/>
        </w:rPr>
        <w:t>C</w:t>
      </w:r>
      <w:r w:rsidRPr="000616C5">
        <w:rPr>
          <w:rFonts w:ascii="Times New Roman" w:hAnsi="Times New Roman"/>
          <w:b/>
          <w:sz w:val="24"/>
          <w:szCs w:val="24"/>
        </w:rPr>
        <w:t>ведения</w:t>
      </w:r>
    </w:p>
    <w:p w:rsidR="00332BB1" w:rsidRPr="000616C5" w:rsidRDefault="00332BB1" w:rsidP="0006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16C5">
        <w:rPr>
          <w:rFonts w:ascii="Times New Roman" w:hAnsi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332BB1" w:rsidRPr="000616C5" w:rsidRDefault="00332BB1" w:rsidP="000616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16C5">
        <w:rPr>
          <w:rFonts w:ascii="Times New Roman" w:hAnsi="Times New Roman"/>
          <w:b/>
          <w:sz w:val="24"/>
          <w:szCs w:val="24"/>
        </w:rPr>
        <w:t>директора Муниципального бюджетного общеобразовательного учреждения «Основная общеобразовательная школа «21»</w:t>
      </w:r>
    </w:p>
    <w:p w:rsidR="00332BB1" w:rsidRPr="000616C5" w:rsidRDefault="00332BB1" w:rsidP="009212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616C5">
        <w:rPr>
          <w:rFonts w:ascii="Times New Roman" w:hAnsi="Times New Roman"/>
          <w:b/>
          <w:sz w:val="24"/>
          <w:szCs w:val="24"/>
        </w:rPr>
        <w:t>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4</w:t>
      </w:r>
      <w:r w:rsidRPr="000616C5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332BB1" w:rsidRPr="000616C5" w:rsidRDefault="00332BB1" w:rsidP="009212C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332BB1" w:rsidRPr="00B219FA" w:rsidTr="00727FE6">
        <w:trPr>
          <w:trHeight w:val="151"/>
        </w:trPr>
        <w:tc>
          <w:tcPr>
            <w:tcW w:w="2545" w:type="dxa"/>
            <w:vMerge w:val="restart"/>
          </w:tcPr>
          <w:p w:rsidR="00332BB1" w:rsidRPr="007B2429" w:rsidRDefault="00332BB1" w:rsidP="0042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2BB1" w:rsidRPr="00B219FA" w:rsidRDefault="00332BB1" w:rsidP="0042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332BB1" w:rsidRPr="00B219FA" w:rsidRDefault="00332BB1" w:rsidP="00016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за 2014 г. (руб.)</w:t>
            </w:r>
          </w:p>
        </w:tc>
        <w:tc>
          <w:tcPr>
            <w:tcW w:w="6244" w:type="dxa"/>
            <w:gridSpan w:val="4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32BB1" w:rsidRPr="00B219FA" w:rsidTr="00727FE6">
        <w:trPr>
          <w:trHeight w:val="150"/>
        </w:trPr>
        <w:tc>
          <w:tcPr>
            <w:tcW w:w="2545" w:type="dxa"/>
            <w:vMerge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332BB1" w:rsidRPr="00B219FA" w:rsidTr="00727FE6">
        <w:trPr>
          <w:trHeight w:val="150"/>
        </w:trPr>
        <w:tc>
          <w:tcPr>
            <w:tcW w:w="2545" w:type="dxa"/>
          </w:tcPr>
          <w:p w:rsidR="00332BB1" w:rsidRPr="00B219FA" w:rsidRDefault="00332BB1" w:rsidP="00727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Жигера Ольга Васильевна</w:t>
            </w:r>
          </w:p>
        </w:tc>
        <w:tc>
          <w:tcPr>
            <w:tcW w:w="2092" w:type="dxa"/>
          </w:tcPr>
          <w:p w:rsidR="00332BB1" w:rsidRPr="00C87E42" w:rsidRDefault="00332BB1" w:rsidP="00727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E42">
              <w:rPr>
                <w:rFonts w:ascii="Times New Roman" w:hAnsi="Times New Roman"/>
                <w:sz w:val="24"/>
                <w:szCs w:val="24"/>
              </w:rPr>
              <w:t>647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7E42">
              <w:rPr>
                <w:rFonts w:ascii="Times New Roman" w:hAnsi="Times New Roman"/>
                <w:sz w:val="24"/>
                <w:szCs w:val="24"/>
              </w:rPr>
              <w:t>610,67</w:t>
            </w:r>
          </w:p>
        </w:tc>
        <w:tc>
          <w:tcPr>
            <w:tcW w:w="1721" w:type="dxa"/>
          </w:tcPr>
          <w:p w:rsidR="00332BB1" w:rsidRPr="00B219FA" w:rsidRDefault="00332BB1" w:rsidP="00727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152" w:type="dxa"/>
          </w:tcPr>
          <w:p w:rsidR="00332BB1" w:rsidRPr="00B219FA" w:rsidRDefault="00332BB1" w:rsidP="00C87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677" w:type="dxa"/>
          </w:tcPr>
          <w:p w:rsidR="00332BB1" w:rsidRPr="00B219FA" w:rsidRDefault="00332BB1" w:rsidP="00C87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9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32BB1" w:rsidRPr="00B219FA" w:rsidRDefault="00332BB1" w:rsidP="003B1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219F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332BB1" w:rsidRPr="00B219FA" w:rsidRDefault="00332BB1" w:rsidP="003B1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219F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332BB1" w:rsidRPr="00B219FA" w:rsidRDefault="00332BB1" w:rsidP="003B1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32BB1" w:rsidRPr="00B219FA" w:rsidRDefault="00332BB1" w:rsidP="003B15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32BB1" w:rsidRPr="000616C5" w:rsidRDefault="00332BB1">
      <w:pPr>
        <w:rPr>
          <w:sz w:val="24"/>
          <w:szCs w:val="24"/>
        </w:rPr>
      </w:pPr>
    </w:p>
    <w:sectPr w:rsidR="00332BB1" w:rsidRPr="000616C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2CC"/>
    <w:rsid w:val="00016D76"/>
    <w:rsid w:val="000616C5"/>
    <w:rsid w:val="00071E43"/>
    <w:rsid w:val="00332BB1"/>
    <w:rsid w:val="00384D5C"/>
    <w:rsid w:val="003B15A8"/>
    <w:rsid w:val="00421E84"/>
    <w:rsid w:val="00473E89"/>
    <w:rsid w:val="004E7DCB"/>
    <w:rsid w:val="005328FD"/>
    <w:rsid w:val="006C3A6E"/>
    <w:rsid w:val="00727FE6"/>
    <w:rsid w:val="007A62B4"/>
    <w:rsid w:val="007B2429"/>
    <w:rsid w:val="00906296"/>
    <w:rsid w:val="009212CC"/>
    <w:rsid w:val="00A71D7E"/>
    <w:rsid w:val="00B219FA"/>
    <w:rsid w:val="00BC43EC"/>
    <w:rsid w:val="00C46620"/>
    <w:rsid w:val="00C87E42"/>
    <w:rsid w:val="00CC0BD6"/>
    <w:rsid w:val="00DB1C2F"/>
    <w:rsid w:val="00EB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2C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6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6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122</Words>
  <Characters>698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uo-242</cp:lastModifiedBy>
  <cp:revision>9</cp:revision>
  <cp:lastPrinted>2014-04-10T06:24:00Z</cp:lastPrinted>
  <dcterms:created xsi:type="dcterms:W3CDTF">2014-04-10T06:20:00Z</dcterms:created>
  <dcterms:modified xsi:type="dcterms:W3CDTF">2015-04-24T00:13:00Z</dcterms:modified>
</cp:coreProperties>
</file>