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E1B" w:rsidRPr="007A62B4" w:rsidRDefault="00AF1E1B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AF1E1B" w:rsidRPr="007A62B4" w:rsidRDefault="00AF1E1B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AF1E1B" w:rsidRPr="007258E2" w:rsidRDefault="00AF1E1B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_начальника  отдела бухгалтерского учета и отчетности – главного бухгалтера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AF1E1B" w:rsidRPr="007A62B4" w:rsidRDefault="00AF1E1B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AF1E1B" w:rsidRPr="001C2E52" w:rsidRDefault="00AF1E1B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9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81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AF1E1B" w:rsidRPr="00EB213B">
        <w:trPr>
          <w:trHeight w:val="151"/>
        </w:trPr>
        <w:tc>
          <w:tcPr>
            <w:tcW w:w="2381" w:type="dxa"/>
            <w:vMerge w:val="restart"/>
          </w:tcPr>
          <w:p w:rsidR="00AF1E1B" w:rsidRPr="00EB213B" w:rsidRDefault="00AF1E1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  <w:p w:rsidR="00AF1E1B" w:rsidRPr="00EB213B" w:rsidRDefault="00AF1E1B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AF1E1B" w:rsidRPr="00EB213B" w:rsidRDefault="00AF1E1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AF1E1B" w:rsidRPr="00EB213B" w:rsidRDefault="00AF1E1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572" w:type="dxa"/>
            <w:gridSpan w:val="4"/>
          </w:tcPr>
          <w:p w:rsidR="00AF1E1B" w:rsidRPr="00EB213B" w:rsidRDefault="00AF1E1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AF1E1B" w:rsidRPr="00EB213B" w:rsidRDefault="00AF1E1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F1E1B" w:rsidRPr="00EB213B">
        <w:trPr>
          <w:trHeight w:val="150"/>
        </w:trPr>
        <w:tc>
          <w:tcPr>
            <w:tcW w:w="2381" w:type="dxa"/>
            <w:vMerge/>
          </w:tcPr>
          <w:p w:rsidR="00AF1E1B" w:rsidRPr="00EB213B" w:rsidRDefault="00AF1E1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AF1E1B" w:rsidRPr="00EB213B" w:rsidRDefault="00AF1E1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AF1E1B" w:rsidRPr="00EB213B" w:rsidRDefault="00AF1E1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AF1E1B" w:rsidRPr="00EB213B" w:rsidRDefault="00AF1E1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AF1E1B" w:rsidRPr="00EB213B" w:rsidRDefault="00AF1E1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AF1E1B" w:rsidRPr="00EB213B" w:rsidRDefault="00AF1E1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AF1E1B" w:rsidRPr="00EB213B" w:rsidRDefault="00AF1E1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AF1E1B" w:rsidRPr="00EB213B" w:rsidRDefault="00AF1E1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AF1E1B" w:rsidRPr="00EB213B" w:rsidRDefault="00AF1E1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F1E1B" w:rsidRPr="00EB213B">
        <w:trPr>
          <w:trHeight w:val="150"/>
        </w:trPr>
        <w:tc>
          <w:tcPr>
            <w:tcW w:w="2381" w:type="dxa"/>
          </w:tcPr>
          <w:p w:rsidR="00AF1E1B" w:rsidRPr="00EB213B" w:rsidRDefault="00AF1E1B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Манакова Наталья Владимировна</w:t>
            </w:r>
          </w:p>
        </w:tc>
        <w:tc>
          <w:tcPr>
            <w:tcW w:w="2092" w:type="dxa"/>
          </w:tcPr>
          <w:p w:rsidR="00AF1E1B" w:rsidRPr="00EB213B" w:rsidRDefault="00AF1E1B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540176,08</w:t>
            </w:r>
          </w:p>
        </w:tc>
        <w:tc>
          <w:tcPr>
            <w:tcW w:w="2049" w:type="dxa"/>
          </w:tcPr>
          <w:p w:rsidR="00AF1E1B" w:rsidRDefault="00AF1E1B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квартиры</w:t>
            </w:r>
          </w:p>
          <w:p w:rsidR="00AF1E1B" w:rsidRDefault="00AF1E1B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AF1E1B" w:rsidRDefault="00AF1E1B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AF1E1B" w:rsidRDefault="00AF1E1B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E1B" w:rsidRDefault="00AF1E1B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F1E1B" w:rsidRPr="00EB213B" w:rsidRDefault="00AF1E1B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(приусадебный)</w:t>
            </w:r>
          </w:p>
        </w:tc>
        <w:tc>
          <w:tcPr>
            <w:tcW w:w="1152" w:type="dxa"/>
          </w:tcPr>
          <w:p w:rsidR="00AF1E1B" w:rsidRDefault="00AF1E1B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  <w:p w:rsidR="00AF1E1B" w:rsidRDefault="00AF1E1B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  <w:p w:rsidR="00AF1E1B" w:rsidRDefault="00AF1E1B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  <w:p w:rsidR="00AF1E1B" w:rsidRDefault="00AF1E1B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E1B" w:rsidRPr="00EB213B" w:rsidRDefault="00AF1E1B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F1E1B" w:rsidRDefault="00AF1E1B" w:rsidP="0024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1E1B" w:rsidRDefault="00AF1E1B" w:rsidP="0024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1E1B" w:rsidRPr="00EB213B" w:rsidRDefault="00AF1E1B" w:rsidP="0024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AF1E1B" w:rsidRPr="00EB213B" w:rsidRDefault="00AF1E1B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Elantra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1" w:type="dxa"/>
          </w:tcPr>
          <w:p w:rsidR="00AF1E1B" w:rsidRPr="00BF4059" w:rsidRDefault="00AF1E1B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AF1E1B" w:rsidRPr="00EB213B" w:rsidRDefault="00AF1E1B" w:rsidP="00BF4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AF1E1B" w:rsidRPr="00EB213B" w:rsidRDefault="00AF1E1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F1E1B" w:rsidRDefault="00AF1E1B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1E1B" w:rsidRDefault="00AF1E1B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F1E1B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67B76"/>
    <w:rsid w:val="00093205"/>
    <w:rsid w:val="000B05CB"/>
    <w:rsid w:val="000F06A8"/>
    <w:rsid w:val="00185547"/>
    <w:rsid w:val="001A2C9E"/>
    <w:rsid w:val="001B38B0"/>
    <w:rsid w:val="001B5B90"/>
    <w:rsid w:val="001C2E52"/>
    <w:rsid w:val="001D2E0F"/>
    <w:rsid w:val="001F4E4D"/>
    <w:rsid w:val="00245559"/>
    <w:rsid w:val="0024763F"/>
    <w:rsid w:val="002B3027"/>
    <w:rsid w:val="00316A0A"/>
    <w:rsid w:val="003326D4"/>
    <w:rsid w:val="003A092C"/>
    <w:rsid w:val="00471805"/>
    <w:rsid w:val="004C1D40"/>
    <w:rsid w:val="0052346C"/>
    <w:rsid w:val="00566EC1"/>
    <w:rsid w:val="005B04B4"/>
    <w:rsid w:val="00617983"/>
    <w:rsid w:val="006555E5"/>
    <w:rsid w:val="006C1CDC"/>
    <w:rsid w:val="006C55ED"/>
    <w:rsid w:val="007258E2"/>
    <w:rsid w:val="0075475B"/>
    <w:rsid w:val="00782663"/>
    <w:rsid w:val="007A62B4"/>
    <w:rsid w:val="007D7BC8"/>
    <w:rsid w:val="00833584"/>
    <w:rsid w:val="008371F6"/>
    <w:rsid w:val="00886E89"/>
    <w:rsid w:val="008A496F"/>
    <w:rsid w:val="008D27A7"/>
    <w:rsid w:val="00906482"/>
    <w:rsid w:val="00906DFC"/>
    <w:rsid w:val="00910570"/>
    <w:rsid w:val="00981350"/>
    <w:rsid w:val="00A52FA9"/>
    <w:rsid w:val="00A71570"/>
    <w:rsid w:val="00AF1E1B"/>
    <w:rsid w:val="00B111B9"/>
    <w:rsid w:val="00BF0C7A"/>
    <w:rsid w:val="00BF4059"/>
    <w:rsid w:val="00CA528A"/>
    <w:rsid w:val="00CC442F"/>
    <w:rsid w:val="00D7135E"/>
    <w:rsid w:val="00E334EE"/>
    <w:rsid w:val="00E93084"/>
    <w:rsid w:val="00EB213B"/>
    <w:rsid w:val="00F23AD3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1</Pages>
  <Words>138</Words>
  <Characters>793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26</cp:revision>
  <cp:lastPrinted>2014-04-07T07:48:00Z</cp:lastPrinted>
  <dcterms:created xsi:type="dcterms:W3CDTF">2013-05-17T08:24:00Z</dcterms:created>
  <dcterms:modified xsi:type="dcterms:W3CDTF">2014-04-16T07:55:00Z</dcterms:modified>
</cp:coreProperties>
</file>