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0F4" w:rsidRPr="007A62B4" w:rsidRDefault="004220F4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4220F4" w:rsidRPr="007A62B4" w:rsidRDefault="004220F4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4220F4" w:rsidRDefault="004220F4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_______начальника УСЗН администрации Осинниковского городского округа__</w:t>
      </w:r>
      <w:r w:rsidRPr="0094736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 членов его семьи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220F4" w:rsidRPr="007A62B4" w:rsidRDefault="004220F4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4220F4" w:rsidRPr="001C2E52" w:rsidRDefault="004220F4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4220F4" w:rsidRPr="008E76F0">
        <w:trPr>
          <w:trHeight w:val="151"/>
        </w:trPr>
        <w:tc>
          <w:tcPr>
            <w:tcW w:w="2381" w:type="dxa"/>
            <w:vMerge w:val="restart"/>
          </w:tcPr>
          <w:p w:rsidR="004220F4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20F4" w:rsidRPr="008E76F0" w:rsidRDefault="004220F4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Супруга (супруг) и несовершеннолетние дети руководителя</w:t>
            </w:r>
          </w:p>
        </w:tc>
        <w:tc>
          <w:tcPr>
            <w:tcW w:w="2092" w:type="dxa"/>
            <w:vMerge w:val="restart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572" w:type="dxa"/>
            <w:gridSpan w:val="4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220F4" w:rsidRPr="008E76F0">
        <w:trPr>
          <w:trHeight w:val="150"/>
        </w:trPr>
        <w:tc>
          <w:tcPr>
            <w:tcW w:w="2381" w:type="dxa"/>
            <w:vMerge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6F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220F4" w:rsidRPr="008E76F0">
        <w:trPr>
          <w:trHeight w:val="150"/>
        </w:trPr>
        <w:tc>
          <w:tcPr>
            <w:tcW w:w="2381" w:type="dxa"/>
          </w:tcPr>
          <w:p w:rsidR="004220F4" w:rsidRPr="008E76F0" w:rsidRDefault="004220F4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 Татьяна Владимировна</w:t>
            </w:r>
          </w:p>
        </w:tc>
        <w:tc>
          <w:tcPr>
            <w:tcW w:w="2092" w:type="dxa"/>
          </w:tcPr>
          <w:p w:rsidR="004220F4" w:rsidRPr="008E76F0" w:rsidRDefault="004220F4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946230,71</w:t>
            </w:r>
          </w:p>
        </w:tc>
        <w:tc>
          <w:tcPr>
            <w:tcW w:w="2049" w:type="dxa"/>
          </w:tcPr>
          <w:p w:rsidR="004220F4" w:rsidRDefault="004220F4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220F4" w:rsidRDefault="004220F4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4220F4" w:rsidRDefault="004220F4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4" w:rsidRDefault="004220F4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20F4" w:rsidRDefault="004220F4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4" w:rsidRDefault="004220F4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4220F4" w:rsidRDefault="004220F4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4" w:rsidRPr="008E76F0" w:rsidRDefault="004220F4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4220F4" w:rsidRDefault="004220F4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  <w:p w:rsidR="004220F4" w:rsidRDefault="004220F4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4" w:rsidRDefault="004220F4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  <w:p w:rsidR="004220F4" w:rsidRDefault="004220F4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4220F4" w:rsidRPr="008E76F0" w:rsidRDefault="004220F4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677" w:type="dxa"/>
          </w:tcPr>
          <w:p w:rsidR="004220F4" w:rsidRDefault="004220F4" w:rsidP="0087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20F4" w:rsidRDefault="004220F4" w:rsidP="00870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4" w:rsidRDefault="004220F4" w:rsidP="0087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20F4" w:rsidRDefault="004220F4" w:rsidP="0087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20F4" w:rsidRPr="008E76F0" w:rsidRDefault="004220F4" w:rsidP="0087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220F4" w:rsidRPr="008E76F0" w:rsidRDefault="004220F4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220F4" w:rsidRPr="008E76F0" w:rsidRDefault="004220F4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4220F4" w:rsidRPr="008E76F0" w:rsidRDefault="004220F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220F4" w:rsidRDefault="004220F4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0F4" w:rsidRDefault="004220F4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220F4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54FA8"/>
    <w:rsid w:val="0018700F"/>
    <w:rsid w:val="001A2C9E"/>
    <w:rsid w:val="001B38B0"/>
    <w:rsid w:val="001C2E52"/>
    <w:rsid w:val="001D2E0F"/>
    <w:rsid w:val="001F4E4D"/>
    <w:rsid w:val="00245559"/>
    <w:rsid w:val="002474D6"/>
    <w:rsid w:val="0024763F"/>
    <w:rsid w:val="0025167F"/>
    <w:rsid w:val="002B3027"/>
    <w:rsid w:val="003A092C"/>
    <w:rsid w:val="004220F4"/>
    <w:rsid w:val="0046454C"/>
    <w:rsid w:val="004C0538"/>
    <w:rsid w:val="004C1D40"/>
    <w:rsid w:val="005807C2"/>
    <w:rsid w:val="00583FDC"/>
    <w:rsid w:val="006555E5"/>
    <w:rsid w:val="00677663"/>
    <w:rsid w:val="006C1CDC"/>
    <w:rsid w:val="007A62B4"/>
    <w:rsid w:val="008121FA"/>
    <w:rsid w:val="00837DE8"/>
    <w:rsid w:val="008704B9"/>
    <w:rsid w:val="008A496F"/>
    <w:rsid w:val="008E76F0"/>
    <w:rsid w:val="00906DFC"/>
    <w:rsid w:val="00910570"/>
    <w:rsid w:val="00947360"/>
    <w:rsid w:val="00981350"/>
    <w:rsid w:val="00996C2C"/>
    <w:rsid w:val="00A3067B"/>
    <w:rsid w:val="00A52FA9"/>
    <w:rsid w:val="00AD08E7"/>
    <w:rsid w:val="00B478E0"/>
    <w:rsid w:val="00BB77F8"/>
    <w:rsid w:val="00C11C0A"/>
    <w:rsid w:val="00C51C18"/>
    <w:rsid w:val="00CC442F"/>
    <w:rsid w:val="00D7135E"/>
    <w:rsid w:val="00E22C09"/>
    <w:rsid w:val="00E97D7F"/>
    <w:rsid w:val="00EE57AA"/>
    <w:rsid w:val="00F72A2E"/>
    <w:rsid w:val="00FD41DA"/>
    <w:rsid w:val="00FD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</Pages>
  <Words>127</Words>
  <Characters>724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25</cp:revision>
  <cp:lastPrinted>2014-04-16T08:57:00Z</cp:lastPrinted>
  <dcterms:created xsi:type="dcterms:W3CDTF">2013-05-17T08:24:00Z</dcterms:created>
  <dcterms:modified xsi:type="dcterms:W3CDTF">2014-04-16T08:58:00Z</dcterms:modified>
</cp:coreProperties>
</file>